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5206" w14:textId="213DE6B5" w:rsidR="000E56ED" w:rsidRDefault="008A124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539A0" wp14:editId="39EBAC4D">
                <wp:simplePos x="0" y="0"/>
                <wp:positionH relativeFrom="column">
                  <wp:posOffset>2366645</wp:posOffset>
                </wp:positionH>
                <wp:positionV relativeFrom="paragraph">
                  <wp:posOffset>5499735</wp:posOffset>
                </wp:positionV>
                <wp:extent cx="4249420" cy="511175"/>
                <wp:effectExtent l="4445" t="3810" r="381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9420" cy="511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8B088" w14:textId="4A8ACEAC" w:rsidR="008A1245" w:rsidRPr="008A1245" w:rsidRDefault="008A1245">
                            <w:pPr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8A1245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r w:rsidRPr="008A1245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9539A0" id="AutoShape 4" o:spid="_x0000_s1026" style="position:absolute;margin-left:186.35pt;margin-top:433.05pt;width:334.6pt;height: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" filled="f" stroked="f">
                <v:textbox>
                  <w:txbxContent>
                    <w:p w14:paraId="0C08B088" w14:textId="4A8ACEAC" w:rsidR="008A1245" w:rsidRPr="008A1245" w:rsidRDefault="008A1245">
                      <w:pPr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8A1245"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        </w:t>
                      </w:r>
                      <w:r w:rsidRPr="008A1245"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07FF8" wp14:editId="3D233B37">
                <wp:simplePos x="0" y="0"/>
                <wp:positionH relativeFrom="column">
                  <wp:posOffset>-564515</wp:posOffset>
                </wp:positionH>
                <wp:positionV relativeFrom="paragraph">
                  <wp:posOffset>-618490</wp:posOffset>
                </wp:positionV>
                <wp:extent cx="10004425" cy="6965315"/>
                <wp:effectExtent l="35560" t="29210" r="37465" b="349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4425" cy="69653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  <a:alpha val="70000"/>
                          </a:schemeClr>
                        </a:solidFill>
                        <a:ln w="57150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B1B31" w14:textId="2FF91CD4" w:rsidR="00A73F33" w:rsidRPr="00192436" w:rsidRDefault="00A73F33" w:rsidP="00A73F33">
                            <w:pPr>
                              <w:rPr>
                                <w:rFonts w:ascii="Arial Black" w:hAnsi="Arial Black"/>
                                <w:color w:val="0070C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70C0"/>
                                <w:sz w:val="96"/>
                                <w:szCs w:val="96"/>
                              </w:rPr>
                              <w:t xml:space="preserve">             </w:t>
                            </w:r>
                            <w:r w:rsidR="00D16BCB">
                              <w:rPr>
                                <w:rFonts w:ascii="Arial Black" w:hAnsi="Arial Black"/>
                                <w:color w:val="0070C0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Pr="00A73F33">
                              <w:rPr>
                                <w:rFonts w:ascii="Arial Black" w:hAnsi="Arial Black"/>
                                <w:color w:val="C0504D" w:themeColor="accent2"/>
                                <w:sz w:val="96"/>
                                <w:szCs w:val="96"/>
                              </w:rPr>
                              <w:t>Certificate</w:t>
                            </w:r>
                            <w:r w:rsidRPr="00192436">
                              <w:rPr>
                                <w:rFonts w:ascii="Arial Black" w:hAnsi="Arial Black"/>
                                <w:color w:val="0070C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2436">
                              <w:rPr>
                                <w:rFonts w:ascii="Arial Black" w:hAnsi="Arial Black"/>
                                <w:color w:val="0070C0"/>
                                <w:sz w:val="96"/>
                                <w:szCs w:val="96"/>
                              </w:rPr>
                              <w:br/>
                            </w:r>
                            <w:r w:rsidRPr="00A73F33">
                              <w:rPr>
                                <w:rFonts w:ascii="Arial Black" w:hAnsi="Arial Black"/>
                                <w:color w:val="7030A0"/>
                                <w:sz w:val="72"/>
                                <w:szCs w:val="72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72"/>
                                <w:szCs w:val="72"/>
                              </w:rPr>
                              <w:t xml:space="preserve">   </w:t>
                            </w:r>
                            <w:r w:rsidR="00D16BCB">
                              <w:rPr>
                                <w:rFonts w:ascii="Arial Black" w:hAnsi="Arial Black"/>
                                <w:color w:val="7030A0"/>
                                <w:sz w:val="72"/>
                                <w:szCs w:val="72"/>
                              </w:rPr>
                              <w:t xml:space="preserve">     </w:t>
                            </w:r>
                            <w:r w:rsidRPr="00A73F33">
                              <w:rPr>
                                <w:rFonts w:ascii="Arial Black" w:hAnsi="Arial Black"/>
                                <w:color w:val="7030A0"/>
                                <w:sz w:val="72"/>
                                <w:szCs w:val="72"/>
                              </w:rPr>
                              <w:t>_of Membership_</w:t>
                            </w:r>
                          </w:p>
                          <w:p w14:paraId="615F0E6D" w14:textId="31443FBB" w:rsidR="00A73F33" w:rsidRPr="00192436" w:rsidRDefault="00A73F33" w:rsidP="00A73F3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                                                      </w:t>
                            </w:r>
                            <w:r w:rsidR="00D16BCB"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92436">
                              <w:rPr>
                                <w:sz w:val="36"/>
                                <w:szCs w:val="36"/>
                              </w:rPr>
                              <w:t>This is to certify that</w:t>
                            </w:r>
                          </w:p>
                          <w:p w14:paraId="16B94D75" w14:textId="2A9F3E80" w:rsidR="00A73F33" w:rsidRPr="00A73F33" w:rsidRDefault="00A73F33" w:rsidP="00A73F33">
                            <w:pPr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70C0"/>
                                <w:sz w:val="72"/>
                                <w:szCs w:val="72"/>
                              </w:rPr>
                              <w:t xml:space="preserve">             </w:t>
                            </w:r>
                            <w:r w:rsidR="00D16BCB">
                              <w:rPr>
                                <w:rFonts w:ascii="Arial Black" w:hAnsi="Arial Black"/>
                                <w:color w:val="0070C0"/>
                                <w:sz w:val="72"/>
                                <w:szCs w:val="72"/>
                              </w:rPr>
                              <w:t xml:space="preserve">       </w:t>
                            </w:r>
                            <w:r w:rsidRPr="00A73F33">
                              <w:rPr>
                                <w:rFonts w:ascii="Matura MT Script Capitals" w:hAnsi="Matura MT Script Capitals"/>
                                <w:color w:val="002060"/>
                                <w:sz w:val="72"/>
                                <w:szCs w:val="72"/>
                              </w:rPr>
                              <w:t>Steve Deter Walsh</w:t>
                            </w:r>
                          </w:p>
                          <w:p w14:paraId="5DDD3D85" w14:textId="6BA00B85" w:rsidR="00A73F33" w:rsidRPr="009D528E" w:rsidRDefault="00A73F33" w:rsidP="00A73F3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r w:rsidR="00D16BCB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For their membership and contribution to the beach town sports club. if the selection </w:t>
                            </w:r>
                            <w:r w:rsid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                                   </w:t>
                            </w:r>
                            <w:r w:rsidR="00D16BCB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were made, one for us to lose our sovereignty and become a member of the </w:t>
                            </w:r>
                            <w:r w:rsid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                               </w:t>
                            </w:r>
                            <w:r w:rsidR="00D16BCB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commonwealth or remain with our sovereignty and lose the membership of the </w:t>
                            </w:r>
                            <w:r w:rsid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</w:t>
                            </w:r>
                            <w:r w:rsidR="00D16BCB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9D528E">
                              <w:rPr>
                                <w:rFonts w:cstheme="minorHAnsi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commonwealth, I would say let the commonwealth go.</w:t>
                            </w:r>
                          </w:p>
                          <w:p w14:paraId="0B8E041E" w14:textId="77777777" w:rsidR="00A73F33" w:rsidRDefault="00A73F33" w:rsidP="00A73F3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2409C7B" w14:textId="0B83F126" w:rsidR="00A73F33" w:rsidRDefault="00A73F33" w:rsidP="00A73F33"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="009D528E"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8A1245"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________________________                                                      </w:t>
                            </w:r>
                            <w:r w:rsidRPr="00192436">
                              <w:rPr>
                                <w:sz w:val="32"/>
                                <w:szCs w:val="32"/>
                              </w:rPr>
                              <w:t>_________________________</w:t>
                            </w:r>
                            <w:r w:rsidRPr="00192436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</w:t>
                            </w:r>
                            <w:r w:rsidR="009D528E"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8A1245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1245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192436">
                              <w:rPr>
                                <w:sz w:val="32"/>
                                <w:szCs w:val="32"/>
                              </w:rPr>
                              <w:t xml:space="preserve">Club president              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9243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                    </w:t>
                            </w:r>
                            <w:r w:rsidRPr="00192436">
                              <w:rPr>
                                <w:sz w:val="32"/>
                                <w:szCs w:val="32"/>
                              </w:rPr>
                              <w:t>Sports club head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07FF8" id="Rectangle 3" o:spid="_x0000_s1027" style="position:absolute;margin-left:-44.45pt;margin-top:-48.7pt;width:787.75pt;height:54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" fillcolor="#ddd8c2 [2894]" strokecolor="#622423 [1605]" strokeweight="4.5pt">
                <v:fill opacity="46003f"/>
                <v:textbox>
                  <w:txbxContent>
                    <w:p w14:paraId="494B1B31" w14:textId="2FF91CD4" w:rsidR="00A73F33" w:rsidRPr="00192436" w:rsidRDefault="00A73F33" w:rsidP="00A73F33">
                      <w:pPr>
                        <w:rPr>
                          <w:rFonts w:ascii="Arial Black" w:hAnsi="Arial Black"/>
                          <w:color w:val="0070C0"/>
                          <w:sz w:val="96"/>
                          <w:szCs w:val="96"/>
                        </w:rPr>
                      </w:pPr>
                      <w:r>
                        <w:rPr>
                          <w:rFonts w:ascii="Arial Black" w:hAnsi="Arial Black"/>
                          <w:color w:val="0070C0"/>
                          <w:sz w:val="96"/>
                          <w:szCs w:val="96"/>
                        </w:rPr>
                        <w:t xml:space="preserve">             </w:t>
                      </w:r>
                      <w:r w:rsidR="00D16BCB">
                        <w:rPr>
                          <w:rFonts w:ascii="Arial Black" w:hAnsi="Arial Black"/>
                          <w:color w:val="0070C0"/>
                          <w:sz w:val="96"/>
                          <w:szCs w:val="96"/>
                        </w:rPr>
                        <w:t xml:space="preserve">    </w:t>
                      </w:r>
                      <w:r w:rsidRPr="00A73F33">
                        <w:rPr>
                          <w:rFonts w:ascii="Arial Black" w:hAnsi="Arial Black"/>
                          <w:color w:val="C0504D" w:themeColor="accent2"/>
                          <w:sz w:val="96"/>
                          <w:szCs w:val="96"/>
                        </w:rPr>
                        <w:t>Certificate</w:t>
                      </w:r>
                      <w:r w:rsidRPr="00192436">
                        <w:rPr>
                          <w:rFonts w:ascii="Arial Black" w:hAnsi="Arial Black"/>
                          <w:color w:val="0070C0"/>
                          <w:sz w:val="96"/>
                          <w:szCs w:val="96"/>
                        </w:rPr>
                        <w:t xml:space="preserve"> </w:t>
                      </w:r>
                      <w:r w:rsidRPr="00192436">
                        <w:rPr>
                          <w:rFonts w:ascii="Arial Black" w:hAnsi="Arial Black"/>
                          <w:color w:val="0070C0"/>
                          <w:sz w:val="96"/>
                          <w:szCs w:val="96"/>
                        </w:rPr>
                        <w:br/>
                      </w:r>
                      <w:r w:rsidRPr="00A73F33">
                        <w:rPr>
                          <w:rFonts w:ascii="Arial Black" w:hAnsi="Arial Black"/>
                          <w:color w:val="7030A0"/>
                          <w:sz w:val="72"/>
                          <w:szCs w:val="72"/>
                        </w:rPr>
                        <w:t xml:space="preserve">            </w:t>
                      </w:r>
                      <w:r>
                        <w:rPr>
                          <w:rFonts w:ascii="Arial Black" w:hAnsi="Arial Black"/>
                          <w:color w:val="7030A0"/>
                          <w:sz w:val="72"/>
                          <w:szCs w:val="72"/>
                        </w:rPr>
                        <w:t xml:space="preserve">   </w:t>
                      </w:r>
                      <w:r w:rsidR="00D16BCB">
                        <w:rPr>
                          <w:rFonts w:ascii="Arial Black" w:hAnsi="Arial Black"/>
                          <w:color w:val="7030A0"/>
                          <w:sz w:val="72"/>
                          <w:szCs w:val="72"/>
                        </w:rPr>
                        <w:t xml:space="preserve">     </w:t>
                      </w:r>
                      <w:r w:rsidRPr="00A73F33">
                        <w:rPr>
                          <w:rFonts w:ascii="Arial Black" w:hAnsi="Arial Black"/>
                          <w:color w:val="7030A0"/>
                          <w:sz w:val="72"/>
                          <w:szCs w:val="72"/>
                        </w:rPr>
                        <w:t>_of Membership_</w:t>
                      </w:r>
                    </w:p>
                    <w:p w14:paraId="615F0E6D" w14:textId="31443FBB" w:rsidR="00A73F33" w:rsidRPr="00192436" w:rsidRDefault="00A73F33" w:rsidP="00A73F33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                                                        </w:t>
                      </w:r>
                      <w:r w:rsidR="00D16BCB">
                        <w:rPr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192436">
                        <w:rPr>
                          <w:sz w:val="36"/>
                          <w:szCs w:val="36"/>
                        </w:rPr>
                        <w:t>This is to certify that</w:t>
                      </w:r>
                    </w:p>
                    <w:p w14:paraId="16B94D75" w14:textId="2A9F3E80" w:rsidR="00A73F33" w:rsidRPr="00A73F33" w:rsidRDefault="00A73F33" w:rsidP="00A73F33">
                      <w:pPr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rFonts w:ascii="Arial Black" w:hAnsi="Arial Black"/>
                          <w:color w:val="0070C0"/>
                          <w:sz w:val="72"/>
                          <w:szCs w:val="72"/>
                        </w:rPr>
                        <w:t xml:space="preserve">             </w:t>
                      </w:r>
                      <w:r w:rsidR="00D16BCB">
                        <w:rPr>
                          <w:rFonts w:ascii="Arial Black" w:hAnsi="Arial Black"/>
                          <w:color w:val="0070C0"/>
                          <w:sz w:val="72"/>
                          <w:szCs w:val="72"/>
                        </w:rPr>
                        <w:t xml:space="preserve">       </w:t>
                      </w:r>
                      <w:r w:rsidRPr="00A73F33">
                        <w:rPr>
                          <w:rFonts w:ascii="Matura MT Script Capitals" w:hAnsi="Matura MT Script Capitals"/>
                          <w:color w:val="002060"/>
                          <w:sz w:val="72"/>
                          <w:szCs w:val="72"/>
                        </w:rPr>
                        <w:t>Steve Deter Walsh</w:t>
                      </w:r>
                    </w:p>
                    <w:p w14:paraId="5DDD3D85" w14:textId="6BA00B85" w:rsidR="00A73F33" w:rsidRPr="009D528E" w:rsidRDefault="00A73F33" w:rsidP="00A73F3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                          </w:t>
                      </w:r>
                      <w:r w:rsidR="00D16BCB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          </w:t>
                      </w:r>
                      <w:r w:rsidRP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For their membership and contribution to the beach town sports club. if the selection </w:t>
                      </w:r>
                      <w:r w:rsid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                                   </w:t>
                      </w:r>
                      <w:r w:rsidR="00D16BCB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      </w:t>
                      </w:r>
                      <w:r w:rsidRP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were made, one for us to lose our sovereignty and become a member of the </w:t>
                      </w:r>
                      <w:r w:rsid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                               </w:t>
                      </w:r>
                      <w:r w:rsidR="00D16BCB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       </w:t>
                      </w:r>
                      <w:r w:rsidRP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commonwealth or remain with our sovereignty and lose the membership of the </w:t>
                      </w:r>
                      <w:r w:rsid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br/>
                        <w:t xml:space="preserve">                                                  </w:t>
                      </w:r>
                      <w:r w:rsidR="00D16BCB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       </w:t>
                      </w:r>
                      <w:r w:rsidRPr="009D528E">
                        <w:rPr>
                          <w:rFonts w:cstheme="minorHAnsi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commonwealth, I would say let the commonwealth go.</w:t>
                      </w:r>
                    </w:p>
                    <w:p w14:paraId="0B8E041E" w14:textId="77777777" w:rsidR="00A73F33" w:rsidRDefault="00A73F33" w:rsidP="00A73F33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2409C7B" w14:textId="0B83F126" w:rsidR="00A73F33" w:rsidRDefault="00A73F33" w:rsidP="00A73F33">
                      <w:r>
                        <w:rPr>
                          <w:sz w:val="32"/>
                          <w:szCs w:val="32"/>
                        </w:rPr>
                        <w:t xml:space="preserve">         </w:t>
                      </w:r>
                      <w:r w:rsidR="009D528E"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8A1245">
                        <w:rPr>
                          <w:sz w:val="32"/>
                          <w:szCs w:val="32"/>
                        </w:rPr>
                        <w:t xml:space="preserve">       </w:t>
                      </w:r>
                      <w:r>
                        <w:rPr>
                          <w:sz w:val="32"/>
                          <w:szCs w:val="32"/>
                        </w:rPr>
                        <w:t xml:space="preserve">________________________                                                      </w:t>
                      </w:r>
                      <w:r w:rsidRPr="00192436">
                        <w:rPr>
                          <w:sz w:val="32"/>
                          <w:szCs w:val="32"/>
                        </w:rPr>
                        <w:t>_________________________</w:t>
                      </w:r>
                      <w:r w:rsidRPr="00192436">
                        <w:rPr>
                          <w:sz w:val="32"/>
                          <w:szCs w:val="32"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</w:t>
                      </w:r>
                      <w:r w:rsidR="009D528E">
                        <w:rPr>
                          <w:sz w:val="32"/>
                          <w:szCs w:val="32"/>
                        </w:rPr>
                        <w:t xml:space="preserve">   </w:t>
                      </w:r>
                      <w:r w:rsidR="008A1245">
                        <w:rPr>
                          <w:sz w:val="32"/>
                          <w:szCs w:val="32"/>
                        </w:rPr>
                        <w:t xml:space="preserve">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8A1245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192436">
                        <w:rPr>
                          <w:sz w:val="32"/>
                          <w:szCs w:val="32"/>
                        </w:rPr>
                        <w:t xml:space="preserve">Club president                  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92436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                                 </w:t>
                      </w:r>
                      <w:r w:rsidRPr="00192436">
                        <w:rPr>
                          <w:sz w:val="32"/>
                          <w:szCs w:val="32"/>
                        </w:rPr>
                        <w:t>Sports club head</w:t>
                      </w:r>
                    </w:p>
                  </w:txbxContent>
                </v:textbox>
              </v:rect>
            </w:pict>
          </mc:Fallback>
        </mc:AlternateContent>
      </w:r>
      <w:r w:rsidR="00D16BCB" w:rsidRPr="00A73F33">
        <w:rPr>
          <w:noProof/>
        </w:rPr>
        <w:drawing>
          <wp:anchor distT="0" distB="0" distL="114300" distR="114300" simplePos="0" relativeHeight="251659264" behindDoc="0" locked="0" layoutInCell="1" allowOverlap="1" wp14:anchorId="051E6BC0" wp14:editId="0100EE62">
            <wp:simplePos x="0" y="0"/>
            <wp:positionH relativeFrom="column">
              <wp:posOffset>126664</wp:posOffset>
            </wp:positionH>
            <wp:positionV relativeFrom="paragraph">
              <wp:posOffset>-53788</wp:posOffset>
            </wp:positionV>
            <wp:extent cx="1450731" cy="2699239"/>
            <wp:effectExtent l="0" t="0" r="0" b="0"/>
            <wp:wrapNone/>
            <wp:docPr id="18" name="Picture 0" descr="Prize Ribbon Clipart 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ze Ribbon Clipart 1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731" cy="2699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F33">
        <w:rPr>
          <w:noProof/>
        </w:rPr>
        <w:drawing>
          <wp:anchor distT="0" distB="0" distL="114300" distR="114300" simplePos="0" relativeHeight="251658240" behindDoc="0" locked="0" layoutInCell="1" allowOverlap="1" wp14:anchorId="154A43DC" wp14:editId="3C9E1936">
            <wp:simplePos x="0" y="0"/>
            <wp:positionH relativeFrom="column">
              <wp:posOffset>-912935</wp:posOffset>
            </wp:positionH>
            <wp:positionV relativeFrom="paragraph">
              <wp:posOffset>-914400</wp:posOffset>
            </wp:positionV>
            <wp:extent cx="10700581" cy="7570177"/>
            <wp:effectExtent l="0" t="0" r="0" b="0"/>
            <wp:wrapNone/>
            <wp:docPr id="2" name="Picture 1" descr="Glass-Geometric-shapes-background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ss-Geometric-shapes-background-vector.jpg"/>
                    <pic:cNvPicPr/>
                  </pic:nvPicPr>
                  <pic:blipFill>
                    <a:blip r:embed="rId5">
                      <a:alphaModFix amt="3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3519" cy="7572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6BCB">
        <w:t xml:space="preserve"> </w:t>
      </w:r>
    </w:p>
    <w:sectPr w:rsidR="000E56ED" w:rsidSect="00A73F33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CB"/>
    <w:rsid w:val="0079279D"/>
    <w:rsid w:val="008A1245"/>
    <w:rsid w:val="009A588C"/>
    <w:rsid w:val="009D528E"/>
    <w:rsid w:val="00A73F33"/>
    <w:rsid w:val="00B4662B"/>
    <w:rsid w:val="00BC1B8C"/>
    <w:rsid w:val="00D1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DB65D"/>
  <w15:docId w15:val="{F3707149-C202-43C6-BEAB-5D931F78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membersip%20template%205.zip\Documents\member%20template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member template 1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2020-11-22T13:50:00Z</dcterms:created>
  <dcterms:modified xsi:type="dcterms:W3CDTF">2020-11-22T14:29:00Z</dcterms:modified>
</cp:coreProperties>
</file>