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61184" w14:textId="370821CF" w:rsidR="000E56ED" w:rsidRDefault="0033343D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750E10C" wp14:editId="7F1DD883">
                <wp:simplePos x="0" y="0"/>
                <wp:positionH relativeFrom="column">
                  <wp:posOffset>2040255</wp:posOffset>
                </wp:positionH>
                <wp:positionV relativeFrom="paragraph">
                  <wp:posOffset>5997575</wp:posOffset>
                </wp:positionV>
                <wp:extent cx="4521835" cy="497205"/>
                <wp:effectExtent l="1905" t="0" r="635" b="1270"/>
                <wp:wrapNone/>
                <wp:docPr id="2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1835" cy="4972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B3C12D" w14:textId="4B8E9B7B" w:rsidR="0033343D" w:rsidRPr="0033343D" w:rsidRDefault="0033343D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            </w:t>
                            </w:r>
                            <w:r w:rsidRPr="0033343D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50E10C" id="AutoShape 38" o:spid="_x0000_s1026" style="position:absolute;margin-left:160.65pt;margin-top:472.25pt;width:356.05pt;height:39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" filled="f" stroked="f">
                <v:textbox>
                  <w:txbxContent>
                    <w:p w14:paraId="20B3C12D" w14:textId="4B8E9B7B" w:rsidR="0033343D" w:rsidRPr="0033343D" w:rsidRDefault="0033343D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             </w:t>
                      </w:r>
                      <w:r w:rsidRPr="0033343D">
                        <w:rPr>
                          <w:b/>
                          <w:bCs/>
                          <w:sz w:val="36"/>
                          <w:szCs w:val="36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EAE9D7" wp14:editId="7C662E4F">
                <wp:simplePos x="0" y="0"/>
                <wp:positionH relativeFrom="column">
                  <wp:posOffset>501650</wp:posOffset>
                </wp:positionH>
                <wp:positionV relativeFrom="paragraph">
                  <wp:posOffset>2444115</wp:posOffset>
                </wp:positionV>
                <wp:extent cx="8343900" cy="3754755"/>
                <wp:effectExtent l="0" t="0" r="3175" b="1905"/>
                <wp:wrapNone/>
                <wp:docPr id="2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3754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EE544" w14:textId="77777777" w:rsidR="00271A71" w:rsidRPr="00B55D77" w:rsidRDefault="00C37EDD">
                            <w:pPr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                                      </w:t>
                            </w:r>
                            <w:r w:rsidR="001D56E9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                   </w:t>
                            </w:r>
                            <w:r w:rsidR="00271A71" w:rsidRPr="00B55D77"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28"/>
                                <w:szCs w:val="28"/>
                              </w:rPr>
                              <w:t>This is to Certify the</w:t>
                            </w:r>
                          </w:p>
                          <w:p w14:paraId="000E1568" w14:textId="77777777" w:rsidR="00271A71" w:rsidRPr="00B55D77" w:rsidRDefault="001D56E9">
                            <w:pPr>
                              <w:rPr>
                                <w:rFonts w:ascii="Brush Script MT" w:hAnsi="Brush Script MT"/>
                                <w:color w:val="00B05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color w:val="548DD4" w:themeColor="text2" w:themeTint="99"/>
                                <w:sz w:val="96"/>
                                <w:szCs w:val="96"/>
                              </w:rPr>
                              <w:t xml:space="preserve">           </w:t>
                            </w:r>
                            <w:r w:rsidR="00C37EDD">
                              <w:rPr>
                                <w:rFonts w:ascii="Brush Script MT" w:hAnsi="Brush Script MT"/>
                                <w:color w:val="548DD4" w:themeColor="text2" w:themeTint="99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271A71" w:rsidRPr="00B55D77">
                              <w:rPr>
                                <w:rFonts w:ascii="Brush Script MT" w:hAnsi="Brush Script MT"/>
                                <w:color w:val="00B050"/>
                                <w:sz w:val="96"/>
                                <w:szCs w:val="96"/>
                              </w:rPr>
                              <w:t>Jordan Sullivan</w:t>
                            </w:r>
                          </w:p>
                          <w:p w14:paraId="3757F6FF" w14:textId="77777777" w:rsidR="00271A71" w:rsidRPr="00B55D77" w:rsidRDefault="00C37EDD">
                            <w:pPr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                             </w:t>
                            </w:r>
                            <w:r w:rsidR="00271A71" w:rsidRPr="00B55D77"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28"/>
                                <w:szCs w:val="28"/>
                              </w:rPr>
                              <w:t xml:space="preserve">Has reserved and contributed </w:t>
                            </w:r>
                            <w:r w:rsidRPr="00B55D77"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28"/>
                                <w:szCs w:val="28"/>
                              </w:rPr>
                              <w:t xml:space="preserve">to the organization and is hereby </w:t>
                            </w:r>
                            <w:r w:rsidRPr="00B55D77"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28"/>
                                <w:szCs w:val="28"/>
                              </w:rPr>
                              <w:br/>
                              <w:t xml:space="preserve">                                          recognized as an honorary member of the organization.</w:t>
                            </w:r>
                          </w:p>
                          <w:p w14:paraId="44AB61AA" w14:textId="77777777" w:rsidR="00C37EDD" w:rsidRPr="00B55D77" w:rsidRDefault="00C37EDD">
                            <w:pPr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28"/>
                                <w:szCs w:val="28"/>
                              </w:rPr>
                            </w:pPr>
                            <w:r w:rsidRPr="00B55D77"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28"/>
                                <w:szCs w:val="28"/>
                              </w:rPr>
                              <w:t xml:space="preserve">                                                                 Given this November 23, 2020                                              </w:t>
                            </w:r>
                          </w:p>
                          <w:p w14:paraId="7DCE93BE" w14:textId="77777777" w:rsidR="00C37EDD" w:rsidRPr="00B55D77" w:rsidRDefault="00C37EDD">
                            <w:pPr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28"/>
                                <w:szCs w:val="28"/>
                              </w:rPr>
                            </w:pPr>
                            <w:r w:rsidRPr="00B55D77"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28"/>
                                <w:szCs w:val="28"/>
                              </w:rPr>
                              <w:t xml:space="preserve">                                                          </w:t>
                            </w:r>
                            <w:r w:rsidR="00185C11"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28"/>
                                <w:szCs w:val="28"/>
                              </w:rPr>
                              <w:br/>
                            </w:r>
                            <w:r w:rsidR="00185C11"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28"/>
                                <w:szCs w:val="28"/>
                              </w:rPr>
                              <w:br/>
                              <w:t xml:space="preserve">                                                          </w:t>
                            </w:r>
                            <w:r w:rsidRPr="00B55D77"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28"/>
                                <w:szCs w:val="28"/>
                              </w:rPr>
                              <w:t xml:space="preserve">            ____________________________</w:t>
                            </w:r>
                            <w:r w:rsidRPr="00B55D77">
                              <w:rPr>
                                <w:rFonts w:asciiTheme="majorHAnsi" w:hAnsiTheme="majorHAnsi"/>
                                <w:color w:val="4F6228" w:themeColor="accent3" w:themeShade="80"/>
                                <w:sz w:val="28"/>
                                <w:szCs w:val="28"/>
                              </w:rPr>
                              <w:br/>
                              <w:t xml:space="preserve">                                                                                  Chairperson</w:t>
                            </w:r>
                          </w:p>
                          <w:p w14:paraId="7906C9D2" w14:textId="77777777" w:rsidR="00C37EDD" w:rsidRDefault="00C37E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EAE9D7" id="Rectangle 7" o:spid="_x0000_s1027" style="position:absolute;margin-left:39.5pt;margin-top:192.45pt;width:657pt;height:29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" filled="f" stroked="f">
                <v:textbox>
                  <w:txbxContent>
                    <w:p w14:paraId="16DEE544" w14:textId="77777777" w:rsidR="00271A71" w:rsidRPr="00B55D77" w:rsidRDefault="00C37EDD">
                      <w:pPr>
                        <w:rPr>
                          <w:rFonts w:asciiTheme="majorHAnsi" w:hAnsiTheme="majorHAnsi"/>
                          <w:color w:val="4F6228" w:themeColor="accent3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                                      </w:t>
                      </w:r>
                      <w:r w:rsidR="001D56E9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                   </w:t>
                      </w:r>
                      <w:r w:rsidR="00271A71" w:rsidRPr="00B55D77">
                        <w:rPr>
                          <w:rFonts w:asciiTheme="majorHAnsi" w:hAnsiTheme="majorHAnsi"/>
                          <w:color w:val="4F6228" w:themeColor="accent3" w:themeShade="80"/>
                          <w:sz w:val="28"/>
                          <w:szCs w:val="28"/>
                        </w:rPr>
                        <w:t>This is to Certify the</w:t>
                      </w:r>
                    </w:p>
                    <w:p w14:paraId="000E1568" w14:textId="77777777" w:rsidR="00271A71" w:rsidRPr="00B55D77" w:rsidRDefault="001D56E9">
                      <w:pPr>
                        <w:rPr>
                          <w:rFonts w:ascii="Brush Script MT" w:hAnsi="Brush Script MT"/>
                          <w:color w:val="00B050"/>
                          <w:sz w:val="96"/>
                          <w:szCs w:val="96"/>
                        </w:rPr>
                      </w:pPr>
                      <w:r>
                        <w:rPr>
                          <w:rFonts w:ascii="Brush Script MT" w:hAnsi="Brush Script MT"/>
                          <w:color w:val="548DD4" w:themeColor="text2" w:themeTint="99"/>
                          <w:sz w:val="96"/>
                          <w:szCs w:val="96"/>
                        </w:rPr>
                        <w:t xml:space="preserve">           </w:t>
                      </w:r>
                      <w:r w:rsidR="00C37EDD">
                        <w:rPr>
                          <w:rFonts w:ascii="Brush Script MT" w:hAnsi="Brush Script MT"/>
                          <w:color w:val="548DD4" w:themeColor="text2" w:themeTint="99"/>
                          <w:sz w:val="96"/>
                          <w:szCs w:val="96"/>
                        </w:rPr>
                        <w:t xml:space="preserve"> </w:t>
                      </w:r>
                      <w:r w:rsidR="00271A71" w:rsidRPr="00B55D77">
                        <w:rPr>
                          <w:rFonts w:ascii="Brush Script MT" w:hAnsi="Brush Script MT"/>
                          <w:color w:val="00B050"/>
                          <w:sz w:val="96"/>
                          <w:szCs w:val="96"/>
                        </w:rPr>
                        <w:t>Jordan Sullivan</w:t>
                      </w:r>
                    </w:p>
                    <w:p w14:paraId="3757F6FF" w14:textId="77777777" w:rsidR="00271A71" w:rsidRPr="00B55D77" w:rsidRDefault="00C37EDD">
                      <w:pPr>
                        <w:rPr>
                          <w:rFonts w:asciiTheme="majorHAnsi" w:hAnsiTheme="majorHAnsi"/>
                          <w:color w:val="4F6228" w:themeColor="accent3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                             </w:t>
                      </w:r>
                      <w:r w:rsidR="00271A71" w:rsidRPr="00B55D77">
                        <w:rPr>
                          <w:rFonts w:asciiTheme="majorHAnsi" w:hAnsiTheme="majorHAnsi"/>
                          <w:color w:val="4F6228" w:themeColor="accent3" w:themeShade="80"/>
                          <w:sz w:val="28"/>
                          <w:szCs w:val="28"/>
                        </w:rPr>
                        <w:t xml:space="preserve">Has reserved and contributed </w:t>
                      </w:r>
                      <w:r w:rsidRPr="00B55D77">
                        <w:rPr>
                          <w:rFonts w:asciiTheme="majorHAnsi" w:hAnsiTheme="majorHAnsi"/>
                          <w:color w:val="4F6228" w:themeColor="accent3" w:themeShade="80"/>
                          <w:sz w:val="28"/>
                          <w:szCs w:val="28"/>
                        </w:rPr>
                        <w:t xml:space="preserve">to the organization and is hereby </w:t>
                      </w:r>
                      <w:r w:rsidRPr="00B55D77">
                        <w:rPr>
                          <w:rFonts w:asciiTheme="majorHAnsi" w:hAnsiTheme="majorHAnsi"/>
                          <w:color w:val="4F6228" w:themeColor="accent3" w:themeShade="80"/>
                          <w:sz w:val="28"/>
                          <w:szCs w:val="28"/>
                        </w:rPr>
                        <w:br/>
                        <w:t xml:space="preserve">                                          recognized as an honorary member of the organization.</w:t>
                      </w:r>
                    </w:p>
                    <w:p w14:paraId="44AB61AA" w14:textId="77777777" w:rsidR="00C37EDD" w:rsidRPr="00B55D77" w:rsidRDefault="00C37EDD">
                      <w:pPr>
                        <w:rPr>
                          <w:rFonts w:asciiTheme="majorHAnsi" w:hAnsiTheme="majorHAnsi"/>
                          <w:color w:val="4F6228" w:themeColor="accent3" w:themeShade="80"/>
                          <w:sz w:val="28"/>
                          <w:szCs w:val="28"/>
                        </w:rPr>
                      </w:pPr>
                      <w:r w:rsidRPr="00B55D77">
                        <w:rPr>
                          <w:rFonts w:asciiTheme="majorHAnsi" w:hAnsiTheme="majorHAnsi"/>
                          <w:color w:val="4F6228" w:themeColor="accent3" w:themeShade="80"/>
                          <w:sz w:val="28"/>
                          <w:szCs w:val="28"/>
                        </w:rPr>
                        <w:t xml:space="preserve">                                                                 Given this November 23, 2020                                              </w:t>
                      </w:r>
                    </w:p>
                    <w:p w14:paraId="7DCE93BE" w14:textId="77777777" w:rsidR="00C37EDD" w:rsidRPr="00B55D77" w:rsidRDefault="00C37EDD">
                      <w:pPr>
                        <w:rPr>
                          <w:rFonts w:asciiTheme="majorHAnsi" w:hAnsiTheme="majorHAnsi"/>
                          <w:color w:val="4F6228" w:themeColor="accent3" w:themeShade="80"/>
                          <w:sz w:val="28"/>
                          <w:szCs w:val="28"/>
                        </w:rPr>
                      </w:pPr>
                      <w:r w:rsidRPr="00B55D77">
                        <w:rPr>
                          <w:rFonts w:asciiTheme="majorHAnsi" w:hAnsiTheme="majorHAnsi"/>
                          <w:color w:val="4F6228" w:themeColor="accent3" w:themeShade="80"/>
                          <w:sz w:val="28"/>
                          <w:szCs w:val="28"/>
                        </w:rPr>
                        <w:t xml:space="preserve">                                                          </w:t>
                      </w:r>
                      <w:r w:rsidR="00185C11">
                        <w:rPr>
                          <w:rFonts w:asciiTheme="majorHAnsi" w:hAnsiTheme="majorHAnsi"/>
                          <w:color w:val="4F6228" w:themeColor="accent3" w:themeShade="80"/>
                          <w:sz w:val="28"/>
                          <w:szCs w:val="28"/>
                        </w:rPr>
                        <w:br/>
                      </w:r>
                      <w:r w:rsidR="00185C11">
                        <w:rPr>
                          <w:rFonts w:asciiTheme="majorHAnsi" w:hAnsiTheme="majorHAnsi"/>
                          <w:color w:val="4F6228" w:themeColor="accent3" w:themeShade="80"/>
                          <w:sz w:val="28"/>
                          <w:szCs w:val="28"/>
                        </w:rPr>
                        <w:br/>
                        <w:t xml:space="preserve">                                                          </w:t>
                      </w:r>
                      <w:r w:rsidRPr="00B55D77">
                        <w:rPr>
                          <w:rFonts w:asciiTheme="majorHAnsi" w:hAnsiTheme="majorHAnsi"/>
                          <w:color w:val="4F6228" w:themeColor="accent3" w:themeShade="80"/>
                          <w:sz w:val="28"/>
                          <w:szCs w:val="28"/>
                        </w:rPr>
                        <w:t xml:space="preserve">            ____________________________</w:t>
                      </w:r>
                      <w:r w:rsidRPr="00B55D77">
                        <w:rPr>
                          <w:rFonts w:asciiTheme="majorHAnsi" w:hAnsiTheme="majorHAnsi"/>
                          <w:color w:val="4F6228" w:themeColor="accent3" w:themeShade="80"/>
                          <w:sz w:val="28"/>
                          <w:szCs w:val="28"/>
                        </w:rPr>
                        <w:br/>
                        <w:t xml:space="preserve">                                                                                  Chairperson</w:t>
                      </w:r>
                    </w:p>
                    <w:p w14:paraId="7906C9D2" w14:textId="77777777" w:rsidR="00C37EDD" w:rsidRDefault="00C37ED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419C4BB" wp14:editId="5F50452F">
                <wp:simplePos x="0" y="0"/>
                <wp:positionH relativeFrom="column">
                  <wp:posOffset>9231630</wp:posOffset>
                </wp:positionH>
                <wp:positionV relativeFrom="paragraph">
                  <wp:posOffset>5794375</wp:posOffset>
                </wp:positionV>
                <wp:extent cx="589280" cy="896620"/>
                <wp:effectExtent l="30480" t="31750" r="37465" b="33655"/>
                <wp:wrapNone/>
                <wp:docPr id="2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280" cy="89662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88A9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7" o:spid="_x0000_s1026" type="#_x0000_t32" style="position:absolute;margin-left:726.9pt;margin-top:456.25pt;width:46.4pt;height:70.6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9D1BC9" wp14:editId="16CAC8EF">
                <wp:simplePos x="0" y="0"/>
                <wp:positionH relativeFrom="column">
                  <wp:posOffset>8959215</wp:posOffset>
                </wp:positionH>
                <wp:positionV relativeFrom="paragraph">
                  <wp:posOffset>5442585</wp:posOffset>
                </wp:positionV>
                <wp:extent cx="861695" cy="1292225"/>
                <wp:effectExtent l="34290" t="32385" r="37465" b="37465"/>
                <wp:wrapNone/>
                <wp:docPr id="2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1695" cy="129222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719FB" id="AutoShape 36" o:spid="_x0000_s1026" type="#_x0000_t32" style="position:absolute;margin-left:705.45pt;margin-top:428.55pt;width:67.85pt;height:101.7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53FF6C3" wp14:editId="159D92F5">
                <wp:simplePos x="0" y="0"/>
                <wp:positionH relativeFrom="column">
                  <wp:posOffset>8739505</wp:posOffset>
                </wp:positionH>
                <wp:positionV relativeFrom="paragraph">
                  <wp:posOffset>5002530</wp:posOffset>
                </wp:positionV>
                <wp:extent cx="1143000" cy="1688465"/>
                <wp:effectExtent l="33655" t="30480" r="33020" b="33655"/>
                <wp:wrapNone/>
                <wp:docPr id="2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0" cy="168846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B9DAD" id="AutoShape 35" o:spid="_x0000_s1026" type="#_x0000_t32" style="position:absolute;margin-left:688.15pt;margin-top:393.9pt;width:90pt;height:132.9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1EA83B7" wp14:editId="1B6F24C5">
                <wp:simplePos x="0" y="0"/>
                <wp:positionH relativeFrom="column">
                  <wp:posOffset>8449310</wp:posOffset>
                </wp:positionH>
                <wp:positionV relativeFrom="paragraph">
                  <wp:posOffset>4633595</wp:posOffset>
                </wp:positionV>
                <wp:extent cx="1371600" cy="2057400"/>
                <wp:effectExtent l="29210" t="33020" r="37465" b="33655"/>
                <wp:wrapNone/>
                <wp:docPr id="2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1600" cy="205740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B613B" id="AutoShape 34" o:spid="_x0000_s1026" type="#_x0000_t32" style="position:absolute;margin-left:665.3pt;margin-top:364.85pt;width:108pt;height:162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CBB408" wp14:editId="6F78A803">
                <wp:simplePos x="0" y="0"/>
                <wp:positionH relativeFrom="column">
                  <wp:posOffset>7851775</wp:posOffset>
                </wp:positionH>
                <wp:positionV relativeFrom="paragraph">
                  <wp:posOffset>3886200</wp:posOffset>
                </wp:positionV>
                <wp:extent cx="1969135" cy="2848610"/>
                <wp:effectExtent l="31750" t="38100" r="37465" b="37465"/>
                <wp:wrapNone/>
                <wp:docPr id="19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69135" cy="284861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2344D" id="AutoShape 32" o:spid="_x0000_s1026" type="#_x0000_t32" style="position:absolute;margin-left:618.25pt;margin-top:306pt;width:155.05pt;height:224.3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C68BB8" wp14:editId="71604845">
                <wp:simplePos x="0" y="0"/>
                <wp:positionH relativeFrom="column">
                  <wp:posOffset>8133080</wp:posOffset>
                </wp:positionH>
                <wp:positionV relativeFrom="paragraph">
                  <wp:posOffset>4308475</wp:posOffset>
                </wp:positionV>
                <wp:extent cx="1687830" cy="2426335"/>
                <wp:effectExtent l="36830" t="31750" r="37465" b="37465"/>
                <wp:wrapNone/>
                <wp:docPr id="1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87830" cy="242633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4E736" id="AutoShape 33" o:spid="_x0000_s1026" type="#_x0000_t32" style="position:absolute;margin-left:640.4pt;margin-top:339.25pt;width:132.9pt;height:191.0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4EAF294" wp14:editId="258F3CAB">
                <wp:simplePos x="0" y="0"/>
                <wp:positionH relativeFrom="column">
                  <wp:posOffset>7420610</wp:posOffset>
                </wp:positionH>
                <wp:positionV relativeFrom="paragraph">
                  <wp:posOffset>3525520</wp:posOffset>
                </wp:positionV>
                <wp:extent cx="2400300" cy="3473450"/>
                <wp:effectExtent l="29210" t="29845" r="37465" b="30480"/>
                <wp:wrapNone/>
                <wp:docPr id="1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0300" cy="347345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003A4" id="AutoShape 31" o:spid="_x0000_s1026" type="#_x0000_t32" style="position:absolute;margin-left:584.3pt;margin-top:277.6pt;width:189pt;height:273.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68DE59" wp14:editId="11FAB351">
                <wp:simplePos x="0" y="0"/>
                <wp:positionH relativeFrom="column">
                  <wp:posOffset>7315200</wp:posOffset>
                </wp:positionH>
                <wp:positionV relativeFrom="paragraph">
                  <wp:posOffset>3129915</wp:posOffset>
                </wp:positionV>
                <wp:extent cx="2505710" cy="3561080"/>
                <wp:effectExtent l="28575" t="34290" r="37465" b="33655"/>
                <wp:wrapNone/>
                <wp:docPr id="1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05710" cy="356108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6BD84" id="AutoShape 30" o:spid="_x0000_s1026" type="#_x0000_t32" style="position:absolute;margin-left:8in;margin-top:246.45pt;width:197.3pt;height:280.4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626DA38" wp14:editId="12F94C3B">
                <wp:simplePos x="0" y="0"/>
                <wp:positionH relativeFrom="column">
                  <wp:posOffset>7033895</wp:posOffset>
                </wp:positionH>
                <wp:positionV relativeFrom="paragraph">
                  <wp:posOffset>2769870</wp:posOffset>
                </wp:positionV>
                <wp:extent cx="2787015" cy="3921125"/>
                <wp:effectExtent l="33020" t="36195" r="37465" b="33655"/>
                <wp:wrapNone/>
                <wp:docPr id="1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87015" cy="392112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7F855" id="AutoShape 29" o:spid="_x0000_s1026" type="#_x0000_t32" style="position:absolute;margin-left:553.85pt;margin-top:218.1pt;width:219.45pt;height:308.7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8E60AC" wp14:editId="73ACF134">
                <wp:simplePos x="0" y="0"/>
                <wp:positionH relativeFrom="column">
                  <wp:posOffset>2040255</wp:posOffset>
                </wp:positionH>
                <wp:positionV relativeFrom="paragraph">
                  <wp:posOffset>-563245</wp:posOffset>
                </wp:positionV>
                <wp:extent cx="4404995" cy="2945765"/>
                <wp:effectExtent l="1905" t="0" r="3175" b="0"/>
                <wp:wrapNone/>
                <wp:docPr id="1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4995" cy="294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CDBF2F" w14:textId="4BC3DA2C" w:rsidR="00271A71" w:rsidRPr="00B55D77" w:rsidRDefault="00271A71">
                            <w:pPr>
                              <w:rPr>
                                <w:rFonts w:asciiTheme="majorHAnsi" w:hAnsiTheme="majorHAnsi"/>
                                <w:b/>
                                <w:color w:val="4F6228" w:themeColor="accent3" w:themeShade="8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  <w:sz w:val="96"/>
                                <w:szCs w:val="96"/>
                              </w:rPr>
                              <w:t xml:space="preserve">    </w:t>
                            </w:r>
                            <w:r w:rsidR="00B55D77">
                              <w:rPr>
                                <w:rFonts w:ascii="Monotype Corsiva" w:hAnsi="Monotype Corsiva"/>
                                <w:color w:val="17365D" w:themeColor="text2" w:themeShade="BF"/>
                                <w:sz w:val="96"/>
                                <w:szCs w:val="96"/>
                              </w:rPr>
                              <w:t xml:space="preserve">    </w:t>
                            </w:r>
                            <w:r w:rsidR="00C37EDD" w:rsidRPr="00B55D77">
                              <w:rPr>
                                <w:rFonts w:asciiTheme="majorHAnsi" w:hAnsiTheme="majorHAnsi"/>
                                <w:b/>
                                <w:color w:val="4F6228" w:themeColor="accent3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53A2F">
                              <w:rPr>
                                <w:rFonts w:asciiTheme="majorHAnsi" w:hAnsiTheme="majorHAnsi"/>
                                <w:b/>
                                <w:color w:val="4F6228" w:themeColor="accent3" w:themeShade="80"/>
                                <w:sz w:val="32"/>
                                <w:szCs w:val="32"/>
                              </w:rPr>
                              <w:t xml:space="preserve">Hamfield </w:t>
                            </w:r>
                            <w:r w:rsidR="00C37EDD" w:rsidRPr="00B55D77">
                              <w:rPr>
                                <w:rFonts w:asciiTheme="majorHAnsi" w:hAnsiTheme="majorHAnsi"/>
                                <w:b/>
                                <w:color w:val="4F6228" w:themeColor="accent3" w:themeShade="80"/>
                                <w:sz w:val="32"/>
                                <w:szCs w:val="32"/>
                              </w:rPr>
                              <w:t xml:space="preserve">Council </w:t>
                            </w:r>
                            <w:r w:rsidRPr="00B55D77">
                              <w:rPr>
                                <w:rFonts w:asciiTheme="majorHAnsi" w:hAnsiTheme="majorHAnsi"/>
                                <w:b/>
                                <w:color w:val="4F6228" w:themeColor="accent3" w:themeShade="80"/>
                                <w:sz w:val="32"/>
                                <w:szCs w:val="32"/>
                              </w:rPr>
                              <w:t xml:space="preserve">of </w:t>
                            </w:r>
                            <w:r w:rsidRPr="00B55D77">
                              <w:rPr>
                                <w:rFonts w:asciiTheme="majorHAnsi" w:hAnsiTheme="majorHAnsi"/>
                                <w:b/>
                                <w:color w:val="4F6228" w:themeColor="accent3" w:themeShade="80"/>
                                <w:sz w:val="32"/>
                                <w:szCs w:val="32"/>
                              </w:rPr>
                              <w:br/>
                              <w:t xml:space="preserve">                       </w:t>
                            </w:r>
                            <w:r w:rsidR="00B55D77" w:rsidRPr="00B55D77">
                              <w:rPr>
                                <w:rFonts w:asciiTheme="majorHAnsi" w:hAnsiTheme="majorHAnsi"/>
                                <w:b/>
                                <w:color w:val="4F6228" w:themeColor="accent3" w:themeShade="80"/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 w:rsidRPr="00B55D77">
                              <w:rPr>
                                <w:rFonts w:asciiTheme="majorHAnsi" w:hAnsiTheme="majorHAnsi"/>
                                <w:b/>
                                <w:color w:val="4F6228" w:themeColor="accent3" w:themeShade="80"/>
                                <w:sz w:val="32"/>
                                <w:szCs w:val="32"/>
                              </w:rPr>
                              <w:t>New York</w:t>
                            </w:r>
                            <w:r w:rsidRPr="00B55D77">
                              <w:rPr>
                                <w:rFonts w:asciiTheme="majorHAnsi" w:hAnsiTheme="majorHAnsi"/>
                                <w:b/>
                                <w:color w:val="4F6228" w:themeColor="accent3" w:themeShade="80"/>
                                <w:sz w:val="96"/>
                                <w:szCs w:val="96"/>
                              </w:rPr>
                              <w:t xml:space="preserve">  </w:t>
                            </w:r>
                          </w:p>
                          <w:p w14:paraId="402C1FFA" w14:textId="77777777" w:rsidR="00271A71" w:rsidRPr="00B55D77" w:rsidRDefault="00271A71">
                            <w:pPr>
                              <w:rPr>
                                <w:rFonts w:asciiTheme="majorHAnsi" w:hAnsiTheme="majorHAnsi"/>
                                <w:color w:val="00B05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  <w:sz w:val="96"/>
                                <w:szCs w:val="96"/>
                              </w:rPr>
                              <w:t xml:space="preserve">     </w:t>
                            </w:r>
                            <w:r w:rsidRPr="00B55D77">
                              <w:rPr>
                                <w:rFonts w:asciiTheme="majorHAnsi" w:hAnsiTheme="majorHAnsi"/>
                                <w:color w:val="00B050"/>
                                <w:sz w:val="96"/>
                                <w:szCs w:val="96"/>
                              </w:rPr>
                              <w:t>Certificate</w:t>
                            </w:r>
                          </w:p>
                          <w:p w14:paraId="77D3929B" w14:textId="77777777" w:rsidR="00271A71" w:rsidRDefault="001D56E9">
                            <w:pPr>
                              <w:rPr>
                                <w:rFonts w:asciiTheme="majorHAnsi" w:hAnsiTheme="majorHAnsi"/>
                                <w:color w:val="00B05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00B05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271A71" w:rsidRPr="00B55D77">
                              <w:rPr>
                                <w:rFonts w:asciiTheme="majorHAnsi" w:hAnsiTheme="majorHAnsi"/>
                                <w:color w:val="00B050"/>
                                <w:sz w:val="96"/>
                                <w:szCs w:val="96"/>
                              </w:rPr>
                              <w:t>Of Membership</w:t>
                            </w:r>
                          </w:p>
                          <w:p w14:paraId="0AAC4DE1" w14:textId="77777777" w:rsidR="001D56E9" w:rsidRPr="001D56E9" w:rsidRDefault="001D56E9">
                            <w:pPr>
                              <w:rPr>
                                <w:rFonts w:asciiTheme="majorHAnsi" w:hAnsiTheme="majorHAnsi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00B050"/>
                                <w:sz w:val="20"/>
                                <w:szCs w:val="20"/>
                              </w:rPr>
                              <w:t xml:space="preserve">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E60AC" id="Rectangle 6" o:spid="_x0000_s1028" style="position:absolute;margin-left:160.65pt;margin-top:-44.35pt;width:346.85pt;height:23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" filled="f" stroked="f">
                <v:textbox>
                  <w:txbxContent>
                    <w:p w14:paraId="10CDBF2F" w14:textId="4BC3DA2C" w:rsidR="00271A71" w:rsidRPr="00B55D77" w:rsidRDefault="00271A71">
                      <w:pPr>
                        <w:rPr>
                          <w:rFonts w:asciiTheme="majorHAnsi" w:hAnsiTheme="majorHAnsi"/>
                          <w:b/>
                          <w:color w:val="4F6228" w:themeColor="accent3" w:themeShade="80"/>
                          <w:sz w:val="96"/>
                          <w:szCs w:val="96"/>
                        </w:rPr>
                      </w:pPr>
                      <w:r>
                        <w:rPr>
                          <w:rFonts w:ascii="Monotype Corsiva" w:hAnsi="Monotype Corsiva"/>
                          <w:color w:val="17365D" w:themeColor="text2" w:themeShade="BF"/>
                          <w:sz w:val="96"/>
                          <w:szCs w:val="96"/>
                        </w:rPr>
                        <w:t xml:space="preserve">    </w:t>
                      </w:r>
                      <w:r w:rsidR="00B55D77">
                        <w:rPr>
                          <w:rFonts w:ascii="Monotype Corsiva" w:hAnsi="Monotype Corsiva"/>
                          <w:color w:val="17365D" w:themeColor="text2" w:themeShade="BF"/>
                          <w:sz w:val="96"/>
                          <w:szCs w:val="96"/>
                        </w:rPr>
                        <w:t xml:space="preserve">    </w:t>
                      </w:r>
                      <w:r w:rsidR="00C37EDD" w:rsidRPr="00B55D77">
                        <w:rPr>
                          <w:rFonts w:asciiTheme="majorHAnsi" w:hAnsiTheme="majorHAnsi"/>
                          <w:b/>
                          <w:color w:val="4F6228" w:themeColor="accent3" w:themeShade="80"/>
                          <w:sz w:val="32"/>
                          <w:szCs w:val="32"/>
                        </w:rPr>
                        <w:t xml:space="preserve"> </w:t>
                      </w:r>
                      <w:r w:rsidR="00A53A2F">
                        <w:rPr>
                          <w:rFonts w:asciiTheme="majorHAnsi" w:hAnsiTheme="majorHAnsi"/>
                          <w:b/>
                          <w:color w:val="4F6228" w:themeColor="accent3" w:themeShade="80"/>
                          <w:sz w:val="32"/>
                          <w:szCs w:val="32"/>
                        </w:rPr>
                        <w:t xml:space="preserve">Hamfield </w:t>
                      </w:r>
                      <w:r w:rsidR="00C37EDD" w:rsidRPr="00B55D77">
                        <w:rPr>
                          <w:rFonts w:asciiTheme="majorHAnsi" w:hAnsiTheme="majorHAnsi"/>
                          <w:b/>
                          <w:color w:val="4F6228" w:themeColor="accent3" w:themeShade="80"/>
                          <w:sz w:val="32"/>
                          <w:szCs w:val="32"/>
                        </w:rPr>
                        <w:t xml:space="preserve">Council </w:t>
                      </w:r>
                      <w:r w:rsidRPr="00B55D77">
                        <w:rPr>
                          <w:rFonts w:asciiTheme="majorHAnsi" w:hAnsiTheme="majorHAnsi"/>
                          <w:b/>
                          <w:color w:val="4F6228" w:themeColor="accent3" w:themeShade="80"/>
                          <w:sz w:val="32"/>
                          <w:szCs w:val="32"/>
                        </w:rPr>
                        <w:t xml:space="preserve">of </w:t>
                      </w:r>
                      <w:r w:rsidRPr="00B55D77">
                        <w:rPr>
                          <w:rFonts w:asciiTheme="majorHAnsi" w:hAnsiTheme="majorHAnsi"/>
                          <w:b/>
                          <w:color w:val="4F6228" w:themeColor="accent3" w:themeShade="80"/>
                          <w:sz w:val="32"/>
                          <w:szCs w:val="32"/>
                        </w:rPr>
                        <w:br/>
                        <w:t xml:space="preserve">                       </w:t>
                      </w:r>
                      <w:r w:rsidR="00B55D77" w:rsidRPr="00B55D77">
                        <w:rPr>
                          <w:rFonts w:asciiTheme="majorHAnsi" w:hAnsiTheme="majorHAnsi"/>
                          <w:b/>
                          <w:color w:val="4F6228" w:themeColor="accent3" w:themeShade="80"/>
                          <w:sz w:val="32"/>
                          <w:szCs w:val="32"/>
                        </w:rPr>
                        <w:t xml:space="preserve">             </w:t>
                      </w:r>
                      <w:r w:rsidRPr="00B55D77">
                        <w:rPr>
                          <w:rFonts w:asciiTheme="majorHAnsi" w:hAnsiTheme="majorHAnsi"/>
                          <w:b/>
                          <w:color w:val="4F6228" w:themeColor="accent3" w:themeShade="80"/>
                          <w:sz w:val="32"/>
                          <w:szCs w:val="32"/>
                        </w:rPr>
                        <w:t>New York</w:t>
                      </w:r>
                      <w:r w:rsidRPr="00B55D77">
                        <w:rPr>
                          <w:rFonts w:asciiTheme="majorHAnsi" w:hAnsiTheme="majorHAnsi"/>
                          <w:b/>
                          <w:color w:val="4F6228" w:themeColor="accent3" w:themeShade="80"/>
                          <w:sz w:val="96"/>
                          <w:szCs w:val="96"/>
                        </w:rPr>
                        <w:t xml:space="preserve">  </w:t>
                      </w:r>
                    </w:p>
                    <w:p w14:paraId="402C1FFA" w14:textId="77777777" w:rsidR="00271A71" w:rsidRPr="00B55D77" w:rsidRDefault="00271A71">
                      <w:pPr>
                        <w:rPr>
                          <w:rFonts w:asciiTheme="majorHAnsi" w:hAnsiTheme="majorHAnsi"/>
                          <w:color w:val="00B050"/>
                          <w:sz w:val="96"/>
                          <w:szCs w:val="96"/>
                        </w:rPr>
                      </w:pPr>
                      <w:r>
                        <w:rPr>
                          <w:rFonts w:ascii="Monotype Corsiva" w:hAnsi="Monotype Corsiva"/>
                          <w:color w:val="17365D" w:themeColor="text2" w:themeShade="BF"/>
                          <w:sz w:val="96"/>
                          <w:szCs w:val="96"/>
                        </w:rPr>
                        <w:t xml:space="preserve">     </w:t>
                      </w:r>
                      <w:r w:rsidRPr="00B55D77">
                        <w:rPr>
                          <w:rFonts w:asciiTheme="majorHAnsi" w:hAnsiTheme="majorHAnsi"/>
                          <w:color w:val="00B050"/>
                          <w:sz w:val="96"/>
                          <w:szCs w:val="96"/>
                        </w:rPr>
                        <w:t>Certificate</w:t>
                      </w:r>
                    </w:p>
                    <w:p w14:paraId="77D3929B" w14:textId="77777777" w:rsidR="00271A71" w:rsidRDefault="001D56E9">
                      <w:pPr>
                        <w:rPr>
                          <w:rFonts w:asciiTheme="majorHAnsi" w:hAnsiTheme="majorHAnsi"/>
                          <w:color w:val="00B050"/>
                          <w:sz w:val="96"/>
                          <w:szCs w:val="96"/>
                        </w:rPr>
                      </w:pPr>
                      <w:r>
                        <w:rPr>
                          <w:rFonts w:asciiTheme="majorHAnsi" w:hAnsiTheme="majorHAnsi"/>
                          <w:color w:val="00B050"/>
                          <w:sz w:val="96"/>
                          <w:szCs w:val="96"/>
                        </w:rPr>
                        <w:t xml:space="preserve"> </w:t>
                      </w:r>
                      <w:r w:rsidR="00271A71" w:rsidRPr="00B55D77">
                        <w:rPr>
                          <w:rFonts w:asciiTheme="majorHAnsi" w:hAnsiTheme="majorHAnsi"/>
                          <w:color w:val="00B050"/>
                          <w:sz w:val="96"/>
                          <w:szCs w:val="96"/>
                        </w:rPr>
                        <w:t>Of Membership</w:t>
                      </w:r>
                    </w:p>
                    <w:p w14:paraId="0AAC4DE1" w14:textId="77777777" w:rsidR="001D56E9" w:rsidRPr="001D56E9" w:rsidRDefault="001D56E9">
                      <w:pPr>
                        <w:rPr>
                          <w:rFonts w:asciiTheme="majorHAnsi" w:hAnsiTheme="majorHAnsi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color w:val="00B050"/>
                          <w:sz w:val="20"/>
                          <w:szCs w:val="20"/>
                        </w:rPr>
                        <w:t xml:space="preserve">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185C11" w:rsidRPr="00185C11">
        <w:rPr>
          <w:noProof/>
        </w:rPr>
        <w:drawing>
          <wp:anchor distT="0" distB="0" distL="114300" distR="114300" simplePos="0" relativeHeight="251683840" behindDoc="0" locked="0" layoutInCell="1" allowOverlap="1" wp14:anchorId="601F8784" wp14:editId="349EB569">
            <wp:simplePos x="0" y="0"/>
            <wp:positionH relativeFrom="column">
              <wp:posOffset>-587619</wp:posOffset>
            </wp:positionH>
            <wp:positionV relativeFrom="paragraph">
              <wp:posOffset>1037492</wp:posOffset>
            </wp:positionV>
            <wp:extent cx="1881895" cy="1890347"/>
            <wp:effectExtent l="19050" t="0" r="4055" b="0"/>
            <wp:wrapNone/>
            <wp:docPr id="2" name="Picture 0" descr="ISO_20000_Certifi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O_20000_Certified.png"/>
                    <pic:cNvPicPr/>
                  </pic:nvPicPr>
                  <pic:blipFill>
                    <a:blip r:embed="rId4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1895" cy="1890347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A24A8C" wp14:editId="40601DFA">
                <wp:simplePos x="0" y="0"/>
                <wp:positionH relativeFrom="column">
                  <wp:posOffset>-1072515</wp:posOffset>
                </wp:positionH>
                <wp:positionV relativeFrom="paragraph">
                  <wp:posOffset>-1002030</wp:posOffset>
                </wp:positionV>
                <wp:extent cx="606425" cy="720725"/>
                <wp:effectExtent l="32385" t="36195" r="37465" b="33655"/>
                <wp:wrapNone/>
                <wp:docPr id="1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6425" cy="72072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F7D87" id="AutoShape 28" o:spid="_x0000_s1026" type="#_x0000_t32" style="position:absolute;margin-left:-84.45pt;margin-top:-78.9pt;width:47.75pt;height:56.7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812A8B0" wp14:editId="63256A6C">
                <wp:simplePos x="0" y="0"/>
                <wp:positionH relativeFrom="column">
                  <wp:posOffset>-1072515</wp:posOffset>
                </wp:positionH>
                <wp:positionV relativeFrom="paragraph">
                  <wp:posOffset>-1002030</wp:posOffset>
                </wp:positionV>
                <wp:extent cx="931545" cy="1125220"/>
                <wp:effectExtent l="32385" t="36195" r="36195" b="29210"/>
                <wp:wrapNone/>
                <wp:docPr id="12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1545" cy="112522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AB1EA" id="AutoShape 27" o:spid="_x0000_s1026" type="#_x0000_t32" style="position:absolute;margin-left:-84.45pt;margin-top:-78.9pt;width:73.35pt;height:88.6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DE3AE2" wp14:editId="251C3721">
                <wp:simplePos x="0" y="0"/>
                <wp:positionH relativeFrom="column">
                  <wp:posOffset>-975995</wp:posOffset>
                </wp:positionH>
                <wp:positionV relativeFrom="paragraph">
                  <wp:posOffset>-958215</wp:posOffset>
                </wp:positionV>
                <wp:extent cx="1072515" cy="1371600"/>
                <wp:effectExtent l="33655" t="32385" r="36830" b="34290"/>
                <wp:wrapNone/>
                <wp:docPr id="1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2515" cy="137160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0CE49" id="AutoShape 26" o:spid="_x0000_s1026" type="#_x0000_t32" style="position:absolute;margin-left:-76.85pt;margin-top:-75.45pt;width:84.45pt;height:108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85CCDC" wp14:editId="52FD985F">
                <wp:simplePos x="0" y="0"/>
                <wp:positionH relativeFrom="column">
                  <wp:posOffset>-932180</wp:posOffset>
                </wp:positionH>
                <wp:positionV relativeFrom="paragraph">
                  <wp:posOffset>-1002030</wp:posOffset>
                </wp:positionV>
                <wp:extent cx="1345565" cy="1775460"/>
                <wp:effectExtent l="29845" t="36195" r="34290" b="36195"/>
                <wp:wrapNone/>
                <wp:docPr id="10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45565" cy="177546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C2C1B" id="AutoShape 22" o:spid="_x0000_s1026" type="#_x0000_t32" style="position:absolute;margin-left:-73.4pt;margin-top:-78.9pt;width:105.95pt;height:139.8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110F2E" wp14:editId="6616ED58">
                <wp:simplePos x="0" y="0"/>
                <wp:positionH relativeFrom="column">
                  <wp:posOffset>-932180</wp:posOffset>
                </wp:positionH>
                <wp:positionV relativeFrom="paragraph">
                  <wp:posOffset>-958215</wp:posOffset>
                </wp:positionV>
                <wp:extent cx="1591945" cy="2101215"/>
                <wp:effectExtent l="29845" t="32385" r="35560" b="28575"/>
                <wp:wrapNone/>
                <wp:docPr id="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91945" cy="210121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8B22C" id="AutoShape 21" o:spid="_x0000_s1026" type="#_x0000_t32" style="position:absolute;margin-left:-73.4pt;margin-top:-75.45pt;width:125.35pt;height:165.4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8029E9" wp14:editId="6590D80E">
                <wp:simplePos x="0" y="0"/>
                <wp:positionH relativeFrom="column">
                  <wp:posOffset>-975995</wp:posOffset>
                </wp:positionH>
                <wp:positionV relativeFrom="paragraph">
                  <wp:posOffset>-958215</wp:posOffset>
                </wp:positionV>
                <wp:extent cx="1969770" cy="2549525"/>
                <wp:effectExtent l="33655" t="32385" r="34925" b="37465"/>
                <wp:wrapNone/>
                <wp:docPr id="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69770" cy="254952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3BB52" id="AutoShape 20" o:spid="_x0000_s1026" type="#_x0000_t32" style="position:absolute;margin-left:-76.85pt;margin-top:-75.45pt;width:155.1pt;height:200.7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D48D16" wp14:editId="190438FB">
                <wp:simplePos x="0" y="0"/>
                <wp:positionH relativeFrom="column">
                  <wp:posOffset>-975995</wp:posOffset>
                </wp:positionH>
                <wp:positionV relativeFrom="paragraph">
                  <wp:posOffset>-1002030</wp:posOffset>
                </wp:positionV>
                <wp:extent cx="2268220" cy="3033395"/>
                <wp:effectExtent l="33655" t="36195" r="31750" b="35560"/>
                <wp:wrapNone/>
                <wp:docPr id="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68220" cy="303339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3B5AE" id="AutoShape 19" o:spid="_x0000_s1026" type="#_x0000_t32" style="position:absolute;margin-left:-76.85pt;margin-top:-78.9pt;width:178.6pt;height:238.8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355CBB" wp14:editId="1B0B4BFA">
                <wp:simplePos x="0" y="0"/>
                <wp:positionH relativeFrom="column">
                  <wp:posOffset>-975995</wp:posOffset>
                </wp:positionH>
                <wp:positionV relativeFrom="paragraph">
                  <wp:posOffset>-958215</wp:posOffset>
                </wp:positionV>
                <wp:extent cx="2532380" cy="3402330"/>
                <wp:effectExtent l="33655" t="32385" r="34290" b="32385"/>
                <wp:wrapNone/>
                <wp:docPr id="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32380" cy="340233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B6700" id="AutoShape 18" o:spid="_x0000_s1026" type="#_x0000_t32" style="position:absolute;margin-left:-76.85pt;margin-top:-75.45pt;width:199.4pt;height:267.9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3366AB" wp14:editId="0DAA2A6B">
                <wp:simplePos x="0" y="0"/>
                <wp:positionH relativeFrom="column">
                  <wp:posOffset>-975995</wp:posOffset>
                </wp:positionH>
                <wp:positionV relativeFrom="paragraph">
                  <wp:posOffset>-1002030</wp:posOffset>
                </wp:positionV>
                <wp:extent cx="2822575" cy="3877310"/>
                <wp:effectExtent l="33655" t="36195" r="29845" b="29845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22575" cy="387731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552F6" id="AutoShape 17" o:spid="_x0000_s1026" type="#_x0000_t32" style="position:absolute;margin-left:-76.85pt;margin-top:-78.9pt;width:222.25pt;height:305.3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F6AE52" wp14:editId="20AFA646">
                <wp:simplePos x="0" y="0"/>
                <wp:positionH relativeFrom="column">
                  <wp:posOffset>-975995</wp:posOffset>
                </wp:positionH>
                <wp:positionV relativeFrom="paragraph">
                  <wp:posOffset>-958215</wp:posOffset>
                </wp:positionV>
                <wp:extent cx="3077210" cy="4246245"/>
                <wp:effectExtent l="33655" t="32385" r="32385" b="36195"/>
                <wp:wrapNone/>
                <wp:docPr id="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77210" cy="424624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20F98" id="AutoShape 16" o:spid="_x0000_s1026" type="#_x0000_t32" style="position:absolute;margin-left:-76.85pt;margin-top:-75.45pt;width:242.3pt;height:334.3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7D8A77E5" wp14:editId="5A3D5979">
                <wp:simplePos x="0" y="0"/>
                <wp:positionH relativeFrom="column">
                  <wp:posOffset>-4524375</wp:posOffset>
                </wp:positionH>
                <wp:positionV relativeFrom="paragraph">
                  <wp:posOffset>-1495425</wp:posOffset>
                </wp:positionV>
                <wp:extent cx="7188200" cy="5078730"/>
                <wp:effectExtent l="19050" t="9525" r="22225" b="1714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188200" cy="50787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A291B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3" o:spid="_x0000_s1026" type="#_x0000_t5" style="position:absolute;margin-left:-356.25pt;margin-top:-117.75pt;width:566pt;height:399.9pt;rotation:180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" fillcolor="#00b050" strokecolor="#00b05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2692EA" wp14:editId="05E7A11A">
                <wp:simplePos x="0" y="0"/>
                <wp:positionH relativeFrom="column">
                  <wp:posOffset>6722745</wp:posOffset>
                </wp:positionH>
                <wp:positionV relativeFrom="paragraph">
                  <wp:posOffset>2294255</wp:posOffset>
                </wp:positionV>
                <wp:extent cx="6361430" cy="4515485"/>
                <wp:effectExtent l="17145" t="17780" r="22225" b="1016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1430" cy="451548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DBBFF" id="AutoShape 2" o:spid="_x0000_s1026" type="#_x0000_t5" style="position:absolute;margin-left:529.35pt;margin-top:180.65pt;width:500.9pt;height:355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" fillcolor="#00b050" strokecolor="#00b050"/>
            </w:pict>
          </mc:Fallback>
        </mc:AlternateContent>
      </w:r>
    </w:p>
    <w:sectPr w:rsidR="000E56ED" w:rsidSect="00271A71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7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A2F"/>
    <w:rsid w:val="00185C11"/>
    <w:rsid w:val="001D56E9"/>
    <w:rsid w:val="00271A71"/>
    <w:rsid w:val="0033343D"/>
    <w:rsid w:val="003C46DA"/>
    <w:rsid w:val="003E1D05"/>
    <w:rsid w:val="0079279D"/>
    <w:rsid w:val="008E4FCA"/>
    <w:rsid w:val="009A588C"/>
    <w:rsid w:val="00A53A2F"/>
    <w:rsid w:val="00B55D77"/>
    <w:rsid w:val="00C37EDD"/>
    <w:rsid w:val="00E70323"/>
    <w:rsid w:val="00F6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21BD8"/>
  <w15:docId w15:val="{E73FBECE-5A4D-45C2-AC4E-79D627CB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6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5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membersip%20template%205.zip\member%20template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member template 2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2020-11-22T13:49:00Z</dcterms:created>
  <dcterms:modified xsi:type="dcterms:W3CDTF">2020-11-22T14:19:00Z</dcterms:modified>
</cp:coreProperties>
</file>