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badi MT Condensed" w:hAnsi="Abadi MT Condensed"/>
        </w:rPr>
        <w:id w:val="1568693023"/>
        <w:placeholder>
          <w:docPart w:val="195A290468D94754A0CDF5AAE2119B3E"/>
        </w:placeholder>
        <w:temporary/>
        <w:showingPlcHdr/>
        <w15:appearance w15:val="hidden"/>
      </w:sdtPr>
      <w:sdtEndPr/>
      <w:sdtContent>
        <w:p w:rsidR="00EF36A5" w:rsidRPr="00A97F92" w:rsidRDefault="00EF36A5" w:rsidP="00AB4981">
          <w:pPr>
            <w:pStyle w:val="Title"/>
            <w:rPr>
              <w:rFonts w:ascii="Abadi MT Condensed" w:hAnsi="Abadi MT Condensed"/>
            </w:rPr>
          </w:pPr>
          <w:r w:rsidRPr="00A97F92">
            <w:rPr>
              <w:rStyle w:val="TitleChar"/>
              <w:rFonts w:ascii="Abadi MT Condensed" w:hAnsi="Abadi MT Condensed"/>
              <w:b/>
              <w:caps/>
            </w:rPr>
            <w:t>[Meeting Name]</w:t>
          </w:r>
        </w:p>
      </w:sdtContent>
    </w:sdt>
    <w:p w:rsidR="00EF36A5" w:rsidRPr="00A97F92" w:rsidRDefault="00EF36A5" w:rsidP="00AB4981">
      <w:pPr>
        <w:pStyle w:val="Title"/>
        <w:rPr>
          <w:rFonts w:ascii="Abadi MT Condensed" w:hAnsi="Abadi MT Condensed"/>
          <w:b w:val="0"/>
        </w:rPr>
      </w:pPr>
      <w:r w:rsidRPr="00A97F92">
        <w:rPr>
          <w:rFonts w:ascii="Abadi MT Condensed" w:hAnsi="Abadi MT Condensed"/>
          <w:b w:val="0"/>
        </w:rPr>
        <w:t>Minutes</w:t>
      </w:r>
    </w:p>
    <w:p w:rsidR="00EF36A5" w:rsidRPr="00A97F92" w:rsidRDefault="00EF36A5" w:rsidP="00A97F92">
      <w:pPr>
        <w:pStyle w:val="Details"/>
        <w:rPr>
          <w:rFonts w:ascii="Abadi MT Condensed" w:hAnsi="Abadi MT Condensed"/>
        </w:rPr>
      </w:pPr>
      <w:r w:rsidRPr="00A97F92">
        <w:rPr>
          <w:rFonts w:ascii="Abadi MT Condensed" w:hAnsi="Abadi MT Condensed"/>
          <w:b/>
        </w:rPr>
        <w:t>Date</w:t>
      </w:r>
      <w:r w:rsidRPr="00A97F92">
        <w:rPr>
          <w:rFonts w:ascii="Abadi MT Condensed" w:hAnsi="Abadi MT Condensed"/>
        </w:rPr>
        <w:t xml:space="preserve">: </w:t>
      </w:r>
      <w:r w:rsidR="00A97F92">
        <w:rPr>
          <w:rFonts w:ascii="Abadi MT Condensed" w:hAnsi="Abadi MT Condensed"/>
        </w:rPr>
        <w:t>_______________</w:t>
      </w:r>
    </w:p>
    <w:p w:rsidR="00EF36A5" w:rsidRPr="00A97F92" w:rsidRDefault="00EF36A5" w:rsidP="00A97F92">
      <w:pPr>
        <w:pStyle w:val="Details"/>
        <w:rPr>
          <w:rFonts w:ascii="Abadi MT Condensed" w:hAnsi="Abadi MT Condensed"/>
        </w:rPr>
      </w:pPr>
      <w:r w:rsidRPr="00A97F92">
        <w:rPr>
          <w:rFonts w:ascii="Abadi MT Condensed" w:hAnsi="Abadi MT Condensed"/>
          <w:b/>
        </w:rPr>
        <w:t>Time</w:t>
      </w:r>
      <w:r w:rsidRPr="00A97F92">
        <w:rPr>
          <w:rFonts w:ascii="Abadi MT Condensed" w:hAnsi="Abadi MT Condensed"/>
        </w:rPr>
        <w:t xml:space="preserve">: </w:t>
      </w:r>
      <w:r w:rsidR="00A97F92">
        <w:rPr>
          <w:rFonts w:ascii="Abadi MT Condensed" w:hAnsi="Abadi MT Condensed"/>
        </w:rPr>
        <w:t>_______________________</w:t>
      </w:r>
    </w:p>
    <w:p w:rsidR="00EF36A5" w:rsidRPr="00A97F92" w:rsidRDefault="00EF36A5" w:rsidP="00A97F92">
      <w:pPr>
        <w:pStyle w:val="Details"/>
        <w:rPr>
          <w:rFonts w:ascii="Abadi MT Condensed" w:hAnsi="Abadi MT Condensed"/>
        </w:rPr>
      </w:pPr>
      <w:r w:rsidRPr="00A97F92">
        <w:rPr>
          <w:rFonts w:ascii="Abadi MT Condensed" w:hAnsi="Abadi MT Condensed"/>
          <w:b/>
        </w:rPr>
        <w:t>Facilitator</w:t>
      </w:r>
      <w:r w:rsidRPr="00A97F92">
        <w:rPr>
          <w:rFonts w:ascii="Abadi MT Condensed" w:hAnsi="Abadi MT Condensed"/>
        </w:rPr>
        <w:t xml:space="preserve">: </w:t>
      </w:r>
      <w:r w:rsidR="00A97F92">
        <w:rPr>
          <w:rFonts w:ascii="Abadi MT Condensed" w:hAnsi="Abadi MT Condensed"/>
        </w:rPr>
        <w:t>______________________</w:t>
      </w:r>
      <w:bookmarkStart w:id="0" w:name="_GoBack"/>
      <w:bookmarkEnd w:id="0"/>
    </w:p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In attendance:"/>
          <w:tag w:val="In attendance:"/>
          <w:id w:val="-34966697"/>
          <w:placeholder>
            <w:docPart w:val="2B8BD74479AC414CB1F7D35ABC3E3D7A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In Attendance</w:t>
          </w:r>
        </w:sdtContent>
      </w:sdt>
    </w:p>
    <w:p w:rsidR="00CA6B4F" w:rsidRPr="00A97F92" w:rsidRDefault="001C1372" w:rsidP="00CA6B4F">
      <w:pPr>
        <w:rPr>
          <w:rFonts w:ascii="Abadi MT Condensed" w:hAnsi="Abadi MT Condensed"/>
          <w:color w:val="000000" w:themeColor="text1"/>
        </w:rPr>
      </w:pPr>
      <w:sdt>
        <w:sdtPr>
          <w:rPr>
            <w:rFonts w:ascii="Abadi MT Condensed" w:hAnsi="Abadi MT Condensed"/>
            <w:color w:val="000000" w:themeColor="text1"/>
          </w:rPr>
          <w:alias w:val="Enter list attendees:"/>
          <w:tag w:val="Enter list attendees:"/>
          <w:id w:val="-1191140197"/>
          <w:placeholder>
            <w:docPart w:val="E824FD5B4FB24E4CA289055DDAA4ED72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  <w:color w:val="000000" w:themeColor="text1"/>
            </w:rPr>
            <w:t>List attendees</w:t>
          </w:r>
        </w:sdtContent>
      </w:sdt>
    </w:p>
    <w:sdt>
      <w:sdtPr>
        <w:rPr>
          <w:rFonts w:ascii="Abadi MT Condensed" w:hAnsi="Abadi MT Condensed"/>
        </w:rPr>
        <w:alias w:val="Approval of minutes:"/>
        <w:tag w:val="Approval of minutes:"/>
        <w:id w:val="96078072"/>
        <w:placeholder>
          <w:docPart w:val="F24714CAB9324EB8BFD716253C7D2AD4"/>
        </w:placeholder>
        <w:temporary/>
        <w:showingPlcHdr/>
        <w15:appearance w15:val="hidden"/>
      </w:sdtPr>
      <w:sdtEndPr/>
      <w:sdtContent>
        <w:p w:rsidR="00CA6B4F" w:rsidRPr="00A97F92" w:rsidRDefault="00CA6B4F" w:rsidP="00AB4981">
          <w:pPr>
            <w:pStyle w:val="Heading1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Approval of Minutes</w:t>
          </w:r>
        </w:p>
      </w:sdtContent>
    </w:sdt>
    <w:p w:rsidR="00CA6B4F" w:rsidRPr="00A97F92" w:rsidRDefault="001C1372" w:rsidP="00CA6B4F">
      <w:pPr>
        <w:rPr>
          <w:rFonts w:ascii="Abadi MT Condensed" w:hAnsi="Abadi MT Condensed"/>
          <w:color w:val="000000" w:themeColor="text1"/>
        </w:rPr>
      </w:pPr>
      <w:sdt>
        <w:sdtPr>
          <w:rPr>
            <w:rFonts w:ascii="Abadi MT Condensed" w:hAnsi="Abadi MT Condensed"/>
            <w:color w:val="000000" w:themeColor="text1"/>
          </w:rPr>
          <w:alias w:val="Enter paragraph text:"/>
          <w:tag w:val="Enter paragraph text:"/>
          <w:id w:val="1484117050"/>
          <w:placeholder>
            <w:docPart w:val="1150EB0CD12A4944ABA6917C95330994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  <w:color w:val="000000" w:themeColor="text1"/>
            </w:rPr>
            <w:t>The minutes were read from the August meeting and approved.</w:t>
          </w:r>
        </w:sdtContent>
      </w:sdt>
    </w:p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Board:"/>
          <w:tag w:val="Board:"/>
          <w:id w:val="-1711491712"/>
          <w:placeholder>
            <w:docPart w:val="C7CBF88A84F3428ABCB2F4123E62A645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Board</w:t>
          </w:r>
        </w:sdtContent>
      </w:sdt>
    </w:p>
    <w:p w:rsidR="00CA6B4F" w:rsidRPr="00A97F92" w:rsidRDefault="001C1372" w:rsidP="00CA6B4F">
      <w:pPr>
        <w:rPr>
          <w:rFonts w:ascii="Abadi MT Condensed" w:hAnsi="Abadi MT Condensed"/>
          <w:color w:val="000000" w:themeColor="text1"/>
        </w:rPr>
      </w:pPr>
      <w:sdt>
        <w:sdtPr>
          <w:rPr>
            <w:rFonts w:ascii="Abadi MT Condensed" w:hAnsi="Abadi MT Condensed"/>
            <w:color w:val="000000" w:themeColor="text1"/>
          </w:rPr>
          <w:alias w:val="Enter paragraph text:"/>
          <w:tag w:val="Enter paragraph text:"/>
          <w:id w:val="-1205639010"/>
          <w:placeholder>
            <w:docPart w:val="3DF5B831BE214D94981B50E98661F68B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The Board, new principal, and guests were introduced. </w:t>
          </w:r>
          <w:r w:rsidR="00AD20E5" w:rsidRPr="00A97F92">
            <w:rPr>
              <w:rFonts w:ascii="Abadi MT Condensed" w:hAnsi="Abadi MT Condensed"/>
              <w:color w:val="000000" w:themeColor="text1"/>
            </w:rPr>
            <w:t xml:space="preserve">Mira Karlsson </w:t>
          </w:r>
          <w:r w:rsidR="00CA6B4F" w:rsidRPr="00A97F92">
            <w:rPr>
              <w:rFonts w:ascii="Abadi MT Condensed" w:hAnsi="Abadi MT Condensed"/>
              <w:color w:val="000000" w:themeColor="text1"/>
            </w:rPr>
            <w:t>was nominated as the new Secretary.</w:t>
          </w:r>
        </w:sdtContent>
      </w:sdt>
      <w:r w:rsidR="00CA6B4F" w:rsidRPr="00A97F92">
        <w:rPr>
          <w:rFonts w:ascii="Abadi MT Condensed" w:hAnsi="Abadi MT Condensed"/>
          <w:color w:val="000000" w:themeColor="text1"/>
        </w:rPr>
        <w:t xml:space="preserve"> </w:t>
      </w:r>
      <w:sdt>
        <w:sdtPr>
          <w:rPr>
            <w:rFonts w:ascii="Abadi MT Condensed" w:hAnsi="Abadi MT Condensed"/>
            <w:color w:val="000000" w:themeColor="text1"/>
          </w:rPr>
          <w:alias w:val="Enter paragraph text:"/>
          <w:tag w:val="Enter paragraph text:"/>
          <w:id w:val="-1632625156"/>
          <w:placeholder>
            <w:docPart w:val="C8870A5F5D514435BD37ADE737D83AF3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A motion to elect </w:t>
          </w:r>
          <w:r w:rsidR="00AD20E5" w:rsidRPr="00A97F92">
            <w:rPr>
              <w:rFonts w:ascii="Abadi MT Condensed" w:hAnsi="Abadi MT Condensed"/>
              <w:color w:val="000000" w:themeColor="text1"/>
            </w:rPr>
            <w:t>Mira</w:t>
          </w:r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 was made by </w:t>
          </w:r>
          <w:r w:rsidR="00AD20E5" w:rsidRPr="00A97F92">
            <w:rPr>
              <w:rFonts w:ascii="Abadi MT Condensed" w:hAnsi="Abadi MT Condensed"/>
              <w:color w:val="000000" w:themeColor="text1"/>
            </w:rPr>
            <w:t>Angelica Astrom</w:t>
          </w:r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 and seconded by </w:t>
          </w:r>
          <w:r w:rsidR="00AD20E5" w:rsidRPr="00A97F92">
            <w:rPr>
              <w:rFonts w:ascii="Abadi MT Condensed" w:hAnsi="Abadi MT Condensed"/>
              <w:color w:val="000000" w:themeColor="text1"/>
            </w:rPr>
            <w:t>August Bergqvist</w:t>
          </w:r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. All present voted in favor, and </w:t>
          </w:r>
          <w:r w:rsidR="00AD20E5" w:rsidRPr="00A97F92">
            <w:rPr>
              <w:rFonts w:ascii="Abadi MT Condensed" w:hAnsi="Abadi MT Condensed"/>
              <w:color w:val="000000" w:themeColor="text1"/>
            </w:rPr>
            <w:t>Mira Karlsson</w:t>
          </w:r>
          <w:r w:rsidR="00CA6B4F" w:rsidRPr="00A97F92">
            <w:rPr>
              <w:rFonts w:ascii="Abadi MT Condensed" w:hAnsi="Abadi MT Condensed"/>
              <w:color w:val="000000" w:themeColor="text1"/>
            </w:rPr>
            <w:t xml:space="preserve"> was confirmed as the new Secretary.</w:t>
          </w:r>
        </w:sdtContent>
      </w:sdt>
    </w:p>
    <w:sdt>
      <w:sdtPr>
        <w:rPr>
          <w:rFonts w:ascii="Abadi MT Condensed" w:hAnsi="Abadi MT Condensed"/>
        </w:rPr>
        <w:alias w:val="Advisory committee:"/>
        <w:tag w:val="Advisory committee:"/>
        <w:id w:val="229506565"/>
        <w:placeholder>
          <w:docPart w:val="D3569B64D2A84BC9AD38571D652AFC27"/>
        </w:placeholder>
        <w:temporary/>
        <w:showingPlcHdr/>
        <w15:appearance w15:val="hidden"/>
      </w:sdtPr>
      <w:sdtEndPr/>
      <w:sdtContent>
        <w:p w:rsidR="00CA6B4F" w:rsidRPr="00A97F92" w:rsidRDefault="00CA6B4F" w:rsidP="00AB4981">
          <w:pPr>
            <w:pStyle w:val="Heading1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Advisory Committee</w:t>
          </w:r>
        </w:p>
      </w:sdtContent>
    </w:sdt>
    <w:p w:rsidR="00CA6B4F" w:rsidRPr="00A97F92" w:rsidRDefault="001C1372" w:rsidP="00AB4981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421614809"/>
          <w:placeholder>
            <w:docPart w:val="734DB27CF27C464191DA02592F2ED982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There are a number of parent openings on the Advisory Committee. These openings were listed in the most recent newsletter.</w:t>
          </w:r>
        </w:sdtContent>
      </w:sdt>
      <w:r w:rsidR="00CA6B4F" w:rsidRPr="00A97F92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1916623934"/>
          <w:placeholder>
            <w:docPart w:val="15909F0DDBD14947B86599F0FB661FA2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 xml:space="preserve">Three parents indicated an interest in serving on the committee. </w:t>
          </w:r>
          <w:r w:rsidR="00AD20E5" w:rsidRPr="00A97F92">
            <w:rPr>
              <w:rFonts w:ascii="Abadi MT Condensed" w:hAnsi="Abadi MT Condensed"/>
            </w:rPr>
            <w:t>August Bergqvist</w:t>
          </w:r>
          <w:r w:rsidR="00CA6B4F" w:rsidRPr="00A97F92">
            <w:rPr>
              <w:rFonts w:ascii="Abadi MT Condensed" w:hAnsi="Abadi MT Condensed"/>
            </w:rPr>
            <w:t xml:space="preserve"> will follow up with those parents and do some additional recruiting to fill these openings.</w:t>
          </w:r>
        </w:sdtContent>
      </w:sdt>
    </w:p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Budget:"/>
          <w:tag w:val="Budget:"/>
          <w:id w:val="-592711502"/>
          <w:placeholder>
            <w:docPart w:val="DDA0DC6FD55D4E4BBDEA347407973F98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Budget</w:t>
          </w:r>
        </w:sdtContent>
      </w:sdt>
    </w:p>
    <w:p w:rsidR="00CA6B4F" w:rsidRPr="00A97F92" w:rsidRDefault="001C1372" w:rsidP="00AB4981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paragraph text:"/>
          <w:tag w:val="Enter paragraph text:"/>
          <w:id w:val="-534663259"/>
          <w:placeholder>
            <w:docPart w:val="1E504E04B1724299A015C8E991203B2C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 xml:space="preserve">The budget for the current school year was distributed by </w:t>
          </w:r>
          <w:r w:rsidR="00AD20E5" w:rsidRPr="00A97F92">
            <w:rPr>
              <w:rFonts w:ascii="Abadi MT Condensed" w:hAnsi="Abadi MT Condensed"/>
            </w:rPr>
            <w:t>August Bergqvist</w:t>
          </w:r>
          <w:r w:rsidR="00CA6B4F" w:rsidRPr="00A97F92">
            <w:rPr>
              <w:rFonts w:ascii="Abadi MT Condensed" w:hAnsi="Abadi MT Condensed"/>
            </w:rPr>
            <w:t>, PTA Treasurer, and reviewed by the board and PTA members at the last meeting.</w:t>
          </w:r>
        </w:sdtContent>
      </w:sdt>
      <w:r w:rsidR="00CA6B4F" w:rsidRPr="00A97F92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2123446147"/>
          <w:placeholder>
            <w:docPart w:val="A979AB60139D480BBC186A1538664DA8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 xml:space="preserve">In tonight’s meeting, </w:t>
          </w:r>
          <w:r w:rsidR="00AD20E5" w:rsidRPr="00A97F92">
            <w:rPr>
              <w:rFonts w:ascii="Abadi MT Condensed" w:hAnsi="Abadi MT Condensed"/>
            </w:rPr>
            <w:t>Angelica Astrom</w:t>
          </w:r>
          <w:r w:rsidR="00CA6B4F" w:rsidRPr="00A97F92">
            <w:rPr>
              <w:rFonts w:ascii="Abadi MT Condensed" w:hAnsi="Abadi MT Condensed"/>
            </w:rPr>
            <w:t xml:space="preserve"> made a motion to approve the budget which was seconded by </w:t>
          </w:r>
          <w:r w:rsidR="00AD20E5" w:rsidRPr="00A97F92">
            <w:rPr>
              <w:rFonts w:ascii="Abadi MT Condensed" w:hAnsi="Abadi MT Condensed"/>
            </w:rPr>
            <w:t>Allan Mattsson</w:t>
          </w:r>
          <w:r w:rsidR="00CA6B4F" w:rsidRPr="00A97F92">
            <w:rPr>
              <w:rFonts w:ascii="Abadi MT Condensed" w:hAnsi="Abadi MT Condensed"/>
            </w:rPr>
            <w:t>. All present voted in favor of approving the budget as presented.</w:t>
          </w:r>
        </w:sdtContent>
      </w:sdt>
    </w:p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Principal’s report:"/>
          <w:tag w:val="Principal’s report:"/>
          <w:id w:val="-525021033"/>
          <w:placeholder>
            <w:docPart w:val="5869A17213964EE8BDBE5E8E12979BC8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Principal’s Report</w:t>
          </w:r>
        </w:sdtContent>
      </w:sdt>
    </w:p>
    <w:sdt>
      <w:sdtPr>
        <w:rPr>
          <w:rFonts w:ascii="Abadi MT Condensed" w:hAnsi="Abadi MT Condensed"/>
        </w:rPr>
        <w:alias w:val="Enter paragraph body:"/>
        <w:tag w:val="Enter paragraph body:"/>
        <w:id w:val="-1567866904"/>
        <w:placeholder>
          <w:docPart w:val="0B73FCE360914D77B31F0067096C2035"/>
        </w:placeholder>
        <w:temporary/>
        <w:showingPlcHdr/>
        <w15:appearance w15:val="hidden"/>
      </w:sdtPr>
      <w:sdtEndPr/>
      <w:sdtContent>
        <w:p w:rsidR="00CA6B4F" w:rsidRPr="00A97F92" w:rsidRDefault="00CA6B4F" w:rsidP="00AB4981">
          <w:pPr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 xml:space="preserve">Principal </w:t>
          </w:r>
          <w:r w:rsidR="00AD20E5" w:rsidRPr="00A97F92">
            <w:rPr>
              <w:rFonts w:ascii="Abadi MT Condensed" w:hAnsi="Abadi MT Condensed"/>
            </w:rPr>
            <w:t>Ian Hansson</w:t>
          </w:r>
          <w:r w:rsidRPr="00A97F92">
            <w:rPr>
              <w:rFonts w:ascii="Abadi MT Condensed" w:hAnsi="Abadi MT Condensed"/>
            </w:rPr>
            <w:t xml:space="preserve"> presented his report.</w:t>
          </w:r>
        </w:p>
      </w:sdtContent>
    </w:sdt>
    <w:p w:rsidR="00AB4981" w:rsidRPr="00A97F92" w:rsidRDefault="00AB4981">
      <w:pPr>
        <w:rPr>
          <w:rFonts w:ascii="Abadi MT Condensed" w:eastAsiaTheme="majorEastAsia" w:hAnsi="Abadi MT Condensed" w:cstheme="majorBidi"/>
          <w:color w:val="000000" w:themeColor="text1"/>
        </w:rPr>
      </w:pPr>
      <w:r w:rsidRPr="00A97F92">
        <w:rPr>
          <w:rFonts w:ascii="Abadi MT Condensed" w:hAnsi="Abadi MT Condensed"/>
          <w:color w:val="000000" w:themeColor="text1"/>
        </w:rPr>
        <w:br w:type="page"/>
      </w:r>
    </w:p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w Business:"/>
          <w:tag w:val="New Business:"/>
          <w:id w:val="-2061701562"/>
          <w:placeholder>
            <w:docPart w:val="484A43A346434530819B4DC09A56D306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New Business</w:t>
          </w:r>
        </w:sdtContent>
      </w:sdt>
    </w:p>
    <w:sdt>
      <w:sdtPr>
        <w:rPr>
          <w:rFonts w:ascii="Abadi MT Condensed" w:hAnsi="Abadi MT Condensed"/>
        </w:rPr>
        <w:alias w:val="Enter Principle's Report list bullet items:"/>
        <w:tag w:val="Enter Principle's Report list bullet items:"/>
        <w:id w:val="-135808301"/>
        <w:placeholder>
          <w:docPart w:val="EBDF9B5FE2664F58B1473A858423E923"/>
        </w:placeholder>
        <w:temporary/>
        <w:showingPlcHdr/>
        <w15:appearance w15:val="hidden"/>
      </w:sdtPr>
      <w:sdtEndPr/>
      <w:sdtContent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Recap of Back to School night – September 9</w:t>
          </w:r>
        </w:p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Parent Education Programs – Counselors</w:t>
          </w:r>
        </w:p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 xml:space="preserve">Teacher Grants Application Process – </w:t>
          </w:r>
          <w:r w:rsidR="00AB4981" w:rsidRPr="00A97F92">
            <w:rPr>
              <w:rFonts w:ascii="Abadi MT Condensed" w:hAnsi="Abadi MT Condensed"/>
            </w:rPr>
            <w:br/>
          </w:r>
          <w:r w:rsidR="00AD20E5" w:rsidRPr="00A97F92">
            <w:rPr>
              <w:rFonts w:ascii="Abadi MT Condensed" w:hAnsi="Abadi MT Condensed"/>
            </w:rPr>
            <w:t>School Principal</w:t>
          </w:r>
        </w:p>
      </w:sdtContent>
    </w:sdt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Committee Reports:"/>
          <w:tag w:val="Committee Reports:"/>
          <w:id w:val="-1292353747"/>
          <w:placeholder>
            <w:docPart w:val="94BB271E42D24AECB03116BF8820E215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Style w:val="Heading1Char"/>
              <w:rFonts w:ascii="Abadi MT Condensed" w:hAnsi="Abadi MT Condensed"/>
            </w:rPr>
            <w:t>Committee Reports</w:t>
          </w:r>
        </w:sdtContent>
      </w:sdt>
    </w:p>
    <w:sdt>
      <w:sdtPr>
        <w:rPr>
          <w:rFonts w:ascii="Abadi MT Condensed" w:hAnsi="Abadi MT Condensed"/>
        </w:rPr>
        <w:alias w:val="Enter Committee Reports list bullet items:"/>
        <w:tag w:val="Enter Committee Reports list bullet items:"/>
        <w:id w:val="900633897"/>
        <w:placeholder>
          <w:docPart w:val="1EE27112E683401389670AD77D5D8B67"/>
        </w:placeholder>
        <w:temporary/>
        <w:showingPlcHdr/>
        <w15:appearance w15:val="hidden"/>
      </w:sdtPr>
      <w:sdtEndPr/>
      <w:sdtContent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Membership</w:t>
          </w:r>
        </w:p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Volunteers</w:t>
          </w:r>
        </w:p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Newsletter</w:t>
          </w:r>
        </w:p>
        <w:p w:rsidR="00CA6B4F" w:rsidRPr="00A97F92" w:rsidRDefault="00CA6B4F" w:rsidP="00AB4981">
          <w:pPr>
            <w:pStyle w:val="ListBullet"/>
            <w:rPr>
              <w:rFonts w:ascii="Abadi MT Condensed" w:hAnsi="Abadi MT Condensed"/>
            </w:rPr>
          </w:pPr>
          <w:r w:rsidRPr="00A97F92">
            <w:rPr>
              <w:rFonts w:ascii="Abadi MT Condensed" w:hAnsi="Abadi MT Condensed"/>
            </w:rPr>
            <w:t>Computer Support</w:t>
          </w:r>
        </w:p>
      </w:sdtContent>
    </w:sdt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nnouncements:"/>
          <w:tag w:val="Announcements:"/>
          <w:id w:val="-2057226293"/>
          <w:placeholder>
            <w:docPart w:val="6341EA4434BD4C6B9A7D9D24415679F3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Announcements</w:t>
          </w:r>
        </w:sdtContent>
      </w:sdt>
    </w:p>
    <w:sdt>
      <w:sdtPr>
        <w:rPr>
          <w:rFonts w:ascii="Abadi MT Condensed" w:hAnsi="Abadi MT Condensed"/>
          <w:color w:val="000000" w:themeColor="text1"/>
        </w:rPr>
        <w:alias w:val="Enter paragraph text:"/>
        <w:tag w:val="Enter paragraph text:"/>
        <w:id w:val="-355112893"/>
        <w:placeholder>
          <w:docPart w:val="1C797279E7744EBC80241B086FC1566E"/>
        </w:placeholder>
        <w:temporary/>
        <w:showingPlcHdr/>
        <w15:appearance w15:val="hidden"/>
      </w:sdtPr>
      <w:sdtEndPr/>
      <w:sdtContent>
        <w:p w:rsidR="00CA6B4F" w:rsidRPr="00A97F92" w:rsidRDefault="00CA6B4F" w:rsidP="00CA6B4F">
          <w:pPr>
            <w:rPr>
              <w:rFonts w:ascii="Abadi MT Condensed" w:hAnsi="Abadi MT Condensed"/>
              <w:color w:val="000000" w:themeColor="text1"/>
            </w:rPr>
          </w:pPr>
          <w:r w:rsidRPr="00A97F92">
            <w:rPr>
              <w:rFonts w:ascii="Abadi MT Condensed" w:hAnsi="Abadi MT Condensed"/>
              <w:color w:val="000000" w:themeColor="text1"/>
            </w:rPr>
            <w:t>Enter Announcements</w:t>
          </w:r>
        </w:p>
      </w:sdtContent>
    </w:sdt>
    <w:p w:rsidR="00CA6B4F" w:rsidRPr="00A97F92" w:rsidRDefault="001C1372" w:rsidP="00AB4981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xt meeting:"/>
          <w:tag w:val="Next meeting:"/>
          <w:id w:val="-1524860034"/>
          <w:placeholder>
            <w:docPart w:val="7A66C7DD374B42F19C9537FD6D024BA4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</w:rPr>
            <w:t>Next Meeting</w:t>
          </w:r>
        </w:sdtContent>
      </w:sdt>
    </w:p>
    <w:p w:rsidR="00CA6B4F" w:rsidRPr="00A97F92" w:rsidRDefault="006F16F0" w:rsidP="00CA6B4F">
      <w:pPr>
        <w:rPr>
          <w:rFonts w:ascii="Abadi MT Condensed" w:hAnsi="Abadi MT Condensed"/>
          <w:color w:val="000000" w:themeColor="text1"/>
        </w:rPr>
      </w:pPr>
      <w:r w:rsidRPr="00A97F92">
        <w:rPr>
          <w:rFonts w:ascii="Abadi MT Condensed" w:hAnsi="Abadi MT Condensed"/>
          <w:color w:val="000000" w:themeColor="text1"/>
        </w:rPr>
        <w:t>Date | Time</w:t>
      </w:r>
      <w:r w:rsidR="00CA6B4F" w:rsidRPr="00A97F92">
        <w:rPr>
          <w:rFonts w:ascii="Abadi MT Condensed" w:hAnsi="Abadi MT Condensed"/>
          <w:color w:val="000000" w:themeColor="text1"/>
        </w:rPr>
        <w:t xml:space="preserve">, </w:t>
      </w:r>
      <w:sdt>
        <w:sdtPr>
          <w:rPr>
            <w:rFonts w:ascii="Abadi MT Condensed" w:hAnsi="Abadi MT Condensed"/>
            <w:color w:val="000000" w:themeColor="text1"/>
          </w:rPr>
          <w:alias w:val="Enter location:"/>
          <w:tag w:val="Enter location:"/>
          <w:id w:val="1638528997"/>
          <w:placeholder>
            <w:docPart w:val="BC4B5E2EE46B4F11A22D83A9196565E7"/>
          </w:placeholder>
          <w:temporary/>
          <w:showingPlcHdr/>
          <w15:appearance w15:val="hidden"/>
        </w:sdtPr>
        <w:sdtEndPr/>
        <w:sdtContent>
          <w:r w:rsidR="00CA6B4F" w:rsidRPr="00A97F92">
            <w:rPr>
              <w:rFonts w:ascii="Abadi MT Condensed" w:hAnsi="Abadi MT Condensed"/>
              <w:color w:val="000000" w:themeColor="text1"/>
            </w:rPr>
            <w:t>Location</w:t>
          </w:r>
        </w:sdtContent>
      </w:sdt>
    </w:p>
    <w:sdt>
      <w:sdtPr>
        <w:rPr>
          <w:rFonts w:ascii="Abadi MT Condensed" w:hAnsi="Abadi MT Condensed"/>
          <w:color w:val="000000" w:themeColor="text1"/>
        </w:rPr>
        <w:alias w:val="Enter paragraph text:"/>
        <w:tag w:val="Enter paragraph text:"/>
        <w:id w:val="550500904"/>
        <w:placeholder>
          <w:docPart w:val="77DFC97800684A12BACAD3EF3E0DA081"/>
        </w:placeholder>
        <w:temporary/>
        <w:showingPlcHdr/>
        <w15:appearance w15:val="hidden"/>
      </w:sdtPr>
      <w:sdtEndPr/>
      <w:sdtContent>
        <w:p w:rsidR="00CA6B4F" w:rsidRPr="00A97F92" w:rsidRDefault="00CA6B4F" w:rsidP="00CA6B4F">
          <w:pPr>
            <w:rPr>
              <w:rFonts w:ascii="Abadi MT Condensed" w:hAnsi="Abadi MT Condensed"/>
              <w:color w:val="000000" w:themeColor="text1"/>
            </w:rPr>
          </w:pPr>
          <w:r w:rsidRPr="00A97F92">
            <w:rPr>
              <w:rFonts w:ascii="Abadi MT Condensed" w:hAnsi="Abadi MT Condensed"/>
              <w:color w:val="000000" w:themeColor="text1"/>
            </w:rPr>
            <w:t>Motion to adjourn was made at 9:00 p.m. and was passed unanimously.</w:t>
          </w:r>
        </w:p>
      </w:sdtContent>
    </w:sdt>
    <w:sectPr w:rsidR="00CA6B4F" w:rsidRPr="00A97F92" w:rsidSect="00AB4981">
      <w:headerReference w:type="default" r:id="rId11"/>
      <w:footerReference w:type="default" r:id="rId12"/>
      <w:pgSz w:w="12240" w:h="15840" w:code="1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372" w:rsidRDefault="001C1372">
      <w:pPr>
        <w:spacing w:after="0" w:line="240" w:lineRule="auto"/>
      </w:pPr>
      <w:r>
        <w:separator/>
      </w:r>
    </w:p>
  </w:endnote>
  <w:endnote w:type="continuationSeparator" w:id="0">
    <w:p w:rsidR="001C1372" w:rsidRDefault="001C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6D" w:rsidRDefault="00DA4A4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A97F9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372" w:rsidRDefault="001C1372">
      <w:pPr>
        <w:spacing w:after="0" w:line="240" w:lineRule="auto"/>
      </w:pPr>
      <w:r>
        <w:separator/>
      </w:r>
    </w:p>
  </w:footnote>
  <w:footnote w:type="continuationSeparator" w:id="0">
    <w:p w:rsidR="001C1372" w:rsidRDefault="001C1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A5" w:rsidRDefault="00EF36A5">
    <w:pPr>
      <w:pStyle w:val="Header"/>
    </w:pPr>
    <w:r>
      <w:rPr>
        <w:noProof/>
        <w:color w:val="auto"/>
        <w:lang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298CD56" wp14:editId="3B0A1843">
              <wp:simplePos x="0" y="0"/>
              <mc:AlternateContent>
                <mc:Choice Requires="wp14">
                  <wp:positionH relativeFrom="page">
                    <wp14:pctPosHOffset>-3800</wp14:pctPosHOffset>
                  </wp:positionH>
                </mc:Choice>
                <mc:Fallback>
                  <wp:positionH relativeFrom="page">
                    <wp:posOffset>-295275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-1200</wp14:pctPosVOffset>
                  </wp:positionV>
                </mc:Choice>
                <mc:Fallback>
                  <wp:positionV relativeFrom="page">
                    <wp:posOffset>-120650</wp:posOffset>
                  </wp:positionV>
                </mc:Fallback>
              </mc:AlternateContent>
              <wp:extent cx="9719945" cy="10297795"/>
              <wp:effectExtent l="19050" t="0" r="90805" b="6350"/>
              <wp:wrapNone/>
              <wp:docPr id="6" name="Group 6" descr="decorative elem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19945" cy="10297795"/>
                        <a:chOff x="0" y="0"/>
                        <a:chExt cx="9716770" cy="10298367"/>
                      </a:xfrm>
                    </wpg:grpSpPr>
                    <wps:wsp>
                      <wps:cNvPr id="9" name="Freeform: Shape 9">
                        <a:extLst/>
                      </wps:cNvPr>
                      <wps:cNvSpPr/>
                      <wps:spPr>
                        <a:xfrm>
                          <a:off x="281940" y="0"/>
                          <a:ext cx="7851390" cy="2019169"/>
                        </a:xfrm>
                        <a:custGeom>
                          <a:avLst/>
                          <a:gdLst>
                            <a:gd name="connsiteX0" fmla="*/ 5640 w 5350933"/>
                            <a:gd name="connsiteY0" fmla="*/ 5640 h 1388533"/>
                            <a:gd name="connsiteX1" fmla="*/ 5345567 w 5350933"/>
                            <a:gd name="connsiteY1" fmla="*/ 5640 h 1388533"/>
                            <a:gd name="connsiteX2" fmla="*/ 5345567 w 5350933"/>
                            <a:gd name="connsiteY2" fmla="*/ 1384014 h 1388533"/>
                            <a:gd name="connsiteX3" fmla="*/ 5640 w 5350933"/>
                            <a:gd name="connsiteY3" fmla="*/ 1384014 h 13885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50933" h="1388533">
                              <a:moveTo>
                                <a:pt x="5640" y="5640"/>
                              </a:moveTo>
                              <a:lnTo>
                                <a:pt x="5345567" y="5640"/>
                              </a:lnTo>
                              <a:lnTo>
                                <a:pt x="5345567" y="1384014"/>
                              </a:lnTo>
                              <a:lnTo>
                                <a:pt x="5640" y="13840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Freeform: Shape 10">
                        <a:extLst/>
                      </wps:cNvPr>
                      <wps:cNvSpPr/>
                      <wps:spPr>
                        <a:xfrm>
                          <a:off x="155448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reeform: Shape 19">
                        <a:extLst/>
                      </wps:cNvPr>
                      <wps:cNvSpPr/>
                      <wps:spPr>
                        <a:xfrm>
                          <a:off x="74676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Freeform: Shape 20">
                        <a:extLst/>
                      </wps:cNvPr>
                      <wps:cNvSpPr/>
                      <wps:spPr>
                        <a:xfrm>
                          <a:off x="297180" y="9326880"/>
                          <a:ext cx="7839320" cy="971487"/>
                        </a:xfrm>
                        <a:custGeom>
                          <a:avLst/>
                          <a:gdLst>
                            <a:gd name="connsiteX0" fmla="*/ 5640 w 5342466"/>
                            <a:gd name="connsiteY0" fmla="*/ 5640 h 1041399"/>
                            <a:gd name="connsiteX1" fmla="*/ 5339640 w 5342466"/>
                            <a:gd name="connsiteY1" fmla="*/ 5640 h 1041399"/>
                            <a:gd name="connsiteX2" fmla="*/ 5339640 w 5342466"/>
                            <a:gd name="connsiteY2" fmla="*/ 1036880 h 1041399"/>
                            <a:gd name="connsiteX3" fmla="*/ 5640 w 5342466"/>
                            <a:gd name="connsiteY3" fmla="*/ 1036880 h 10413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42466" h="1041399">
                              <a:moveTo>
                                <a:pt x="5640" y="5640"/>
                              </a:moveTo>
                              <a:lnTo>
                                <a:pt x="5339640" y="5640"/>
                              </a:lnTo>
                              <a:lnTo>
                                <a:pt x="5339640" y="1036880"/>
                              </a:lnTo>
                              <a:lnTo>
                                <a:pt x="5640" y="10368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Freeform: Shape 21">
                        <a:extLst/>
                      </wps:cNvPr>
                      <wps:cNvSpPr/>
                      <wps:spPr>
                        <a:xfrm>
                          <a:off x="0" y="563880"/>
                          <a:ext cx="8162290" cy="8753475"/>
                        </a:xfrm>
                        <a:custGeom>
                          <a:avLst/>
                          <a:gdLst>
                            <a:gd name="connsiteX0" fmla="*/ 5346277 w 5350933"/>
                            <a:gd name="connsiteY0" fmla="*/ 921597 h 6028266"/>
                            <a:gd name="connsiteX1" fmla="*/ 3794337 w 5350933"/>
                            <a:gd name="connsiteY1" fmla="*/ 921597 h 6028266"/>
                            <a:gd name="connsiteX2" fmla="*/ 3333750 w 5350933"/>
                            <a:gd name="connsiteY2" fmla="*/ 441537 h 6028266"/>
                            <a:gd name="connsiteX3" fmla="*/ 3333750 w 5350933"/>
                            <a:gd name="connsiteY3" fmla="*/ 441537 h 6028266"/>
                            <a:gd name="connsiteX4" fmla="*/ 2898563 w 5350933"/>
                            <a:gd name="connsiteY4" fmla="*/ 6350 h 6028266"/>
                            <a:gd name="connsiteX5" fmla="*/ 245110 w 5350933"/>
                            <a:gd name="connsiteY5" fmla="*/ 6350 h 6028266"/>
                            <a:gd name="connsiteX6" fmla="*/ 6350 w 5350933"/>
                            <a:gd name="connsiteY6" fmla="*/ 77470 h 6028266"/>
                            <a:gd name="connsiteX7" fmla="*/ 6350 w 5350933"/>
                            <a:gd name="connsiteY7" fmla="*/ 6025304 h 6028266"/>
                            <a:gd name="connsiteX8" fmla="*/ 5346277 w 5350933"/>
                            <a:gd name="connsiteY8" fmla="*/ 6025304 h 6028266"/>
                            <a:gd name="connsiteX9" fmla="*/ 5346277 w 5350933"/>
                            <a:gd name="connsiteY9" fmla="*/ 921597 h 6028266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  <a:gd name="connsiteX0" fmla="*/ 5339927 w 5339927"/>
                            <a:gd name="connsiteY0" fmla="*/ 915247 h 6018954"/>
                            <a:gd name="connsiteX1" fmla="*/ 3787987 w 5339927"/>
                            <a:gd name="connsiteY1" fmla="*/ 915247 h 6018954"/>
                            <a:gd name="connsiteX2" fmla="*/ 3327400 w 5339927"/>
                            <a:gd name="connsiteY2" fmla="*/ 435187 h 6018954"/>
                            <a:gd name="connsiteX3" fmla="*/ 3327400 w 5339927"/>
                            <a:gd name="connsiteY3" fmla="*/ 476889 h 6018954"/>
                            <a:gd name="connsiteX4" fmla="*/ 2892213 w 5339927"/>
                            <a:gd name="connsiteY4" fmla="*/ 0 h 6018954"/>
                            <a:gd name="connsiteX5" fmla="*/ 238760 w 5339927"/>
                            <a:gd name="connsiteY5" fmla="*/ 0 h 6018954"/>
                            <a:gd name="connsiteX6" fmla="*/ 0 w 5339927"/>
                            <a:gd name="connsiteY6" fmla="*/ 71120 h 6018954"/>
                            <a:gd name="connsiteX7" fmla="*/ 0 w 5339927"/>
                            <a:gd name="connsiteY7" fmla="*/ 6018954 h 6018954"/>
                            <a:gd name="connsiteX8" fmla="*/ 5339927 w 5339927"/>
                            <a:gd name="connsiteY8" fmla="*/ 6018954 h 6018954"/>
                            <a:gd name="connsiteX9" fmla="*/ 5339927 w 5339927"/>
                            <a:gd name="connsiteY9" fmla="*/ 915247 h 60189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339927" h="6018954">
                              <a:moveTo>
                                <a:pt x="5339927" y="915247"/>
                              </a:moveTo>
                              <a:lnTo>
                                <a:pt x="3787987" y="915247"/>
                              </a:lnTo>
                              <a:cubicBezTo>
                                <a:pt x="3787987" y="915247"/>
                                <a:pt x="3374067" y="956949"/>
                                <a:pt x="3327400" y="435187"/>
                              </a:cubicBezTo>
                              <a:lnTo>
                                <a:pt x="3327400" y="476889"/>
                              </a:lnTo>
                              <a:cubicBezTo>
                                <a:pt x="3327400" y="236435"/>
                                <a:pt x="3132667" y="0"/>
                                <a:pt x="2892213" y="0"/>
                              </a:cubicBezTo>
                              <a:lnTo>
                                <a:pt x="238760" y="0"/>
                              </a:lnTo>
                              <a:cubicBezTo>
                                <a:pt x="150707" y="0"/>
                                <a:pt x="68580" y="26247"/>
                                <a:pt x="0" y="71120"/>
                              </a:cubicBezTo>
                              <a:lnTo>
                                <a:pt x="0" y="6018954"/>
                              </a:lnTo>
                              <a:lnTo>
                                <a:pt x="5339927" y="6018954"/>
                              </a:lnTo>
                              <a:lnTo>
                                <a:pt x="5339927" y="915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>
                          <a:noFill/>
                          <a:prstDash val="solid"/>
                          <a:miter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Straight Connector 22"/>
                      <wps:cNvCnPr/>
                      <wps:spPr>
                        <a:xfrm>
                          <a:off x="762000" y="838200"/>
                          <a:ext cx="0" cy="8322907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page">
                <wp14:pctWidth>125300</wp14:pctWidth>
              </wp14:sizeRelH>
              <wp14:sizeRelV relativeFrom="page">
                <wp14:pctHeight>102400</wp14:pctHeight>
              </wp14:sizeRelV>
            </wp:anchor>
          </w:drawing>
        </mc:Choice>
        <mc:Fallback>
          <w:pict>
            <v:group w14:anchorId="561E36BE" id="Group 6" o:spid="_x0000_s1026" alt="decorative element" style="position:absolute;margin-left:0;margin-top:0;width:765.35pt;height:810.85pt;z-index:-251655168;mso-width-percent:1253;mso-height-percent:1024;mso-left-percent:-38;mso-top-percent:-12;mso-position-horizontal-relative:page;mso-position-vertical-relative:page;mso-width-percent:1253;mso-height-percent:1024;mso-left-percent:-38;mso-top-percent:-12" coordsize="97167,102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">
              <v:shape id="Freeform: Shape 9" o:spid="_x0000_s1027" style="position:absolute;left:2819;width:78514;height:20191;visibility:visible;mso-wrap-style:square;v-text-anchor:middle" coordsize="5350933,1388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6GmsIA&#10;AADaAAAADwAAAGRycy9kb3ducmV2LnhtbESPT4vCMBTE7wv7HcJb8Lamuwui1SgiWyg9rX/A66N5&#10;tsXmpSSprd/eCAseh5n5DbPajKYVN3K+sazga5qAIC6tbrhScDpmn3MQPiBrbC2Tgjt52Kzf31aY&#10;ajvwnm6HUIkIYZ+igjqELpXSlzUZ9FPbEUfvYp3BEKWrpHY4RLhp5XeSzKTBhuNCjR3taiqvh94o&#10;KMxpZ0Pvsr382Z5/k7w4//UzpSYf43YJItAYXuH/dq4VLOB5Jd4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oaawgAAANoAAAAPAAAAAAAAAAAAAAAAAJgCAABkcnMvZG93&#10;bnJldi54bWxQSwUGAAAAAAQABAD1AAAAhwMAAAAA&#10;" path="m5640,5640r5339927,l5345567,1384014r-5339927,l5640,5640xe" fillcolor="#2f3342 [3206]" stroked="f" strokeweight=".235mm">
                <v:stroke joinstyle="miter"/>
                <v:path arrowok="t" o:connecttype="custom" o:connectlocs="8276,8202;7843517,8202;7843517,2012598;8276,2012598" o:connectangles="0,0,0,0"/>
              </v:shape>
              <v:shape id="Freeform: Shape 10" o:spid="_x0000_s1028" style="position:absolute;left:15544;top:5638;width:81623;height:87535;visibility:visible;mso-wrap-style:square;v-text-anchor:middle" coordsize="5339927,6018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26cMA&#10;AADbAAAADwAAAGRycy9kb3ducmV2LnhtbESPQWvCQBCF7wX/wzKCt7pRUErqJoggCl5sWnueZqdJ&#10;aHY2ZNck/vvOodDbDO/Ne9/s8sm1aqA+NJ4NrJYJKOLS24YrAx/vx+cXUCEiW2w9k4EHBciz2dMO&#10;U+tHfqOhiJWSEA4pGqhj7FKtQ1mTw7D0HbFo3753GGXtK217HCXctXqdJFvtsGFpqLGjQ03lT3F3&#10;BprioS80bm7dOJxuX9O2+jwdrsYs5tP+FVSkKf6b/67PVvCFXn6RAX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Q26cMAAADbAAAADwAAAAAAAAAAAAAAAACYAgAAZHJzL2Rv&#10;d25yZXYueG1sUEsFBgAAAAAEAAQA9QAAAIgDAAAAAA==&#10;" path="m5339927,915247r-1551940,c3787987,915247,3374067,956949,3327400,435187r,41702c3327400,236435,3132667,,2892213,l238760,c150707,,68580,26247,,71120l,6018954r5339927,l5339927,915247xe" fillcolor="#e7e6e6 [321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19" o:spid="_x0000_s1029" style="position:absolute;left:7467;top:5638;width:81623;height:87535;visibility:visible;mso-wrap-style:square;v-text-anchor:middle" coordsize="5339927,6018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5MsAA&#10;AADbAAAADwAAAGRycy9kb3ducmV2LnhtbERP24rCMBB9F/yHMMK+iKYrq2g1iqyrCL54+4ChGZti&#10;MylN1Pr3G0HwbQ7nOrNFY0txp9oXjhV89xMQxJnTBecKzqd1bwzCB2SNpWNS8CQPi3m7NcNUuwcf&#10;6H4MuYgh7FNUYEKoUil9Zsii77uKOHIXV1sMEda51DU+Yrgt5SBJRtJiwbHBYEW/hrLr8WYVDMfG&#10;bFbX/dPukvV+sz10f/DvptRXp1lOQQRqwkf8dm91nD+B1y/xAD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vv5MsAAAADbAAAADwAAAAAAAAAAAAAAAACYAgAAZHJzL2Rvd25y&#10;ZXYueG1sUEsFBgAAAAAEAAQA9QAAAIUDAAAAAA==&#10;" path="m5339927,915247r-1551940,c3787987,915247,3374067,956949,3327400,435187r,41702c3327400,236435,3132667,,2892213,l238760,c150707,,68580,26247,,71120l,6018954r5339927,l5339927,915247xe" fillcolor="#c0f400 [3204]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shape id="Freeform: Shape 20" o:spid="_x0000_s1030" style="position:absolute;left:2971;top:93268;width:78394;height:9715;visibility:visible;mso-wrap-style:square;v-text-anchor:middle" coordsize="5342466,1041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LacEA&#10;AADbAAAADwAAAGRycy9kb3ducmV2LnhtbERPPW/CMBDdK/EfrKvEVpwykCrFIISoBFQdknTpdoqv&#10;cRT7nMYGwr+vh0odn973ejs5K640hs6zgudFBoK48brjVsFn/fb0AiJEZI3WMym4U4DtZvawxkL7&#10;G5d0rWIrUgiHAhWYGIdCytAYchgWfiBO3LcfHcYEx1bqEW8p3Fm5zLKVdNhxajA40N5Q01cXp0Db&#10;u6y/8pzs+b0v5YfpTz/uoNT8cdq9gog0xX/xn/uoFSzT+vQ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6C2nBAAAA2wAAAA8AAAAAAAAAAAAAAAAAmAIAAGRycy9kb3du&#10;cmV2LnhtbFBLBQYAAAAABAAEAPUAAACGAwAAAAA=&#10;" path="m5640,5640r5334000,l5339640,1036880r-5334000,l5640,5640xe" fillcolor="#2f3342 [3206]" stroked="f" strokeweight=".235mm">
                <v:stroke joinstyle="miter"/>
                <v:path arrowok="t" o:connecttype="custom" o:connectlocs="8276,5261;7835173,5261;7835173,967271;8276,967271" o:connectangles="0,0,0,0"/>
              </v:shape>
              <v:shape id="Freeform: Shape 21" o:spid="_x0000_s1031" style="position:absolute;top:5638;width:81622;height:87535;visibility:visible;mso-wrap-style:square;v-text-anchor:middle" coordsize="5339927,60189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DK8UA&#10;AADbAAAADwAAAGRycy9kb3ducmV2LnhtbESPT2sCMRTE7wW/Q3iCt5pVsMhqFNc/bU9StT309ti8&#10;bhY3L0uSrttv3xSEHoeZ+Q2zXPe2ER35UDtWMBlnIIhLp2uuFLxfDo9zECEia2wck4IfCrBeDR6W&#10;mGt34xN151iJBOGQowITY5tLGUpDFsPYtcTJ+3LeYkzSV1J7vCW4beQ0y56kxZrTgsGWtobK6/nb&#10;KqA335mP582hKI7d6WW+/yzcbqbUaNhvFiAi9fE/fG+/agXTCfx9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QMrxQAAANsAAAAPAAAAAAAAAAAAAAAAAJgCAABkcnMv&#10;ZG93bnJldi54bWxQSwUGAAAAAAQABAD1AAAAigMAAAAA&#10;" path="m5339927,915247r-1551940,c3787987,915247,3374067,956949,3327400,435187r,41702c3327400,236435,3132667,,2892213,l238760,c150707,,68580,26247,,71120l,6018954r5339927,l5339927,915247xe" stroked="f">
                <v:stroke joinstyle="miter"/>
                <v:shadow on="t" color="black" opacity="26214f" origin="-.5" offset="3pt,0"/>
                <v:path arrowok="t" o:connecttype="custom" o:connectlocs="8162290,1331060;5790088,1331060;5086063,632900;5086063,693548;4420862,0;364954,0;0,103431;0,8753475;8162290,8753475;8162290,1331060" o:connectangles="0,0,0,0,0,0,0,0,0,0"/>
              </v:shape>
              <v:line id="Straight Connector 22" o:spid="_x0000_s1032" style="position:absolute;visibility:visible;mso-wrap-style:square" from="7620,8382" to="7620,91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UcsEAAADbAAAADwAAAGRycy9kb3ducmV2LnhtbESPQYvCMBSE7wv+h/AEb2tqQXepRhFF&#10;ES+y7R48PppnW2xeahO1/nsjCB6HmfmGmS06U4sbta6yrGA0jEAQ51ZXXCj4zzbfvyCcR9ZYWyYF&#10;D3KwmPe+Zphoe+c/uqW+EAHCLkEFpfdNIqXLSzLohrYhDt7JtgZ9kG0hdYv3ADe1jKNoIg1WHBZK&#10;bGhVUn5Or0YBro4+o41JDxc7WbsoG2/3P41Sg363nILw1PlP+N3eaQVxDK8v4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A5RywQAAANsAAAAPAAAAAAAAAAAAAAAA&#10;AKECAABkcnMvZG93bnJldi54bWxQSwUGAAAAAAQABAD5AAAAjwMAAAAA&#10;" strokecolor="#c0f400 [3204]" strokeweight="3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92"/>
    <w:rsid w:val="0001495E"/>
    <w:rsid w:val="0001626D"/>
    <w:rsid w:val="00035454"/>
    <w:rsid w:val="001C1372"/>
    <w:rsid w:val="002E0B9C"/>
    <w:rsid w:val="002E6287"/>
    <w:rsid w:val="00303AE1"/>
    <w:rsid w:val="003949BD"/>
    <w:rsid w:val="004D61A7"/>
    <w:rsid w:val="00524B92"/>
    <w:rsid w:val="00560F76"/>
    <w:rsid w:val="00591FFE"/>
    <w:rsid w:val="006B7784"/>
    <w:rsid w:val="006F16F0"/>
    <w:rsid w:val="007520BE"/>
    <w:rsid w:val="00761CCB"/>
    <w:rsid w:val="00A448C1"/>
    <w:rsid w:val="00A97F92"/>
    <w:rsid w:val="00AA7AA0"/>
    <w:rsid w:val="00AB4981"/>
    <w:rsid w:val="00AD20E5"/>
    <w:rsid w:val="00B43495"/>
    <w:rsid w:val="00B70211"/>
    <w:rsid w:val="00CA6B4F"/>
    <w:rsid w:val="00DA4A43"/>
    <w:rsid w:val="00DA5BEB"/>
    <w:rsid w:val="00DE395C"/>
    <w:rsid w:val="00E2411A"/>
    <w:rsid w:val="00E37225"/>
    <w:rsid w:val="00E51439"/>
    <w:rsid w:val="00E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C0F4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C0F400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C0F400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C0F400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task%2006-2020\Meeting%20Minutes%20Template\Meeting%20Minutes%20Template%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5A290468D94754A0CDF5AAE2119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8710C-23E1-4A55-AB22-8C9136EB828A}"/>
      </w:docPartPr>
      <w:docPartBody>
        <w:p w:rsidR="00000000" w:rsidRDefault="003C70D1">
          <w:pPr>
            <w:pStyle w:val="195A290468D94754A0CDF5AAE2119B3E"/>
          </w:pPr>
          <w:r w:rsidRPr="00AB4981">
            <w:rPr>
              <w:rStyle w:val="TitleChar"/>
            </w:rPr>
            <w:t>[Meeting Name]</w:t>
          </w:r>
        </w:p>
      </w:docPartBody>
    </w:docPart>
    <w:docPart>
      <w:docPartPr>
        <w:name w:val="2B8BD74479AC414CB1F7D35ABC3E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E43C1-293E-4257-AC5D-3283C049702E}"/>
      </w:docPartPr>
      <w:docPartBody>
        <w:p w:rsidR="00000000" w:rsidRDefault="003C70D1">
          <w:pPr>
            <w:pStyle w:val="2B8BD74479AC414CB1F7D35ABC3E3D7A"/>
          </w:pPr>
          <w:r w:rsidRPr="00AB4981">
            <w:t>In Attendance</w:t>
          </w:r>
        </w:p>
      </w:docPartBody>
    </w:docPart>
    <w:docPart>
      <w:docPartPr>
        <w:name w:val="E824FD5B4FB24E4CA289055DDAA4E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32B8B-F7C7-4A80-9AEE-A9AC988FC1AB}"/>
      </w:docPartPr>
      <w:docPartBody>
        <w:p w:rsidR="00000000" w:rsidRDefault="003C70D1">
          <w:pPr>
            <w:pStyle w:val="E824FD5B4FB24E4CA289055DDAA4ED72"/>
          </w:pPr>
          <w:r w:rsidRPr="00CA6B4F">
            <w:rPr>
              <w:color w:val="000000" w:themeColor="text1"/>
            </w:rPr>
            <w:t>List attendees</w:t>
          </w:r>
        </w:p>
      </w:docPartBody>
    </w:docPart>
    <w:docPart>
      <w:docPartPr>
        <w:name w:val="F24714CAB9324EB8BFD716253C7D2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A6541-BB73-41BD-98F6-8432F4B14B61}"/>
      </w:docPartPr>
      <w:docPartBody>
        <w:p w:rsidR="00000000" w:rsidRDefault="003C70D1">
          <w:pPr>
            <w:pStyle w:val="F24714CAB9324EB8BFD716253C7D2AD4"/>
          </w:pPr>
          <w:r w:rsidRPr="00CA6B4F">
            <w:t>Approval of Minutes</w:t>
          </w:r>
        </w:p>
      </w:docPartBody>
    </w:docPart>
    <w:docPart>
      <w:docPartPr>
        <w:name w:val="1150EB0CD12A4944ABA6917C95330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23EDE-67BD-4006-BC81-20CA2CF58B4E}"/>
      </w:docPartPr>
      <w:docPartBody>
        <w:p w:rsidR="00000000" w:rsidRDefault="003C70D1">
          <w:pPr>
            <w:pStyle w:val="1150EB0CD12A4944ABA6917C95330994"/>
          </w:pPr>
          <w:r w:rsidRPr="00CA6B4F">
            <w:rPr>
              <w:color w:val="000000" w:themeColor="text1"/>
            </w:rPr>
            <w:t>The minutes were read from the August meeting and approved.</w:t>
          </w:r>
        </w:p>
      </w:docPartBody>
    </w:docPart>
    <w:docPart>
      <w:docPartPr>
        <w:name w:val="C7CBF88A84F3428ABCB2F4123E62A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8E9F0-7AFC-4B4C-BF71-546C79601049}"/>
      </w:docPartPr>
      <w:docPartBody>
        <w:p w:rsidR="00000000" w:rsidRDefault="003C70D1">
          <w:pPr>
            <w:pStyle w:val="C7CBF88A84F3428ABCB2F4123E62A645"/>
          </w:pPr>
          <w:r w:rsidRPr="00CA6B4F">
            <w:t>Board</w:t>
          </w:r>
        </w:p>
      </w:docPartBody>
    </w:docPart>
    <w:docPart>
      <w:docPartPr>
        <w:name w:val="3DF5B831BE214D94981B50E98661F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3738D-E614-47C2-8DEE-6B154778CF85}"/>
      </w:docPartPr>
      <w:docPartBody>
        <w:p w:rsidR="00000000" w:rsidRDefault="003C70D1">
          <w:pPr>
            <w:pStyle w:val="3DF5B831BE214D94981B50E98661F68B"/>
          </w:pPr>
          <w:r w:rsidRPr="00CA6B4F">
            <w:rPr>
              <w:color w:val="000000" w:themeColor="text1"/>
            </w:rPr>
            <w:t xml:space="preserve">The Board, new principal, and guests were introduced. </w:t>
          </w:r>
          <w:r w:rsidRPr="00AD20E5">
            <w:rPr>
              <w:color w:val="000000" w:themeColor="text1"/>
            </w:rPr>
            <w:t>Mira Karlsson</w:t>
          </w:r>
          <w:r>
            <w:rPr>
              <w:color w:val="000000" w:themeColor="text1"/>
            </w:rPr>
            <w:t xml:space="preserve"> </w:t>
          </w:r>
          <w:r w:rsidRPr="00CA6B4F">
            <w:rPr>
              <w:color w:val="000000" w:themeColor="text1"/>
            </w:rPr>
            <w:t>was nominated as the new Secretary.</w:t>
          </w:r>
        </w:p>
      </w:docPartBody>
    </w:docPart>
    <w:docPart>
      <w:docPartPr>
        <w:name w:val="C8870A5F5D514435BD37ADE737D83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A5E49-AAF0-4606-9EF2-9A9071ACC7DB}"/>
      </w:docPartPr>
      <w:docPartBody>
        <w:p w:rsidR="00000000" w:rsidRDefault="003C70D1">
          <w:pPr>
            <w:pStyle w:val="C8870A5F5D514435BD37ADE737D83AF3"/>
          </w:pPr>
          <w:r w:rsidRPr="00CA6B4F">
            <w:rPr>
              <w:color w:val="000000" w:themeColor="text1"/>
            </w:rPr>
            <w:t xml:space="preserve">A motion to elect </w:t>
          </w:r>
          <w:r>
            <w:rPr>
              <w:color w:val="000000" w:themeColor="text1"/>
            </w:rPr>
            <w:t>Mira</w:t>
          </w:r>
          <w:r w:rsidRPr="00CA6B4F">
            <w:rPr>
              <w:color w:val="000000" w:themeColor="text1"/>
            </w:rPr>
            <w:t xml:space="preserve"> was made by </w:t>
          </w:r>
          <w:r w:rsidRPr="00AD20E5">
            <w:rPr>
              <w:color w:val="000000" w:themeColor="text1"/>
            </w:rPr>
            <w:t>Angelica Astrom</w:t>
          </w:r>
          <w:r w:rsidRPr="00CA6B4F">
            <w:rPr>
              <w:color w:val="000000" w:themeColor="text1"/>
            </w:rPr>
            <w:t xml:space="preserve"> and seconded by </w:t>
          </w:r>
          <w:r w:rsidRPr="00AD20E5">
            <w:rPr>
              <w:color w:val="000000" w:themeColor="text1"/>
            </w:rPr>
            <w:t>August Bergqvist</w:t>
          </w:r>
          <w:r w:rsidRPr="00CA6B4F">
            <w:rPr>
              <w:color w:val="000000" w:themeColor="text1"/>
            </w:rPr>
            <w:t xml:space="preserve">. All present voted in favor, and </w:t>
          </w:r>
          <w:r w:rsidRPr="00AD20E5">
            <w:rPr>
              <w:color w:val="000000" w:themeColor="text1"/>
            </w:rPr>
            <w:t>Mira Karlsson</w:t>
          </w:r>
          <w:r w:rsidRPr="00CA6B4F">
            <w:rPr>
              <w:color w:val="000000" w:themeColor="text1"/>
            </w:rPr>
            <w:t xml:space="preserve"> was confirmed as the new Secretary.</w:t>
          </w:r>
        </w:p>
      </w:docPartBody>
    </w:docPart>
    <w:docPart>
      <w:docPartPr>
        <w:name w:val="D3569B64D2A84BC9AD38571D652AF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98A084-B6DF-4324-B0C4-03786E94CB99}"/>
      </w:docPartPr>
      <w:docPartBody>
        <w:p w:rsidR="00000000" w:rsidRDefault="003C70D1">
          <w:pPr>
            <w:pStyle w:val="D3569B64D2A84BC9AD38571D652AFC27"/>
          </w:pPr>
          <w:r w:rsidRPr="00CA6B4F">
            <w:t>Advisory Committee</w:t>
          </w:r>
        </w:p>
      </w:docPartBody>
    </w:docPart>
    <w:docPart>
      <w:docPartPr>
        <w:name w:val="734DB27CF27C464191DA02592F2E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F734-B010-4161-88C5-292E36D37A8B}"/>
      </w:docPartPr>
      <w:docPartBody>
        <w:p w:rsidR="00000000" w:rsidRDefault="003C70D1">
          <w:pPr>
            <w:pStyle w:val="734DB27CF27C464191DA02592F2ED982"/>
          </w:pPr>
          <w:r w:rsidRPr="00CA6B4F">
            <w:t>There are a number of parent openings on the Advisory Committee. These openings were listed in the most r</w:t>
          </w:r>
          <w:r w:rsidRPr="00CA6B4F">
            <w:t>ecent newsletter.</w:t>
          </w:r>
        </w:p>
      </w:docPartBody>
    </w:docPart>
    <w:docPart>
      <w:docPartPr>
        <w:name w:val="15909F0DDBD14947B86599F0FB661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8C9FD-B064-4FB4-858A-13EA6E844A69}"/>
      </w:docPartPr>
      <w:docPartBody>
        <w:p w:rsidR="00000000" w:rsidRDefault="003C70D1">
          <w:pPr>
            <w:pStyle w:val="15909F0DDBD14947B86599F0FB661FA2"/>
          </w:pPr>
          <w:r w:rsidRPr="00CA6B4F">
            <w:t xml:space="preserve">Three parents indicated an interest in serving on the committee. </w:t>
          </w:r>
          <w:r w:rsidRPr="00AD20E5">
            <w:t>August Bergqvist</w:t>
          </w:r>
          <w:r w:rsidRPr="00CA6B4F">
            <w:t xml:space="preserve"> will follow up with those parents and do some additional recruiting to fill these openings.</w:t>
          </w:r>
        </w:p>
      </w:docPartBody>
    </w:docPart>
    <w:docPart>
      <w:docPartPr>
        <w:name w:val="DDA0DC6FD55D4E4BBDEA347407973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E9DDB-D35C-4C20-91DF-7A5A1CFC7DEE}"/>
      </w:docPartPr>
      <w:docPartBody>
        <w:p w:rsidR="00000000" w:rsidRDefault="003C70D1">
          <w:pPr>
            <w:pStyle w:val="DDA0DC6FD55D4E4BBDEA347407973F98"/>
          </w:pPr>
          <w:r w:rsidRPr="00CA6B4F">
            <w:t>Budget</w:t>
          </w:r>
        </w:p>
      </w:docPartBody>
    </w:docPart>
    <w:docPart>
      <w:docPartPr>
        <w:name w:val="1E504E04B1724299A015C8E991203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D1A2-98CC-483B-8897-D60F9DAA3258}"/>
      </w:docPartPr>
      <w:docPartBody>
        <w:p w:rsidR="00000000" w:rsidRDefault="003C70D1">
          <w:pPr>
            <w:pStyle w:val="1E504E04B1724299A015C8E991203B2C"/>
          </w:pPr>
          <w:r w:rsidRPr="00CA6B4F">
            <w:t>The budget for the current school year was distributed by</w:t>
          </w:r>
          <w:r w:rsidRPr="00CA6B4F">
            <w:t xml:space="preserve"> </w:t>
          </w:r>
          <w:r w:rsidRPr="00AD20E5">
            <w:t>August Bergqvist</w:t>
          </w:r>
          <w:r w:rsidRPr="00CA6B4F">
            <w:t>, PTA Treasurer, and reviewed by the board and PTA members at the last meeting.</w:t>
          </w:r>
        </w:p>
      </w:docPartBody>
    </w:docPart>
    <w:docPart>
      <w:docPartPr>
        <w:name w:val="A979AB60139D480BBC186A1538664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7C48B-2FE2-4F92-8076-F18C283C298E}"/>
      </w:docPartPr>
      <w:docPartBody>
        <w:p w:rsidR="00000000" w:rsidRDefault="003C70D1">
          <w:pPr>
            <w:pStyle w:val="A979AB60139D480BBC186A1538664DA8"/>
          </w:pPr>
          <w:r w:rsidRPr="00CA6B4F">
            <w:t xml:space="preserve">In tonight’s meeting, </w:t>
          </w:r>
          <w:r w:rsidRPr="00AD20E5">
            <w:t>Angelica Astrom</w:t>
          </w:r>
          <w:r w:rsidRPr="00CA6B4F">
            <w:t xml:space="preserve"> made a motion to approve the budget which was seconded by </w:t>
          </w:r>
          <w:r w:rsidRPr="00AD20E5">
            <w:t>Allan Mattsson</w:t>
          </w:r>
          <w:r w:rsidRPr="00CA6B4F">
            <w:t>. All present voted in favor of approving the bud</w:t>
          </w:r>
          <w:r w:rsidRPr="00CA6B4F">
            <w:t>get as presented.</w:t>
          </w:r>
        </w:p>
      </w:docPartBody>
    </w:docPart>
    <w:docPart>
      <w:docPartPr>
        <w:name w:val="5869A17213964EE8BDBE5E8E12979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06177-C20A-4C8A-AB06-CB019EE6E2AF}"/>
      </w:docPartPr>
      <w:docPartBody>
        <w:p w:rsidR="00000000" w:rsidRDefault="003C70D1">
          <w:pPr>
            <w:pStyle w:val="5869A17213964EE8BDBE5E8E12979BC8"/>
          </w:pPr>
          <w:r w:rsidRPr="00CA6B4F">
            <w:t>Principal’s Report</w:t>
          </w:r>
        </w:p>
      </w:docPartBody>
    </w:docPart>
    <w:docPart>
      <w:docPartPr>
        <w:name w:val="0B73FCE360914D77B31F0067096C2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8CF5-523F-42BB-9A38-7ABF0B612FAA}"/>
      </w:docPartPr>
      <w:docPartBody>
        <w:p w:rsidR="00000000" w:rsidRDefault="003C70D1">
          <w:pPr>
            <w:pStyle w:val="0B73FCE360914D77B31F0067096C2035"/>
          </w:pPr>
          <w:r w:rsidRPr="00CA6B4F">
            <w:t xml:space="preserve">Principal </w:t>
          </w:r>
          <w:r w:rsidRPr="00AD20E5">
            <w:t>Ian Hansson</w:t>
          </w:r>
          <w:r w:rsidRPr="00CA6B4F">
            <w:t xml:space="preserve"> presented his report.</w:t>
          </w:r>
        </w:p>
      </w:docPartBody>
    </w:docPart>
    <w:docPart>
      <w:docPartPr>
        <w:name w:val="484A43A346434530819B4DC09A56D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21908-1980-4E9B-9FAC-E425860447A4}"/>
      </w:docPartPr>
      <w:docPartBody>
        <w:p w:rsidR="00000000" w:rsidRDefault="003C70D1">
          <w:pPr>
            <w:pStyle w:val="484A43A346434530819B4DC09A56D306"/>
          </w:pPr>
          <w:r w:rsidRPr="00CA6B4F">
            <w:t>New Business</w:t>
          </w:r>
        </w:p>
      </w:docPartBody>
    </w:docPart>
    <w:docPart>
      <w:docPartPr>
        <w:name w:val="EBDF9B5FE2664F58B1473A858423E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9067C-74E7-4402-B29E-14AAE5D24EC2}"/>
      </w:docPartPr>
      <w:docPartBody>
        <w:p w:rsidR="00EF4647" w:rsidRPr="00AB4981" w:rsidRDefault="003C70D1" w:rsidP="00AB4981">
          <w:pPr>
            <w:pStyle w:val="ListBullet"/>
          </w:pPr>
          <w:r w:rsidRPr="00AB4981">
            <w:t>Recap of Back to School night – September 9</w:t>
          </w:r>
        </w:p>
        <w:p w:rsidR="00EF4647" w:rsidRPr="00AB4981" w:rsidRDefault="003C70D1" w:rsidP="00AB4981">
          <w:pPr>
            <w:pStyle w:val="ListBullet"/>
          </w:pPr>
          <w:r w:rsidRPr="00AB4981">
            <w:t>Parent Education Programs – Counselors</w:t>
          </w:r>
        </w:p>
        <w:p w:rsidR="00000000" w:rsidRDefault="003C70D1">
          <w:pPr>
            <w:pStyle w:val="EBDF9B5FE2664F58B1473A858423E923"/>
          </w:pPr>
          <w:r w:rsidRPr="00AB4981">
            <w:t xml:space="preserve">Teacher Grants Application Process – </w:t>
          </w:r>
          <w:r>
            <w:br/>
            <w:t>School Principal</w:t>
          </w:r>
        </w:p>
      </w:docPartBody>
    </w:docPart>
    <w:docPart>
      <w:docPartPr>
        <w:name w:val="94BB271E42D24AECB03116BF8820E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5BC51-890C-4BD0-B4F4-14CA2E0FB845}"/>
      </w:docPartPr>
      <w:docPartBody>
        <w:p w:rsidR="00000000" w:rsidRDefault="003C70D1">
          <w:pPr>
            <w:pStyle w:val="94BB271E42D24AECB03116BF8820E215"/>
          </w:pPr>
          <w:r w:rsidRPr="00AB4981">
            <w:rPr>
              <w:rStyle w:val="Heading1Char"/>
            </w:rPr>
            <w:t>Committee Reports</w:t>
          </w:r>
        </w:p>
      </w:docPartBody>
    </w:docPart>
    <w:docPart>
      <w:docPartPr>
        <w:name w:val="1EE27112E683401389670AD77D5D8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63EE7-B8C4-4F6A-85F7-441383579621}"/>
      </w:docPartPr>
      <w:docPartBody>
        <w:p w:rsidR="00EF4647" w:rsidRPr="00AB4981" w:rsidRDefault="003C70D1" w:rsidP="00AB4981">
          <w:pPr>
            <w:pStyle w:val="ListBullet"/>
          </w:pPr>
          <w:r w:rsidRPr="00AB4981">
            <w:t>Member</w:t>
          </w:r>
          <w:r w:rsidRPr="00AB4981">
            <w:t>ship</w:t>
          </w:r>
        </w:p>
        <w:p w:rsidR="00EF4647" w:rsidRPr="00AB4981" w:rsidRDefault="003C70D1" w:rsidP="00AB4981">
          <w:pPr>
            <w:pStyle w:val="ListBullet"/>
          </w:pPr>
          <w:r w:rsidRPr="00AB4981">
            <w:t>Volunteers</w:t>
          </w:r>
        </w:p>
        <w:p w:rsidR="00EF4647" w:rsidRPr="00AB4981" w:rsidRDefault="003C70D1" w:rsidP="00AB4981">
          <w:pPr>
            <w:pStyle w:val="ListBullet"/>
          </w:pPr>
          <w:r w:rsidRPr="00AB4981">
            <w:t>Newsletter</w:t>
          </w:r>
        </w:p>
        <w:p w:rsidR="00000000" w:rsidRDefault="003C70D1">
          <w:pPr>
            <w:pStyle w:val="1EE27112E683401389670AD77D5D8B67"/>
          </w:pPr>
          <w:r w:rsidRPr="00AB4981">
            <w:t>Computer Support</w:t>
          </w:r>
        </w:p>
      </w:docPartBody>
    </w:docPart>
    <w:docPart>
      <w:docPartPr>
        <w:name w:val="6341EA4434BD4C6B9A7D9D24415679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4E3AF-DCA2-477C-86D1-FE96A1A93BE3}"/>
      </w:docPartPr>
      <w:docPartBody>
        <w:p w:rsidR="00000000" w:rsidRDefault="003C70D1">
          <w:pPr>
            <w:pStyle w:val="6341EA4434BD4C6B9A7D9D24415679F3"/>
          </w:pPr>
          <w:r w:rsidRPr="00AB4981">
            <w:t>Announcements</w:t>
          </w:r>
        </w:p>
      </w:docPartBody>
    </w:docPart>
    <w:docPart>
      <w:docPartPr>
        <w:name w:val="1C797279E7744EBC80241B086FC15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F35D6-A603-4939-848A-7F2F4BAA780C}"/>
      </w:docPartPr>
      <w:docPartBody>
        <w:p w:rsidR="00000000" w:rsidRDefault="003C70D1">
          <w:pPr>
            <w:pStyle w:val="1C797279E7744EBC80241B086FC1566E"/>
          </w:pPr>
          <w:r w:rsidRPr="00CA6B4F">
            <w:rPr>
              <w:color w:val="000000" w:themeColor="text1"/>
            </w:rPr>
            <w:t>Enter Announcements</w:t>
          </w:r>
        </w:p>
      </w:docPartBody>
    </w:docPart>
    <w:docPart>
      <w:docPartPr>
        <w:name w:val="7A66C7DD374B42F19C9537FD6D024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2395B-3E5D-4897-8897-83F1E61898C1}"/>
      </w:docPartPr>
      <w:docPartBody>
        <w:p w:rsidR="00000000" w:rsidRDefault="003C70D1">
          <w:pPr>
            <w:pStyle w:val="7A66C7DD374B42F19C9537FD6D024BA4"/>
          </w:pPr>
          <w:r w:rsidRPr="00AB4981">
            <w:t>Next Meeting</w:t>
          </w:r>
        </w:p>
      </w:docPartBody>
    </w:docPart>
    <w:docPart>
      <w:docPartPr>
        <w:name w:val="BC4B5E2EE46B4F11A22D83A9196565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97F30-B2E1-44B3-8AA1-F0CCDAAD03E5}"/>
      </w:docPartPr>
      <w:docPartBody>
        <w:p w:rsidR="00000000" w:rsidRDefault="003C70D1">
          <w:pPr>
            <w:pStyle w:val="BC4B5E2EE46B4F11A22D83A9196565E7"/>
          </w:pPr>
          <w:r w:rsidRPr="00CA6B4F">
            <w:rPr>
              <w:color w:val="000000" w:themeColor="text1"/>
            </w:rPr>
            <w:t>Location</w:t>
          </w:r>
        </w:p>
      </w:docPartBody>
    </w:docPart>
    <w:docPart>
      <w:docPartPr>
        <w:name w:val="77DFC97800684A12BACAD3EF3E0DA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B2A38-F70C-4209-8949-C9D8DFDD009A}"/>
      </w:docPartPr>
      <w:docPartBody>
        <w:p w:rsidR="00000000" w:rsidRDefault="003C70D1">
          <w:pPr>
            <w:pStyle w:val="77DFC97800684A12BACAD3EF3E0DA081"/>
          </w:pPr>
          <w:r w:rsidRPr="00CA6B4F">
            <w:rPr>
              <w:color w:val="000000" w:themeColor="text1"/>
            </w:rPr>
            <w:t>Motion to adjourn was made at 9:00 p.m. and was passed unanimously.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D1"/>
    <w:rsid w:val="003C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195A290468D94754A0CDF5AAE2119B3E">
    <w:name w:val="195A290468D94754A0CDF5AAE2119B3E"/>
  </w:style>
  <w:style w:type="paragraph" w:customStyle="1" w:styleId="CF08CD9D44844E6A96048B392452C218">
    <w:name w:val="CF08CD9D44844E6A96048B392452C218"/>
  </w:style>
  <w:style w:type="paragraph" w:customStyle="1" w:styleId="7B74157FA5EF44608408E45CECD69FBF">
    <w:name w:val="7B74157FA5EF44608408E45CECD69FBF"/>
  </w:style>
  <w:style w:type="paragraph" w:customStyle="1" w:styleId="42D758920CA545D2B78D2C4F29BB573A">
    <w:name w:val="42D758920CA545D2B78D2C4F29BB573A"/>
  </w:style>
  <w:style w:type="paragraph" w:customStyle="1" w:styleId="2B8BD74479AC414CB1F7D35ABC3E3D7A">
    <w:name w:val="2B8BD74479AC414CB1F7D35ABC3E3D7A"/>
  </w:style>
  <w:style w:type="paragraph" w:customStyle="1" w:styleId="E824FD5B4FB24E4CA289055DDAA4ED72">
    <w:name w:val="E824FD5B4FB24E4CA289055DDAA4ED72"/>
  </w:style>
  <w:style w:type="paragraph" w:customStyle="1" w:styleId="F24714CAB9324EB8BFD716253C7D2AD4">
    <w:name w:val="F24714CAB9324EB8BFD716253C7D2AD4"/>
  </w:style>
  <w:style w:type="paragraph" w:customStyle="1" w:styleId="1150EB0CD12A4944ABA6917C95330994">
    <w:name w:val="1150EB0CD12A4944ABA6917C95330994"/>
  </w:style>
  <w:style w:type="paragraph" w:customStyle="1" w:styleId="C7CBF88A84F3428ABCB2F4123E62A645">
    <w:name w:val="C7CBF88A84F3428ABCB2F4123E62A645"/>
  </w:style>
  <w:style w:type="paragraph" w:customStyle="1" w:styleId="3DF5B831BE214D94981B50E98661F68B">
    <w:name w:val="3DF5B831BE214D94981B50E98661F68B"/>
  </w:style>
  <w:style w:type="paragraph" w:customStyle="1" w:styleId="C8870A5F5D514435BD37ADE737D83AF3">
    <w:name w:val="C8870A5F5D514435BD37ADE737D83AF3"/>
  </w:style>
  <w:style w:type="paragraph" w:customStyle="1" w:styleId="D3569B64D2A84BC9AD38571D652AFC27">
    <w:name w:val="D3569B64D2A84BC9AD38571D652AFC27"/>
  </w:style>
  <w:style w:type="paragraph" w:customStyle="1" w:styleId="734DB27CF27C464191DA02592F2ED982">
    <w:name w:val="734DB27CF27C464191DA02592F2ED982"/>
  </w:style>
  <w:style w:type="paragraph" w:customStyle="1" w:styleId="15909F0DDBD14947B86599F0FB661FA2">
    <w:name w:val="15909F0DDBD14947B86599F0FB661FA2"/>
  </w:style>
  <w:style w:type="paragraph" w:customStyle="1" w:styleId="DDA0DC6FD55D4E4BBDEA347407973F98">
    <w:name w:val="DDA0DC6FD55D4E4BBDEA347407973F98"/>
  </w:style>
  <w:style w:type="paragraph" w:customStyle="1" w:styleId="1E504E04B1724299A015C8E991203B2C">
    <w:name w:val="1E504E04B1724299A015C8E991203B2C"/>
  </w:style>
  <w:style w:type="paragraph" w:customStyle="1" w:styleId="A979AB60139D480BBC186A1538664DA8">
    <w:name w:val="A979AB60139D480BBC186A1538664DA8"/>
  </w:style>
  <w:style w:type="paragraph" w:customStyle="1" w:styleId="5869A17213964EE8BDBE5E8E12979BC8">
    <w:name w:val="5869A17213964EE8BDBE5E8E12979BC8"/>
  </w:style>
  <w:style w:type="paragraph" w:customStyle="1" w:styleId="0B73FCE360914D77B31F0067096C2035">
    <w:name w:val="0B73FCE360914D77B31F0067096C2035"/>
  </w:style>
  <w:style w:type="paragraph" w:customStyle="1" w:styleId="484A43A346434530819B4DC09A56D306">
    <w:name w:val="484A43A346434530819B4DC09A56D306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EBDF9B5FE2664F58B1473A858423E923">
    <w:name w:val="EBDF9B5FE2664F58B1473A858423E923"/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customStyle="1" w:styleId="94BB271E42D24AECB03116BF8820E215">
    <w:name w:val="94BB271E42D24AECB03116BF8820E215"/>
  </w:style>
  <w:style w:type="paragraph" w:customStyle="1" w:styleId="1EE27112E683401389670AD77D5D8B67">
    <w:name w:val="1EE27112E683401389670AD77D5D8B67"/>
  </w:style>
  <w:style w:type="paragraph" w:customStyle="1" w:styleId="6341EA4434BD4C6B9A7D9D24415679F3">
    <w:name w:val="6341EA4434BD4C6B9A7D9D24415679F3"/>
  </w:style>
  <w:style w:type="paragraph" w:customStyle="1" w:styleId="1C797279E7744EBC80241B086FC1566E">
    <w:name w:val="1C797279E7744EBC80241B086FC1566E"/>
  </w:style>
  <w:style w:type="paragraph" w:customStyle="1" w:styleId="7A66C7DD374B42F19C9537FD6D024BA4">
    <w:name w:val="7A66C7DD374B42F19C9537FD6D024BA4"/>
  </w:style>
  <w:style w:type="paragraph" w:customStyle="1" w:styleId="BC4B5E2EE46B4F11A22D83A9196565E7">
    <w:name w:val="BC4B5E2EE46B4F11A22D83A9196565E7"/>
  </w:style>
  <w:style w:type="paragraph" w:customStyle="1" w:styleId="77DFC97800684A12BACAD3EF3E0DA081">
    <w:name w:val="77DFC97800684A12BACAD3EF3E0DA0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F400"/>
      </a:accent1>
      <a:accent2>
        <a:srgbClr val="05D74D"/>
      </a:accent2>
      <a:accent3>
        <a:srgbClr val="2F3342"/>
      </a:accent3>
      <a:accent4>
        <a:srgbClr val="038B30"/>
      </a:accent4>
      <a:accent5>
        <a:srgbClr val="05EE55"/>
      </a:accent5>
      <a:accent6>
        <a:srgbClr val="70AD47"/>
      </a:accent6>
      <a:hlink>
        <a:srgbClr val="05D74D"/>
      </a:hlink>
      <a:folHlink>
        <a:srgbClr val="C0F40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72B24-5D78-4DEB-8725-EDF5FACF92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720A5-A701-454D-9593-62981AB0C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7CD860-5794-4071-AC81-C1DA91960A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4EBBA28-2035-464A-98E0-654876A2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 20</Template>
  <TotalTime>0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2020-06-20T13:49:00Z</dcterms:created>
  <dcterms:modified xsi:type="dcterms:W3CDTF">2020-06-20T13:50:00Z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