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17" w:type="dxa"/>
        <w:jc w:val="center"/>
        <w:tblLook w:val="0600" w:firstRow="0" w:lastRow="0" w:firstColumn="0" w:lastColumn="0" w:noHBand="1" w:noVBand="1"/>
        <w:tblDescription w:val="Layout table to enter Logo, Invoice number, Date, Expiration Date, Company Name, Address, Phone and Fax numbers, and Email address, and Invoice to Address and contact details"/>
      </w:tblPr>
      <w:tblGrid>
        <w:gridCol w:w="3539"/>
        <w:gridCol w:w="3539"/>
        <w:gridCol w:w="3539"/>
      </w:tblGrid>
      <w:tr w:rsidR="00A340F2" w:rsidTr="002B06E9">
        <w:trPr>
          <w:trHeight w:val="1256"/>
          <w:jc w:val="center"/>
        </w:trPr>
        <w:tc>
          <w:tcPr>
            <w:tcW w:w="3539" w:type="dxa"/>
            <w:hideMark/>
          </w:tcPr>
          <w:p w:rsidR="00A340F2" w:rsidRPr="00064E3E" w:rsidRDefault="00FC6DB2" w:rsidP="00FC6DB2">
            <w:pPr>
              <w:pStyle w:val="Title"/>
            </w:pPr>
            <w:r>
              <w:t>letterhead</w:t>
            </w:r>
          </w:p>
        </w:tc>
        <w:tc>
          <w:tcPr>
            <w:tcW w:w="3539" w:type="dxa"/>
          </w:tcPr>
          <w:p w:rsidR="00A340F2" w:rsidRDefault="00A340F2" w:rsidP="002F5404">
            <w:pPr>
              <w:jc w:val="center"/>
            </w:pPr>
          </w:p>
        </w:tc>
        <w:tc>
          <w:tcPr>
            <w:tcW w:w="3539" w:type="dxa"/>
            <w:hideMark/>
          </w:tcPr>
          <w:p w:rsidR="00A340F2" w:rsidRDefault="00A340F2" w:rsidP="002F5404">
            <w:r>
              <w:rPr>
                <w:noProof/>
                <w:lang w:eastAsia="en-US"/>
              </w:rPr>
              <w:drawing>
                <wp:inline distT="0" distB="0" distL="0" distR="0" wp14:anchorId="06AAD522" wp14:editId="62BF33B8">
                  <wp:extent cx="1214120" cy="520065"/>
                  <wp:effectExtent l="0" t="0" r="0" b="0"/>
                  <wp:docPr id="1" name="Graphic 1" descr="Logo placehold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Graphic 201" descr="logo-placeholder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4120" cy="52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0F2" w:rsidTr="002B06E9">
        <w:trPr>
          <w:trHeight w:val="1364"/>
          <w:jc w:val="center"/>
        </w:trPr>
        <w:tc>
          <w:tcPr>
            <w:tcW w:w="3539" w:type="dxa"/>
            <w:hideMark/>
          </w:tcPr>
          <w:p w:rsidR="00A340F2" w:rsidRPr="00064E3E" w:rsidRDefault="00FD5DE0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  <w:sdt>
              <w:sdtPr>
                <w:rPr>
                  <w:rFonts w:asciiTheme="majorHAnsi" w:hAnsiTheme="majorHAnsi"/>
                  <w:color w:val="000000" w:themeColor="text1"/>
                  <w:sz w:val="32"/>
                  <w:szCs w:val="32"/>
                </w:rPr>
                <w:alias w:val="Date:"/>
                <w:tag w:val="Date:"/>
                <w:id w:val="-865594733"/>
                <w:placeholder>
                  <w:docPart w:val="CF172920DB144D2CB880A0FC521034AA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Style w:val="DateChar"/>
                  </w:rPr>
                  <w:t>DATE</w:t>
                </w:r>
              </w:sdtContent>
            </w:sdt>
          </w:p>
          <w:p w:rsidR="00A340F2" w:rsidRPr="00064E3E" w:rsidRDefault="00FD5DE0" w:rsidP="002F5404">
            <w:pPr>
              <w:rPr>
                <w:rFonts w:cstheme="minorHAnsi"/>
                <w:sz w:val="32"/>
                <w:szCs w:val="32"/>
              </w:rPr>
            </w:pPr>
            <w:sdt>
              <w:sdtPr>
                <w:rPr>
                  <w:rFonts w:cstheme="minorHAnsi"/>
                  <w:color w:val="000000" w:themeColor="text1"/>
                  <w:sz w:val="32"/>
                  <w:szCs w:val="32"/>
                </w:rPr>
                <w:alias w:val="Enter date:"/>
                <w:tag w:val="Enter date:"/>
                <w:id w:val="231969675"/>
                <w:placeholder>
                  <w:docPart w:val="27DC378C9AD24A749818138B619227FD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sz w:val="32"/>
                    <w:szCs w:val="32"/>
                  </w:rPr>
                  <w:t>Date</w:t>
                </w:r>
              </w:sdtContent>
            </w:sdt>
          </w:p>
        </w:tc>
        <w:tc>
          <w:tcPr>
            <w:tcW w:w="3539" w:type="dxa"/>
            <w:hideMark/>
          </w:tcPr>
          <w:p w:rsidR="00A340F2" w:rsidRPr="00064E3E" w:rsidRDefault="00A340F2" w:rsidP="002F5404">
            <w:pPr>
              <w:rPr>
                <w:rFonts w:asciiTheme="majorHAnsi" w:hAnsiTheme="majorHAnsi"/>
                <w:color w:val="000000" w:themeColor="text1"/>
                <w:sz w:val="32"/>
                <w:szCs w:val="32"/>
              </w:rPr>
            </w:pPr>
          </w:p>
          <w:p w:rsidR="00A340F2" w:rsidRPr="00064E3E" w:rsidRDefault="00A340F2" w:rsidP="00FC6DB2">
            <w:pPr>
              <w:rPr>
                <w:rFonts w:cstheme="minorHAnsi"/>
                <w:color w:val="000000" w:themeColor="text1"/>
              </w:rPr>
            </w:pPr>
          </w:p>
        </w:tc>
        <w:tc>
          <w:tcPr>
            <w:tcW w:w="3539" w:type="dxa"/>
            <w:hideMark/>
          </w:tcPr>
          <w:p w:rsidR="00A340F2" w:rsidRPr="00064E3E" w:rsidRDefault="000C227B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YOUR </w:t>
            </w:r>
            <w:r w:rsidR="00861955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ONLINE </w:t>
            </w:r>
            <w:bookmarkStart w:id="0" w:name="_GoBack"/>
            <w:bookmarkEnd w:id="0"/>
            <w:r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STORE</w:t>
            </w:r>
          </w:p>
          <w:p w:rsidR="00A340F2" w:rsidRPr="00064E3E" w:rsidRDefault="00FD5DE0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street address:"/>
                <w:tag w:val="Enter street address:"/>
                <w:id w:val="-1357180349"/>
                <w:placeholder>
                  <w:docPart w:val="740551A0614249759B132784F77828E9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Street Address</w:t>
                </w:r>
              </w:sdtContent>
            </w:sdt>
          </w:p>
          <w:sdt>
            <w:sdtPr>
              <w:rPr>
                <w:rFonts w:cstheme="minorHAnsi"/>
                <w:color w:val="000000" w:themeColor="text1"/>
                <w:sz w:val="24"/>
                <w:szCs w:val="24"/>
              </w:rPr>
              <w:alias w:val="Enter City, ST ZIP Code:"/>
              <w:tag w:val="Enter City, ST ZIP Code:"/>
              <w:id w:val="287557139"/>
              <w:placeholder>
                <w:docPart w:val="6CC90BF2ADA846A9976B502E851D2BDA"/>
              </w:placeholder>
              <w:temporary/>
              <w:showingPlcHdr/>
              <w15:appearance w15:val="hidden"/>
            </w:sdtPr>
            <w:sdtEndPr/>
            <w:sdtContent>
              <w:p w:rsidR="00CF2287" w:rsidRPr="00064E3E" w:rsidRDefault="00CF2287" w:rsidP="002F5404">
                <w:pPr>
                  <w:rPr>
                    <w:rFonts w:cstheme="minorHAnsi"/>
                    <w:color w:val="000000" w:themeColor="text1"/>
                    <w:sz w:val="24"/>
                    <w:szCs w:val="24"/>
                  </w:rPr>
                </w:pPr>
                <w:r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City, ST ZIP Code</w:t>
                </w:r>
              </w:p>
            </w:sdtContent>
          </w:sdt>
          <w:p w:rsidR="00A340F2" w:rsidRPr="00064E3E" w:rsidRDefault="00FD5DE0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phone:"/>
                <w:tag w:val="Enter phone:"/>
                <w:id w:val="15429914"/>
                <w:placeholder>
                  <w:docPart w:val="360F2996E70A4FAFA50DEC649E962A81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Phone</w:t>
                </w:r>
              </w:sdtContent>
            </w:sdt>
          </w:p>
          <w:p w:rsidR="00A340F2" w:rsidRPr="00064E3E" w:rsidRDefault="00FD5DE0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fax:"/>
                <w:tag w:val="Enter fax:"/>
                <w:id w:val="-1224293375"/>
                <w:placeholder>
                  <w:docPart w:val="13A06A4688E0428A93D10B5B626781EB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Fax</w:t>
                </w:r>
              </w:sdtContent>
            </w:sdt>
          </w:p>
          <w:p w:rsidR="00A340F2" w:rsidRPr="00EC16CD" w:rsidRDefault="00FD5DE0" w:rsidP="002F5404">
            <w:pPr>
              <w:rPr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email:"/>
                <w:tag w:val="Enter email:"/>
                <w:id w:val="-1226066209"/>
                <w:placeholder>
                  <w:docPart w:val="97F6239589914000BF967A23E60BA4EE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Email</w:t>
                </w:r>
              </w:sdtContent>
            </w:sdt>
          </w:p>
        </w:tc>
      </w:tr>
      <w:tr w:rsidR="00A340F2" w:rsidTr="002B06E9">
        <w:trPr>
          <w:trHeight w:val="2215"/>
          <w:jc w:val="center"/>
        </w:trPr>
        <w:tc>
          <w:tcPr>
            <w:tcW w:w="3539" w:type="dxa"/>
            <w:hideMark/>
          </w:tcPr>
          <w:p w:rsidR="00A340F2" w:rsidRPr="00064E3E" w:rsidRDefault="00A340F2" w:rsidP="002F5404">
            <w:pPr>
              <w:rPr>
                <w:rFonts w:asciiTheme="majorHAnsi" w:hAnsiTheme="majorHAnsi"/>
                <w:color w:val="000000" w:themeColor="text1"/>
                <w:sz w:val="24"/>
                <w:szCs w:val="24"/>
              </w:rPr>
            </w:pPr>
          </w:p>
          <w:p w:rsidR="00A340F2" w:rsidRPr="00064E3E" w:rsidRDefault="00FD5DE0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street address:"/>
                <w:tag w:val="Enter street address:"/>
                <w:id w:val="-2135629126"/>
                <w:placeholder>
                  <w:docPart w:val="11271813B8DD4B828B6309B04D6E1649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Street Address</w:t>
                </w:r>
              </w:sdtContent>
            </w:sdt>
          </w:p>
          <w:sdt>
            <w:sdtPr>
              <w:rPr>
                <w:rFonts w:cstheme="minorHAnsi"/>
                <w:color w:val="000000" w:themeColor="text1"/>
                <w:sz w:val="24"/>
                <w:szCs w:val="24"/>
              </w:rPr>
              <w:alias w:val="Enter City, ST ZIP Code:"/>
              <w:tag w:val="Enter City, ST ZIP Code:"/>
              <w:id w:val="-1198380150"/>
              <w:placeholder>
                <w:docPart w:val="00EC3E6E5380418BB2F5837F74629777"/>
              </w:placeholder>
              <w:temporary/>
              <w:showingPlcHdr/>
              <w15:appearance w15:val="hidden"/>
            </w:sdtPr>
            <w:sdtEndPr/>
            <w:sdtContent>
              <w:p w:rsidR="00A340F2" w:rsidRPr="00064E3E" w:rsidRDefault="00CF2287" w:rsidP="002F5404">
                <w:pPr>
                  <w:rPr>
                    <w:rFonts w:cstheme="minorHAnsi"/>
                    <w:color w:val="000000" w:themeColor="text1"/>
                    <w:sz w:val="24"/>
                    <w:szCs w:val="24"/>
                  </w:rPr>
                </w:pPr>
                <w:r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City, ST ZIP Code</w:t>
                </w:r>
              </w:p>
            </w:sdtContent>
          </w:sdt>
          <w:p w:rsidR="00A340F2" w:rsidRPr="00064E3E" w:rsidRDefault="00FD5DE0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phone:"/>
                <w:tag w:val="Enter phone:"/>
                <w:id w:val="2102980467"/>
                <w:placeholder>
                  <w:docPart w:val="2145A708C7CE4C79A5392DBC4B792296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Phone</w:t>
                </w:r>
              </w:sdtContent>
            </w:sdt>
          </w:p>
          <w:p w:rsidR="00A340F2" w:rsidRPr="00064E3E" w:rsidRDefault="00FD5DE0" w:rsidP="002F5404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fax:"/>
                <w:tag w:val="Enter fax:"/>
                <w:id w:val="1062064642"/>
                <w:placeholder>
                  <w:docPart w:val="44DF6395E94D4ABA96C108E44F8B0B0A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Fax</w:t>
                </w:r>
              </w:sdtContent>
            </w:sdt>
          </w:p>
          <w:p w:rsidR="00A340F2" w:rsidRDefault="00FD5DE0" w:rsidP="002F5404">
            <w:pPr>
              <w:rPr>
                <w:sz w:val="24"/>
                <w:szCs w:val="24"/>
              </w:rPr>
            </w:pPr>
            <w:sdt>
              <w:sdtPr>
                <w:rPr>
                  <w:rFonts w:cstheme="minorHAnsi"/>
                  <w:color w:val="000000" w:themeColor="text1"/>
                  <w:sz w:val="24"/>
                  <w:szCs w:val="24"/>
                </w:rPr>
                <w:alias w:val="Enter email:"/>
                <w:tag w:val="Enter email:"/>
                <w:id w:val="2138455500"/>
                <w:placeholder>
                  <w:docPart w:val="D180EA2651964FD59BE47568BF99AEE0"/>
                </w:placeholder>
                <w:temporary/>
                <w:showingPlcHdr/>
                <w15:appearance w15:val="hidden"/>
              </w:sdtPr>
              <w:sdtEndPr/>
              <w:sdtContent>
                <w:r w:rsidR="00CF2287" w:rsidRPr="00064E3E">
                  <w:rPr>
                    <w:rFonts w:cstheme="minorHAnsi"/>
                    <w:color w:val="000000" w:themeColor="text1"/>
                    <w:sz w:val="24"/>
                    <w:szCs w:val="24"/>
                  </w:rPr>
                  <w:t>Email</w:t>
                </w:r>
              </w:sdtContent>
            </w:sdt>
          </w:p>
        </w:tc>
        <w:tc>
          <w:tcPr>
            <w:tcW w:w="3539" w:type="dxa"/>
          </w:tcPr>
          <w:p w:rsidR="00A340F2" w:rsidRDefault="00A340F2" w:rsidP="002F5404">
            <w:pPr>
              <w:jc w:val="center"/>
            </w:pPr>
          </w:p>
        </w:tc>
        <w:tc>
          <w:tcPr>
            <w:tcW w:w="3539" w:type="dxa"/>
          </w:tcPr>
          <w:p w:rsidR="00A340F2" w:rsidRDefault="00A340F2" w:rsidP="002F5404">
            <w:pPr>
              <w:jc w:val="center"/>
            </w:pPr>
          </w:p>
        </w:tc>
      </w:tr>
    </w:tbl>
    <w:p w:rsidR="00A340F2" w:rsidRDefault="00A340F2" w:rsidP="002F5404">
      <w:pPr>
        <w:rPr>
          <w:noProof/>
        </w:rPr>
      </w:pPr>
    </w:p>
    <w:tbl>
      <w:tblPr>
        <w:tblStyle w:val="SalesInfo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20" w:firstRow="1" w:lastRow="0" w:firstColumn="0" w:lastColumn="0" w:noHBand="1" w:noVBand="1"/>
        <w:tblDescription w:val="Enter Salesperson name, Job title, Payment Terms, and Due Date in this table"/>
      </w:tblPr>
      <w:tblGrid>
        <w:gridCol w:w="2546"/>
        <w:gridCol w:w="2815"/>
        <w:gridCol w:w="3176"/>
        <w:gridCol w:w="1971"/>
      </w:tblGrid>
      <w:tr w:rsidR="00A340F2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61"/>
          <w:tblHeader/>
        </w:trPr>
        <w:tc>
          <w:tcPr>
            <w:tcW w:w="2092" w:type="dxa"/>
            <w:shd w:val="clear" w:color="auto" w:fill="auto"/>
            <w:hideMark/>
          </w:tcPr>
          <w:p w:rsidR="00A340F2" w:rsidRDefault="00A340F2" w:rsidP="00FC6DB2">
            <w:pPr>
              <w:pStyle w:val="Style1"/>
              <w:framePr w:hSpace="0" w:wrap="auto" w:vAnchor="margin" w:hAnchor="text" w:xAlign="left" w:yAlign="inline"/>
            </w:pPr>
          </w:p>
        </w:tc>
        <w:tc>
          <w:tcPr>
            <w:tcW w:w="2313" w:type="dxa"/>
            <w:shd w:val="clear" w:color="auto" w:fill="auto"/>
            <w:hideMark/>
          </w:tcPr>
          <w:p w:rsidR="00A340F2" w:rsidRDefault="00A340F2" w:rsidP="00FC6DB2">
            <w:pPr>
              <w:pStyle w:val="Style1"/>
              <w:framePr w:hSpace="0" w:wrap="auto" w:vAnchor="margin" w:hAnchor="text" w:xAlign="left" w:yAlign="inline"/>
            </w:pPr>
          </w:p>
        </w:tc>
        <w:tc>
          <w:tcPr>
            <w:tcW w:w="2610" w:type="dxa"/>
            <w:shd w:val="clear" w:color="auto" w:fill="auto"/>
            <w:hideMark/>
          </w:tcPr>
          <w:p w:rsidR="00A340F2" w:rsidRDefault="00A340F2" w:rsidP="00FC6DB2">
            <w:pPr>
              <w:pStyle w:val="Style1"/>
              <w:framePr w:hSpace="0" w:wrap="auto" w:vAnchor="margin" w:hAnchor="text" w:xAlign="left" w:yAlign="inline"/>
            </w:pPr>
          </w:p>
        </w:tc>
        <w:tc>
          <w:tcPr>
            <w:tcW w:w="1620" w:type="dxa"/>
            <w:shd w:val="clear" w:color="auto" w:fill="auto"/>
            <w:hideMark/>
          </w:tcPr>
          <w:p w:rsidR="00A340F2" w:rsidRDefault="00A340F2" w:rsidP="00FC6DB2">
            <w:pPr>
              <w:pStyle w:val="Style1"/>
              <w:framePr w:hSpace="0" w:wrap="auto" w:vAnchor="margin" w:hAnchor="text" w:xAlign="left" w:yAlign="inline"/>
            </w:pPr>
          </w:p>
        </w:tc>
      </w:tr>
      <w:tr w:rsidR="00A340F2" w:rsidTr="00B727BE">
        <w:trPr>
          <w:trHeight w:hRule="exact" w:val="403"/>
        </w:trPr>
        <w:tc>
          <w:tcPr>
            <w:tcW w:w="2092" w:type="dxa"/>
          </w:tcPr>
          <w:p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313" w:type="dxa"/>
          </w:tcPr>
          <w:p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  <w:tc>
          <w:tcPr>
            <w:tcW w:w="2610" w:type="dxa"/>
            <w:hideMark/>
          </w:tcPr>
          <w:p w:rsidR="00A340F2" w:rsidRPr="00064E3E" w:rsidRDefault="00A340F2" w:rsidP="00FC6DB2">
            <w:pPr>
              <w:rPr>
                <w:rFonts w:cstheme="minorHAnsi"/>
              </w:rPr>
            </w:pPr>
          </w:p>
        </w:tc>
        <w:tc>
          <w:tcPr>
            <w:tcW w:w="1620" w:type="dxa"/>
          </w:tcPr>
          <w:p w:rsidR="00A340F2" w:rsidRDefault="00A340F2" w:rsidP="002F5404">
            <w:pPr>
              <w:rPr>
                <w:rFonts w:ascii="Microsoft Sans Serif" w:hAnsi="Microsoft Sans Serif" w:cs="Microsoft Sans Serif"/>
              </w:rPr>
            </w:pPr>
          </w:p>
        </w:tc>
      </w:tr>
    </w:tbl>
    <w:p w:rsidR="00A340F2" w:rsidRDefault="00A340F2" w:rsidP="00A340F2">
      <w:pPr>
        <w:rPr>
          <w:noProof/>
        </w:rPr>
      </w:pPr>
    </w:p>
    <w:tbl>
      <w:tblPr>
        <w:tblStyle w:val="Contenttable"/>
        <w:tblW w:w="5006" w:type="pct"/>
        <w:tblLook w:val="04A0" w:firstRow="1" w:lastRow="0" w:firstColumn="1" w:lastColumn="0" w:noHBand="0" w:noVBand="1"/>
        <w:tblDescription w:val="Enter Quantity, Description, Unit Price, Discount, and Line Total in table columns, and Subtotal, Sales Tax, and Total at the end"/>
      </w:tblPr>
      <w:tblGrid>
        <w:gridCol w:w="2410"/>
        <w:gridCol w:w="3616"/>
        <w:gridCol w:w="2304"/>
        <w:gridCol w:w="2195"/>
      </w:tblGrid>
      <w:tr w:rsidR="002F5404" w:rsidTr="000E7C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90"/>
          <w:tblHeader/>
        </w:trPr>
        <w:tc>
          <w:tcPr>
            <w:tcW w:w="2410" w:type="dxa"/>
            <w:hideMark/>
          </w:tcPr>
          <w:p w:rsidR="00A340F2" w:rsidRDefault="00FD5DE0" w:rsidP="002F5404">
            <w:pPr>
              <w:pStyle w:val="Style1"/>
              <w:framePr w:hSpace="0" w:wrap="auto" w:vAnchor="margin" w:hAnchor="text" w:xAlign="left" w:yAlign="inline"/>
            </w:pPr>
            <w:sdt>
              <w:sdtPr>
                <w:alias w:val="Quantity:"/>
                <w:tag w:val="Quantity:"/>
                <w:id w:val="871653143"/>
                <w:placeholder>
                  <w:docPart w:val="08A44544E1B645468451BA277767093A"/>
                </w:placeholder>
                <w:temporary/>
                <w:showingPlcHdr/>
                <w15:appearance w15:val="hidden"/>
              </w:sdtPr>
              <w:sdtEndPr/>
              <w:sdtContent>
                <w:r w:rsidR="00CF2287">
                  <w:t>Quantity</w:t>
                </w:r>
              </w:sdtContent>
            </w:sdt>
          </w:p>
        </w:tc>
        <w:sdt>
          <w:sdtPr>
            <w:alias w:val="Description:"/>
            <w:tag w:val="Description:"/>
            <w:id w:val="329724175"/>
            <w:placeholder>
              <w:docPart w:val="2BABB2E0B216476BA67584C061083E6A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  <w:hideMark/>
              </w:tcPr>
              <w:p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Description</w:t>
                </w:r>
              </w:p>
            </w:tc>
          </w:sdtContent>
        </w:sdt>
        <w:sdt>
          <w:sdtPr>
            <w:alias w:val="Unit price:"/>
            <w:tag w:val="Unit price:"/>
            <w:id w:val="-1233764391"/>
            <w:placeholder>
              <w:docPart w:val="B301F75F0C3F4B6A9E2C38E9CA9E3556"/>
            </w:placeholder>
            <w:temporary/>
            <w:showingPlcHdr/>
            <w15:appearance w15:val="hidden"/>
          </w:sdtPr>
          <w:sdtEndPr/>
          <w:sdtContent>
            <w:tc>
              <w:tcPr>
                <w:tcW w:w="2304" w:type="dxa"/>
                <w:hideMark/>
              </w:tcPr>
              <w:p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Unit Price</w:t>
                </w:r>
              </w:p>
            </w:tc>
          </w:sdtContent>
        </w:sdt>
        <w:sdt>
          <w:sdtPr>
            <w:alias w:val="Line total:"/>
            <w:tag w:val="Line total:"/>
            <w:id w:val="-1547060432"/>
            <w:placeholder>
              <w:docPart w:val="FEBAA756F6AC4DD88AD00CCA46A4FB45"/>
            </w:placeholder>
            <w:temporary/>
            <w:showingPlcHdr/>
            <w15:appearance w15:val="hidden"/>
          </w:sdtPr>
          <w:sdtEndPr/>
          <w:sdtContent>
            <w:tc>
              <w:tcPr>
                <w:tcW w:w="2195" w:type="dxa"/>
                <w:hideMark/>
              </w:tcPr>
              <w:p w:rsidR="00A340F2" w:rsidRDefault="00CF2287" w:rsidP="002F5404">
                <w:pPr>
                  <w:pStyle w:val="Style1"/>
                  <w:framePr w:hSpace="0" w:wrap="auto" w:vAnchor="margin" w:hAnchor="text" w:xAlign="left" w:yAlign="inline"/>
                </w:pPr>
                <w:r>
                  <w:t>Line Total</w:t>
                </w:r>
              </w:p>
            </w:tc>
          </w:sdtContent>
        </w:sdt>
      </w:tr>
    </w:tbl>
    <w:p w:rsidR="000E7C40" w:rsidRDefault="000E7C40"/>
    <w:p w:rsidR="000E7C40" w:rsidRDefault="000E7C40"/>
    <w:tbl>
      <w:tblPr>
        <w:tblW w:w="5011" w:type="pct"/>
        <w:tblLook w:val="0600" w:firstRow="0" w:lastRow="0" w:firstColumn="0" w:lastColumn="0" w:noHBand="1" w:noVBand="1"/>
        <w:tblDescription w:val="Enter Quantity, Description, Unit Price, Discount, and Line Total in table columns, and Subtotal, Sales Tax, and Total at the end"/>
      </w:tblPr>
      <w:tblGrid>
        <w:gridCol w:w="2413"/>
        <w:gridCol w:w="3619"/>
        <w:gridCol w:w="2306"/>
        <w:gridCol w:w="2197"/>
      </w:tblGrid>
      <w:tr w:rsidR="00EB63A0" w:rsidTr="002B06E9">
        <w:trPr>
          <w:trHeight w:hRule="exact" w:val="490"/>
        </w:trPr>
        <w:sdt>
          <w:sdtPr>
            <w:alias w:val="Enter product:"/>
            <w:tag w:val="Enter product:"/>
            <w:id w:val="-926576106"/>
            <w:placeholder>
              <w:docPart w:val="531B1A06DCC84B62BE2BF751D7018403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-271399772"/>
            <w:placeholder>
              <w:docPart w:val="5319D8CDD7594698AF1A9B626520DBB3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282689248"/>
                <w:placeholder>
                  <w:docPart w:val="46E9AFF3655D4746BA0EAD33446A5C3E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290251611"/>
                <w:placeholder>
                  <w:docPart w:val="9936EC523BCA4653B029CC3655C4CF9E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816956535"/>
                <w:placeholder>
                  <w:docPart w:val="0F7FA0C3F0F648C196A55F64C85FEBC3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1000473321"/>
                <w:placeholder>
                  <w:docPart w:val="723A1B12AD1C46DEA1F651336DCB06AE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:rsidTr="002B06E9">
        <w:trPr>
          <w:trHeight w:hRule="exact" w:val="490"/>
        </w:trPr>
        <w:sdt>
          <w:sdtPr>
            <w:alias w:val="Enter product:"/>
            <w:tag w:val="Enter product:"/>
            <w:id w:val="-1516921254"/>
            <w:placeholder>
              <w:docPart w:val="C722B2524FBC40BB85A7D2DC3C3AA629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-2142264931"/>
            <w:placeholder>
              <w:docPart w:val="79CAB2E8EE434C7E9F4F7059A4FCC8AD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-1646959923"/>
                <w:placeholder>
                  <w:docPart w:val="925F60ACA1F44791A585B7871F31CFD8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1585146362"/>
                <w:placeholder>
                  <w:docPart w:val="213E7030AF85489F903AEE63BBC90747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83964745"/>
                <w:placeholder>
                  <w:docPart w:val="2A0E847EF78F4E898BC57E88675C8723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752045910"/>
                <w:placeholder>
                  <w:docPart w:val="B39DC04C1B504C7E970847F81A089ABB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:rsidTr="002B06E9">
        <w:trPr>
          <w:trHeight w:hRule="exact" w:val="490"/>
        </w:trPr>
        <w:sdt>
          <w:sdtPr>
            <w:alias w:val="Enter product:"/>
            <w:tag w:val="Enter product:"/>
            <w:id w:val="-1806759184"/>
            <w:placeholder>
              <w:docPart w:val="F84150B59DFB4F85BCC6415A424BC99E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1688170736"/>
            <w:placeholder>
              <w:docPart w:val="7C27192B523F431B99A58245ABBD9379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2142686059"/>
                <w:placeholder>
                  <w:docPart w:val="43C7EFAA04FB4A1FB9827A261111AFE7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1005938588"/>
                <w:placeholder>
                  <w:docPart w:val="DA0F320F819B4AD4B06291ABB4BDAB0B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60663672"/>
                <w:placeholder>
                  <w:docPart w:val="5F603A9CB4A042AFBB8A5D1AF5F7E4EA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796800901"/>
                <w:placeholder>
                  <w:docPart w:val="D870BC928C6F45618FE1AD3777E59956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  <w:tr w:rsidR="00EB63A0" w:rsidTr="002B06E9">
        <w:trPr>
          <w:trHeight w:hRule="exact" w:val="490"/>
        </w:trPr>
        <w:sdt>
          <w:sdtPr>
            <w:alias w:val="Enter product:"/>
            <w:tag w:val="Enter product:"/>
            <w:id w:val="-1517991938"/>
            <w:placeholder>
              <w:docPart w:val="46286FB926B6467B8A0661BE461CA12B"/>
            </w:placeholder>
            <w:temporary/>
            <w:showingPlcHdr/>
            <w15:appearance w15:val="hidden"/>
          </w:sdtPr>
          <w:sdtEndPr/>
          <w:sdtContent>
            <w:tc>
              <w:tcPr>
                <w:tcW w:w="2410" w:type="dxa"/>
              </w:tcPr>
              <w:p w:rsidR="00EB63A0" w:rsidRDefault="00EB63A0" w:rsidP="00EB63A0">
                <w:pPr>
                  <w:pStyle w:val="Normalright"/>
                </w:pPr>
                <w:r>
                  <w:t>Product</w:t>
                </w:r>
              </w:p>
            </w:tc>
          </w:sdtContent>
        </w:sdt>
        <w:sdt>
          <w:sdtPr>
            <w:alias w:val="Enter product description:"/>
            <w:tag w:val="Enter product description:"/>
            <w:id w:val="-1425107756"/>
            <w:placeholder>
              <w:docPart w:val="383F9B0B6C64415D960CCB9E2F12C656"/>
            </w:placeholder>
            <w:temporary/>
            <w:showingPlcHdr/>
            <w15:appearance w15:val="hidden"/>
          </w:sdtPr>
          <w:sdtEndPr/>
          <w:sdtContent>
            <w:tc>
              <w:tcPr>
                <w:tcW w:w="3616" w:type="dxa"/>
              </w:tcPr>
              <w:p w:rsidR="00EB63A0" w:rsidRDefault="00EB63A0" w:rsidP="00EB63A0">
                <w:pPr>
                  <w:pStyle w:val="Normalright"/>
                </w:pPr>
                <w:r>
                  <w:t>Product description</w:t>
                </w:r>
              </w:p>
            </w:tc>
          </w:sdtContent>
        </w:sdt>
        <w:tc>
          <w:tcPr>
            <w:tcW w:w="2304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075161892"/>
                <w:placeholder>
                  <w:docPart w:val="462BCB1AEA444B39A0686C13FD066792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374459684"/>
                <w:placeholder>
                  <w:docPart w:val="47CAC120DCC94EF98D8DAE3CD05163DB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  <w:tc>
          <w:tcPr>
            <w:tcW w:w="2195" w:type="dxa"/>
          </w:tcPr>
          <w:p w:rsidR="00EB63A0" w:rsidRDefault="00FD5DE0" w:rsidP="00EB63A0">
            <w:pPr>
              <w:pStyle w:val="Normalright"/>
            </w:pPr>
            <w:sdt>
              <w:sdtPr>
                <w:rPr>
                  <w:lang w:eastAsia="ja-JP"/>
                </w:rPr>
                <w:alias w:val="$:"/>
                <w:tag w:val="$:"/>
                <w:id w:val="153343658"/>
                <w:placeholder>
                  <w:docPart w:val="701410A39DFD4F6995381B86F5842B61"/>
                </w:placeholder>
                <w:temporary/>
                <w:showingPlcHdr/>
                <w15:appearance w15:val="hidden"/>
              </w:sdtPr>
              <w:sdtEndPr/>
              <w:sdtContent>
                <w:r w:rsidR="00EB63A0">
                  <w:rPr>
                    <w:lang w:eastAsia="ja-JP"/>
                  </w:rPr>
                  <w:t>$</w:t>
                </w:r>
              </w:sdtContent>
            </w:sdt>
            <w:sdt>
              <w:sdtPr>
                <w:rPr>
                  <w:lang w:eastAsia="ja-JP"/>
                </w:rPr>
                <w:alias w:val="Enter amount:"/>
                <w:tag w:val="Enter amount:"/>
                <w:id w:val="-1836292828"/>
                <w:placeholder>
                  <w:docPart w:val="8DE4596A3DEB4E7099A7D0D289CDF16A"/>
                </w:placeholder>
                <w:temporary/>
                <w:showingPlcHdr/>
                <w15:appearance w15:val="hidden"/>
              </w:sdtPr>
              <w:sdtEndPr/>
              <w:sdtContent>
                <w:r w:rsidR="00EB63A0" w:rsidRPr="00CF2287">
                  <w:t>A</w:t>
                </w:r>
                <w:r w:rsidR="00EB63A0">
                  <w:t>mount</w:t>
                </w:r>
              </w:sdtContent>
            </w:sdt>
          </w:p>
        </w:tc>
      </w:tr>
    </w:tbl>
    <w:tbl>
      <w:tblPr>
        <w:tblStyle w:val="TotalTable"/>
        <w:tblW w:w="1063" w:type="pct"/>
        <w:tblCellMar>
          <w:left w:w="0" w:type="dxa"/>
          <w:right w:w="115" w:type="dxa"/>
        </w:tblCellMar>
        <w:tblLook w:val="03A0" w:firstRow="1" w:lastRow="0" w:firstColumn="1" w:lastColumn="1" w:noHBand="1" w:noVBand="0"/>
        <w:tblDescription w:val="Enter Quantity, Description, Unit Price, Discount, and Line Total in table columns, and Subtotal, Sales Tax, and Total at the end"/>
      </w:tblPr>
      <w:tblGrid>
        <w:gridCol w:w="2235"/>
      </w:tblGrid>
      <w:tr w:rsidR="00FC6DB2" w:rsidTr="00FC6DB2">
        <w:trPr>
          <w:trHeight w:hRule="exact" w:val="28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FC6DB2" w:rsidRDefault="00FC6DB2" w:rsidP="002F5404"/>
        </w:tc>
      </w:tr>
      <w:tr w:rsidR="00FC6DB2" w:rsidTr="00FC6DB2">
        <w:trPr>
          <w:trHeight w:hRule="exact"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FC6DB2" w:rsidRDefault="00FC6DB2" w:rsidP="002F5404"/>
        </w:tc>
      </w:tr>
      <w:tr w:rsidR="00FC6DB2" w:rsidTr="00FC6DB2">
        <w:trPr>
          <w:trHeight w:hRule="exact"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shd w:val="clear" w:color="auto" w:fill="auto"/>
          </w:tcPr>
          <w:p w:rsidR="00FC6DB2" w:rsidRDefault="00FC6DB2" w:rsidP="002F5404"/>
        </w:tc>
      </w:tr>
    </w:tbl>
    <w:p w:rsidR="007201A7" w:rsidRPr="00A340F2" w:rsidRDefault="007201A7" w:rsidP="00A36725"/>
    <w:sectPr w:rsidR="007201A7" w:rsidRPr="00A340F2" w:rsidSect="002B06E9">
      <w:headerReference w:type="default" r:id="rId12"/>
      <w:footerReference w:type="default" r:id="rId13"/>
      <w:headerReference w:type="first" r:id="rId14"/>
      <w:footerReference w:type="first" r:id="rId15"/>
      <w:pgSz w:w="12240" w:h="15840" w:code="1"/>
      <w:pgMar w:top="720" w:right="864" w:bottom="1440" w:left="864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E0" w:rsidRDefault="00FD5DE0">
      <w:pPr>
        <w:spacing w:line="240" w:lineRule="auto"/>
      </w:pPr>
      <w:r>
        <w:separator/>
      </w:r>
    </w:p>
    <w:p w:rsidR="00FD5DE0" w:rsidRDefault="00FD5DE0"/>
  </w:endnote>
  <w:endnote w:type="continuationSeparator" w:id="0">
    <w:p w:rsidR="00FD5DE0" w:rsidRDefault="00FD5DE0">
      <w:pPr>
        <w:spacing w:line="240" w:lineRule="auto"/>
      </w:pPr>
      <w:r>
        <w:continuationSeparator/>
      </w:r>
    </w:p>
    <w:p w:rsidR="00FD5DE0" w:rsidRDefault="00FD5D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1A7" w:rsidRDefault="007201A7">
    <w:pPr>
      <w:pStyle w:val="Footer"/>
    </w:pPr>
  </w:p>
  <w:p w:rsidR="007201A7" w:rsidRDefault="007201A7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725" w:rsidRDefault="00A3672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DB7220F" wp14:editId="731A8B59">
              <wp:simplePos x="0" y="0"/>
              <wp:positionH relativeFrom="page">
                <wp:posOffset>-82550</wp:posOffset>
              </wp:positionH>
              <wp:positionV relativeFrom="page">
                <wp:posOffset>8576945</wp:posOffset>
              </wp:positionV>
              <wp:extent cx="7973568" cy="2715768"/>
              <wp:effectExtent l="0" t="0" r="8890" b="8890"/>
              <wp:wrapNone/>
              <wp:docPr id="8" name="Freeform: Shape 8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973568" cy="2715768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B7220F" id="Freeform: Shape 8" o:spid="_x0000_s1027" alt="Green gradient in rectangle" style="position:absolute;margin-left:-6.5pt;margin-top:675.35pt;width:627.85pt;height:213.85pt;rotation:18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" adj="-11796480,,5400" path="m,l7738110,r,1896461l,2906395,,xe" fillcolor="#9edfbe [1302]" stroked="f" strokeweight="2pt">
              <v:fill color2="#4eb3cf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973568,0;7973568,1772074;0,2715768;0,0" o:connectangles="0,0,0,0,0" textboxrect="0,0,7738110,2906395"/>
              <v:textbox>
                <w:txbxContent>
                  <w:p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E0" w:rsidRDefault="00FD5DE0">
      <w:pPr>
        <w:spacing w:line="240" w:lineRule="auto"/>
      </w:pPr>
      <w:r>
        <w:separator/>
      </w:r>
    </w:p>
    <w:p w:rsidR="00FD5DE0" w:rsidRDefault="00FD5DE0"/>
  </w:footnote>
  <w:footnote w:type="continuationSeparator" w:id="0">
    <w:p w:rsidR="00FD5DE0" w:rsidRDefault="00FD5DE0">
      <w:pPr>
        <w:spacing w:line="240" w:lineRule="auto"/>
      </w:pPr>
      <w:r>
        <w:continuationSeparator/>
      </w:r>
    </w:p>
    <w:p w:rsidR="00FD5DE0" w:rsidRDefault="00FD5DE0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01A7" w:rsidRDefault="007201A7"/>
  <w:p w:rsidR="007201A7" w:rsidRDefault="007201A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725" w:rsidRDefault="00A36725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A870CFC" wp14:editId="4588A7E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35824" cy="4160520"/>
              <wp:effectExtent l="0" t="0" r="0" b="0"/>
              <wp:wrapNone/>
              <wp:docPr id="5" name="Freeform: Shape 5" descr="Green gradient in rectangle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35824" cy="4160520"/>
                      </a:xfrm>
                      <a:custGeom>
                        <a:avLst/>
                        <a:gdLst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2906395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  <a:gd name="connsiteX0" fmla="*/ 0 w 7738110"/>
                          <a:gd name="connsiteY0" fmla="*/ 0 h 2906395"/>
                          <a:gd name="connsiteX1" fmla="*/ 7738110 w 7738110"/>
                          <a:gd name="connsiteY1" fmla="*/ 0 h 2906395"/>
                          <a:gd name="connsiteX2" fmla="*/ 7738110 w 7738110"/>
                          <a:gd name="connsiteY2" fmla="*/ 1896461 h 2906395"/>
                          <a:gd name="connsiteX3" fmla="*/ 0 w 7738110"/>
                          <a:gd name="connsiteY3" fmla="*/ 2906395 h 2906395"/>
                          <a:gd name="connsiteX4" fmla="*/ 0 w 7738110"/>
                          <a:gd name="connsiteY4" fmla="*/ 0 h 2906395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7738110" h="2906395">
                            <a:moveTo>
                              <a:pt x="0" y="0"/>
                            </a:moveTo>
                            <a:lnTo>
                              <a:pt x="7738110" y="0"/>
                            </a:lnTo>
                            <a:lnTo>
                              <a:pt x="7738110" y="1896461"/>
                            </a:lnTo>
                            <a:lnTo>
                              <a:pt x="0" y="2906395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gradFill flip="none" rotWithShape="1">
                        <a:gsLst>
                          <a:gs pos="0">
                            <a:schemeClr val="accent3">
                              <a:lumMod val="40000"/>
                              <a:lumOff val="60000"/>
                            </a:schemeClr>
                          </a:gs>
                          <a:gs pos="100000">
                            <a:schemeClr val="accent5">
                              <a:lumMod val="100000"/>
                            </a:schemeClr>
                          </a:gs>
                        </a:gsLst>
                        <a:lin ang="1920000" scaled="0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A36725" w:rsidRDefault="00A36725" w:rsidP="00A3672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A870CFC" id="Freeform: Shape 5" o:spid="_x0000_s1026" alt="Green gradient in rectangle" style="position:absolute;margin-left:0;margin-top:0;width:609.1pt;height:327.6pt;z-index:-251657216;visibility:visible;mso-wrap-style:square;mso-width-percent:1000;mso-height-percent:0;mso-wrap-distance-left:9pt;mso-wrap-distance-top:0;mso-wrap-distance-right:9pt;mso-wrap-distance-bottom:0;mso-position-horizontal:center;mso-position-horizontal-relative:page;mso-position-vertical:top;mso-position-vertical-relative:page;mso-width-percent:1000;mso-height-percent:0;mso-width-relative:page;mso-height-relative:margin;v-text-anchor:middle" coordsize="7738110,2906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" adj="-11796480,,5400" path="m,l7738110,r,1896461l,2906395,,xe" fillcolor="#9edfbe [1302]" stroked="f" strokeweight="2pt">
              <v:fill color2="#4eb3cf [3208]" rotate="t" angle="58" focus="100%" type="gradient">
                <o:fill v:ext="view" type="gradientUnscaled"/>
              </v:fill>
              <v:stroke joinstyle="miter"/>
              <v:formulas/>
              <v:path arrowok="t" o:connecttype="custom" o:connectlocs="0,0;7735824,0;7735824,2714794;0,4160520;0,0" o:connectangles="0,0,0,0,0" textboxrect="0,0,7738110,2906395"/>
              <v:textbox>
                <w:txbxContent>
                  <w:p w:rsidR="00A36725" w:rsidRDefault="00A36725" w:rsidP="00A36725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7ED7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5C012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542DD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2FA28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1CBEB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7A85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00C37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0A58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D14B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F0DC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DB2"/>
    <w:rsid w:val="00064E3E"/>
    <w:rsid w:val="00077551"/>
    <w:rsid w:val="000A6E91"/>
    <w:rsid w:val="000C227B"/>
    <w:rsid w:val="000E7C40"/>
    <w:rsid w:val="001817A4"/>
    <w:rsid w:val="001A035C"/>
    <w:rsid w:val="001D1771"/>
    <w:rsid w:val="0020743A"/>
    <w:rsid w:val="002400DD"/>
    <w:rsid w:val="002450DA"/>
    <w:rsid w:val="00263E3B"/>
    <w:rsid w:val="00264280"/>
    <w:rsid w:val="002A107B"/>
    <w:rsid w:val="002B06E9"/>
    <w:rsid w:val="002E7603"/>
    <w:rsid w:val="002F5404"/>
    <w:rsid w:val="00316D06"/>
    <w:rsid w:val="003D23A0"/>
    <w:rsid w:val="004858C9"/>
    <w:rsid w:val="004870D2"/>
    <w:rsid w:val="004A10E9"/>
    <w:rsid w:val="005E394D"/>
    <w:rsid w:val="00662DFA"/>
    <w:rsid w:val="006B4542"/>
    <w:rsid w:val="006F038A"/>
    <w:rsid w:val="007201A7"/>
    <w:rsid w:val="007B4FC5"/>
    <w:rsid w:val="007E0DF2"/>
    <w:rsid w:val="007E1D3F"/>
    <w:rsid w:val="00861955"/>
    <w:rsid w:val="00865DB9"/>
    <w:rsid w:val="0088076B"/>
    <w:rsid w:val="0089202B"/>
    <w:rsid w:val="008B5297"/>
    <w:rsid w:val="009415D1"/>
    <w:rsid w:val="00947F34"/>
    <w:rsid w:val="009D3F3C"/>
    <w:rsid w:val="00A340F2"/>
    <w:rsid w:val="00A36725"/>
    <w:rsid w:val="00B66C63"/>
    <w:rsid w:val="00B727BE"/>
    <w:rsid w:val="00CE3710"/>
    <w:rsid w:val="00CF2287"/>
    <w:rsid w:val="00D33124"/>
    <w:rsid w:val="00D73210"/>
    <w:rsid w:val="00EB63A0"/>
    <w:rsid w:val="00EC16CD"/>
    <w:rsid w:val="00F65B05"/>
    <w:rsid w:val="00FC6DB2"/>
    <w:rsid w:val="00FD5DE0"/>
    <w:rsid w:val="00FE0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FDEF15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line="31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2" w:unhideWhenUsed="1" w:qFormat="1"/>
    <w:lsdException w:name="heading 8" w:semiHidden="1" w:uiPriority="2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4E3E"/>
  </w:style>
  <w:style w:type="paragraph" w:styleId="Heading1">
    <w:name w:val="heading 1"/>
    <w:basedOn w:val="Normal"/>
    <w:link w:val="Heading1Char"/>
    <w:autoRedefine/>
    <w:uiPriority w:val="2"/>
    <w:qFormat/>
    <w:rsid w:val="00064E3E"/>
    <w:pPr>
      <w:keepNext/>
      <w:framePr w:hSpace="187" w:wrap="around" w:vAnchor="page" w:hAnchor="page" w:xAlign="center" w:y="1441"/>
      <w:spacing w:line="240" w:lineRule="auto"/>
      <w:suppressOverlap/>
      <w:jc w:val="right"/>
      <w:outlineLvl w:val="0"/>
    </w:pPr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Heading2">
    <w:name w:val="heading 2"/>
    <w:basedOn w:val="Normal"/>
    <w:link w:val="Heading2Char"/>
    <w:uiPriority w:val="2"/>
    <w:unhideWhenUsed/>
    <w:qFormat/>
    <w:rsid w:val="00064E3E"/>
    <w:pPr>
      <w:spacing w:before="60" w:after="20"/>
      <w:jc w:val="right"/>
      <w:outlineLvl w:val="1"/>
    </w:pPr>
    <w:rPr>
      <w:rFonts w:asciiTheme="majorHAnsi" w:hAnsiTheme="majorHAnsi"/>
      <w:spacing w:val="40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064E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7854D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2"/>
    <w:semiHidden/>
    <w:unhideWhenUsed/>
    <w:qFormat/>
    <w:rsid w:val="007B4F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7864E" w:themeColor="accent1" w:themeShade="80"/>
    </w:rPr>
  </w:style>
  <w:style w:type="paragraph" w:styleId="Heading5">
    <w:name w:val="heading 5"/>
    <w:basedOn w:val="Normal"/>
    <w:next w:val="Normal"/>
    <w:link w:val="Heading5Char"/>
    <w:uiPriority w:val="2"/>
    <w:semiHidden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  <w:i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07854D" w:themeColor="accent1" w:themeShade="7F"/>
    </w:rPr>
  </w:style>
  <w:style w:type="paragraph" w:styleId="Heading7">
    <w:name w:val="heading 7"/>
    <w:basedOn w:val="Normal"/>
    <w:next w:val="Normal"/>
    <w:link w:val="Heading7Char"/>
    <w:uiPriority w:val="2"/>
    <w:semiHidden/>
    <w:unhideWhenUsed/>
    <w:qFormat/>
    <w:rsid w:val="007B4FC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07854D" w:themeColor="accent1" w:themeShade="7F"/>
    </w:rPr>
  </w:style>
  <w:style w:type="paragraph" w:styleId="Heading8">
    <w:name w:val="heading 8"/>
    <w:basedOn w:val="Normal"/>
    <w:next w:val="Normal"/>
    <w:link w:val="Heading8Char"/>
    <w:uiPriority w:val="2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Heading9">
    <w:name w:val="heading 9"/>
    <w:basedOn w:val="Normal"/>
    <w:next w:val="Normal"/>
    <w:link w:val="Heading9Char"/>
    <w:uiPriority w:val="2"/>
    <w:semiHidden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7B4FC5"/>
    <w:rPr>
      <w:b/>
      <w:bCs/>
      <w:caps w:val="0"/>
      <w:smallCaps/>
      <w:color w:val="07864E" w:themeColor="accent1" w:themeShade="80"/>
      <w:spacing w:val="0"/>
    </w:rPr>
  </w:style>
  <w:style w:type="character" w:customStyle="1" w:styleId="Heading1Char">
    <w:name w:val="Heading 1 Char"/>
    <w:basedOn w:val="DefaultParagraphFont"/>
    <w:link w:val="Heading1"/>
    <w:uiPriority w:val="2"/>
    <w:rsid w:val="00064E3E"/>
    <w:rPr>
      <w:rFonts w:asciiTheme="majorHAnsi" w:hAnsiTheme="majorHAnsi" w:cs="Arial"/>
      <w:bCs/>
      <w:caps/>
      <w:color w:val="0D0D0D" w:themeColor="text1" w:themeTint="F2"/>
      <w:spacing w:val="4"/>
      <w:kern w:val="44"/>
      <w:sz w:val="24"/>
      <w:szCs w:val="64"/>
      <w:lang w:eastAsia="en-US"/>
    </w:rPr>
  </w:style>
  <w:style w:type="paragraph" w:styleId="Title">
    <w:name w:val="Title"/>
    <w:basedOn w:val="Normal"/>
    <w:link w:val="TitleChar"/>
    <w:uiPriority w:val="1"/>
    <w:qFormat/>
    <w:rsid w:val="00064E3E"/>
    <w:pPr>
      <w:spacing w:before="80"/>
      <w:ind w:left="101"/>
      <w:contextualSpacing/>
    </w:pPr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"/>
    <w:rsid w:val="00064E3E"/>
    <w:rPr>
      <w:rFonts w:asciiTheme="majorHAnsi" w:eastAsiaTheme="majorEastAsia" w:hAnsiTheme="majorHAnsi" w:cstheme="majorBidi"/>
      <w:caps/>
      <w:color w:val="000000" w:themeColor="text1"/>
      <w:kern w:val="28"/>
      <w:sz w:val="52"/>
      <w:szCs w:val="56"/>
    </w:rPr>
  </w:style>
  <w:style w:type="paragraph" w:styleId="Header">
    <w:name w:val="header"/>
    <w:basedOn w:val="Normal"/>
    <w:link w:val="HeaderChar"/>
    <w:uiPriority w:val="99"/>
    <w:rsid w:val="00064E3E"/>
    <w:pPr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E3E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semiHidden/>
    <w:rPr>
      <w:rFonts w:asciiTheme="majorHAnsi" w:eastAsiaTheme="majorEastAsia" w:hAnsiTheme="majorHAnsi" w:cstheme="majorBidi"/>
      <w:b/>
      <w:i/>
    </w:rPr>
  </w:style>
  <w:style w:type="paragraph" w:customStyle="1" w:styleId="Normalright">
    <w:name w:val="Normal right"/>
    <w:basedOn w:val="Normal"/>
    <w:qFormat/>
    <w:rsid w:val="00064E3E"/>
    <w:pPr>
      <w:spacing w:before="60" w:after="20"/>
    </w:pPr>
    <w:rPr>
      <w:rFonts w:eastAsiaTheme="majorEastAsia" w:cs="Arial"/>
      <w:b/>
      <w:color w:val="0D0D0D" w:themeColor="text1" w:themeTint="F2"/>
      <w:spacing w:val="4"/>
      <w:sz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2"/>
    <w:semiHidden/>
    <w:rPr>
      <w:rFonts w:asciiTheme="majorHAnsi" w:eastAsiaTheme="majorEastAsia" w:hAnsiTheme="majorHAnsi" w:cstheme="majorBidi"/>
      <w:color w:val="07854D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2"/>
    <w:semiHidden/>
    <w:rPr>
      <w:rFonts w:asciiTheme="majorHAnsi" w:eastAsiaTheme="majorEastAsia" w:hAnsiTheme="majorHAnsi" w:cstheme="majorBidi"/>
      <w:color w:val="17472F" w:themeColor="accent3" w:themeShade="80"/>
      <w:szCs w:val="21"/>
    </w:rPr>
  </w:style>
  <w:style w:type="paragraph" w:styleId="Footer">
    <w:name w:val="footer"/>
    <w:basedOn w:val="Normal"/>
    <w:link w:val="FooterChar"/>
    <w:uiPriority w:val="99"/>
    <w:unhideWhenUsed/>
    <w:rsid w:val="00064E3E"/>
    <w:rPr>
      <w:rFonts w:cs="Times New Roman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064E3E"/>
    <w:rPr>
      <w:rFonts w:cs="Times New Roman"/>
      <w:lang w:eastAsia="en-US"/>
    </w:rPr>
  </w:style>
  <w:style w:type="table" w:styleId="TableGridLight">
    <w:name w:val="Grid Table Light"/>
    <w:basedOn w:val="TableNormal"/>
    <w:uiPriority w:val="40"/>
    <w:rPr>
      <w:rFonts w:cs="Times New Roman"/>
      <w:lang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2"/>
    <w:rsid w:val="00064E3E"/>
    <w:rPr>
      <w:rFonts w:asciiTheme="majorHAnsi" w:hAnsiTheme="majorHAnsi"/>
      <w:spacing w:val="40"/>
    </w:rPr>
  </w:style>
  <w:style w:type="table" w:customStyle="1" w:styleId="SalesInfo">
    <w:name w:val="Sales Info"/>
    <w:basedOn w:val="TableNormal"/>
    <w:uiPriority w:val="99"/>
    <w:pPr>
      <w:spacing w:before="60" w:after="2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9EDFBE" w:themeFill="accent3" w:themeFillTint="66"/>
      </w:tcPr>
    </w:tblStylePr>
  </w:style>
  <w:style w:type="table" w:customStyle="1" w:styleId="Contenttable">
    <w:name w:val="Content table"/>
    <w:basedOn w:val="TableNormal"/>
    <w:uiPriority w:val="99"/>
    <w:rsid w:val="002F5404"/>
    <w:pPr>
      <w:spacing w:before="60" w:after="20"/>
    </w:pPr>
    <w:tblPr>
      <w:tblStyleRowBandSize w:val="1"/>
    </w:tblPr>
    <w:tcPr>
      <w:shd w:val="clear" w:color="auto" w:fill="FFFFFF" w:themeFill="background1"/>
    </w:tcPr>
    <w:tblStylePr w:type="firstRow">
      <w:rPr>
        <w:rFonts w:asciiTheme="majorHAnsi" w:eastAsiaTheme="majorEastAsia" w:hAnsiTheme="majorHAnsi"/>
        <w:caps/>
        <w:smallCaps w:val="0"/>
        <w:color w:val="0D0D0D" w:themeColor="text1" w:themeTint="F2"/>
        <w:spacing w:val="4"/>
        <w:sz w:val="18"/>
      </w:rPr>
      <w:tblPr/>
      <w:tcPr>
        <w:tcBorders>
          <w:top w:val="nil"/>
          <w:left w:val="nil"/>
          <w:bottom w:val="single" w:sz="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band1Horz"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  <w:tl2br w:val="nil"/>
          <w:tr2bl w:val="nil"/>
        </w:tcBorders>
        <w:shd w:val="clear" w:color="auto" w:fill="FFFFFF" w:themeFill="background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9Char">
    <w:name w:val="Heading 9 Char"/>
    <w:basedOn w:val="DefaultParagraphFont"/>
    <w:link w:val="Heading9"/>
    <w:uiPriority w:val="2"/>
    <w:semiHidden/>
    <w:rPr>
      <w:rFonts w:asciiTheme="majorHAnsi" w:eastAsiaTheme="majorEastAsia" w:hAnsiTheme="majorHAnsi" w:cstheme="majorBidi"/>
      <w:b/>
      <w:iCs/>
      <w:color w:val="17472F" w:themeColor="accent3" w:themeShade="80"/>
      <w:szCs w:val="21"/>
    </w:rPr>
  </w:style>
  <w:style w:type="table" w:customStyle="1" w:styleId="TotalTable">
    <w:name w:val="Total Table"/>
    <w:basedOn w:val="TableNormal"/>
    <w:uiPriority w:val="99"/>
    <w:pPr>
      <w:spacing w:line="240" w:lineRule="auto"/>
    </w:pPr>
    <w:tblPr>
      <w:tblStyleRowBandSize w:val="1"/>
    </w:tblPr>
    <w:tblStylePr w:type="firstCol">
      <w:pPr>
        <w:jc w:val="right"/>
      </w:pPr>
      <w:tblPr/>
      <w:tcPr>
        <w:vAlign w:val="center"/>
      </w:tcPr>
    </w:tblStylePr>
    <w:tblStylePr w:type="lastCol">
      <w:pPr>
        <w:jc w:val="left"/>
      </w:pPr>
      <w:tblPr/>
      <w:tcPr>
        <w:tc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cBorders>
        <w:vAlign w:val="center"/>
      </w:tcPr>
    </w:tblStylePr>
    <w:tblStylePr w:type="band1Horz">
      <w:tblPr/>
      <w:tcPr>
        <w:shd w:val="clear" w:color="auto" w:fill="CEEFDE" w:themeFill="accent3" w:themeFillTint="33"/>
      </w:tcPr>
    </w:tblStylePr>
  </w:style>
  <w:style w:type="table" w:styleId="PlainTable2">
    <w:name w:val="Plain Table 2"/>
    <w:basedOn w:val="TableNormal"/>
    <w:uiPriority w:val="42"/>
    <w:rsid w:val="0089202B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Heading3Char">
    <w:name w:val="Heading 3 Char"/>
    <w:basedOn w:val="DefaultParagraphFont"/>
    <w:link w:val="Heading3"/>
    <w:uiPriority w:val="9"/>
    <w:semiHidden/>
    <w:rsid w:val="00064E3E"/>
    <w:rPr>
      <w:rFonts w:asciiTheme="majorHAnsi" w:eastAsiaTheme="majorEastAsia" w:hAnsiTheme="majorHAnsi" w:cstheme="majorBidi"/>
      <w:color w:val="07854D" w:themeColor="accent1" w:themeShade="7F"/>
      <w:szCs w:val="24"/>
    </w:rPr>
  </w:style>
  <w:style w:type="paragraph" w:customStyle="1" w:styleId="Style1">
    <w:name w:val="Style1"/>
    <w:basedOn w:val="Normal"/>
    <w:link w:val="Style1Char"/>
    <w:qFormat/>
    <w:rsid w:val="00064E3E"/>
    <w:pPr>
      <w:framePr w:hSpace="180" w:wrap="around" w:vAnchor="text" w:hAnchor="margin" w:xAlign="center" w:y="5211"/>
      <w:spacing w:before="60" w:after="20"/>
    </w:pPr>
    <w:rPr>
      <w:rFonts w:asciiTheme="majorHAnsi" w:eastAsiaTheme="majorEastAsia" w:hAnsiTheme="majorHAnsi" w:cs="Microsoft Sans Serif"/>
      <w:color w:val="236A46" w:themeColor="accent3" w:themeShade="BF"/>
      <w:spacing w:val="4"/>
      <w:sz w:val="28"/>
      <w:szCs w:val="28"/>
    </w:rPr>
  </w:style>
  <w:style w:type="character" w:customStyle="1" w:styleId="Style1Char">
    <w:name w:val="Style1 Char"/>
    <w:basedOn w:val="DefaultParagraphFont"/>
    <w:link w:val="Style1"/>
    <w:rsid w:val="00064E3E"/>
    <w:rPr>
      <w:rFonts w:asciiTheme="majorHAnsi" w:eastAsiaTheme="majorEastAsia" w:hAnsiTheme="majorHAnsi" w:cs="Microsoft Sans Serif"/>
      <w:color w:val="236A46" w:themeColor="accent3" w:themeShade="BF"/>
      <w:spacing w:val="4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2"/>
    <w:semiHidden/>
    <w:rsid w:val="007B4FC5"/>
    <w:rPr>
      <w:rFonts w:asciiTheme="majorHAnsi" w:eastAsiaTheme="majorEastAsia" w:hAnsiTheme="majorHAnsi" w:cstheme="majorBidi"/>
      <w:i/>
      <w:iCs/>
      <w:color w:val="07864E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2"/>
    <w:semiHidden/>
    <w:rsid w:val="007B4FC5"/>
    <w:rPr>
      <w:rFonts w:asciiTheme="majorHAnsi" w:eastAsiaTheme="majorEastAsia" w:hAnsiTheme="majorHAnsi" w:cstheme="majorBidi"/>
      <w:i/>
      <w:iCs/>
      <w:color w:val="07854D" w:themeColor="accent1" w:themeShade="7F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7B4FC5"/>
    <w:rPr>
      <w:i/>
      <w:iCs/>
      <w:color w:val="07864E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7B4FC5"/>
    <w:pPr>
      <w:pBdr>
        <w:top w:val="single" w:sz="4" w:space="10" w:color="07864E" w:themeColor="accent1" w:themeShade="80"/>
        <w:bottom w:val="single" w:sz="4" w:space="10" w:color="07864E" w:themeColor="accent1" w:themeShade="80"/>
      </w:pBdr>
      <w:spacing w:before="360" w:after="360"/>
      <w:ind w:left="864" w:right="864"/>
      <w:jc w:val="center"/>
    </w:pPr>
    <w:rPr>
      <w:i/>
      <w:iCs/>
      <w:color w:val="07864E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B4FC5"/>
    <w:rPr>
      <w:i/>
      <w:iCs/>
      <w:color w:val="07864E" w:themeColor="accent1" w:themeShade="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4FC5"/>
    <w:pPr>
      <w:keepLines/>
      <w:framePr w:hSpace="0" w:wrap="auto" w:vAnchor="margin" w:hAnchor="text" w:xAlign="left" w:yAlign="inline"/>
      <w:spacing w:before="240" w:line="312" w:lineRule="auto"/>
      <w:suppressOverlap w:val="0"/>
      <w:jc w:val="left"/>
      <w:outlineLvl w:val="9"/>
    </w:pPr>
    <w:rPr>
      <w:rFonts w:eastAsiaTheme="majorEastAsia" w:cstheme="majorBidi"/>
      <w:bCs w:val="0"/>
      <w:caps w:val="0"/>
      <w:color w:val="07864E" w:themeColor="accent1" w:themeShade="80"/>
      <w:spacing w:val="0"/>
      <w:kern w:val="0"/>
      <w:sz w:val="32"/>
      <w:szCs w:val="32"/>
      <w:lang w:eastAsia="ja-JP"/>
    </w:rPr>
  </w:style>
  <w:style w:type="paragraph" w:styleId="BlockText">
    <w:name w:val="Block Text"/>
    <w:basedOn w:val="Normal"/>
    <w:uiPriority w:val="99"/>
    <w:semiHidden/>
    <w:unhideWhenUsed/>
    <w:rsid w:val="007B4FC5"/>
    <w:pPr>
      <w:pBdr>
        <w:top w:val="single" w:sz="2" w:space="10" w:color="07864E" w:themeColor="accent1" w:themeShade="80"/>
        <w:left w:val="single" w:sz="2" w:space="10" w:color="07864E" w:themeColor="accent1" w:themeShade="80"/>
        <w:bottom w:val="single" w:sz="2" w:space="10" w:color="07864E" w:themeColor="accent1" w:themeShade="80"/>
        <w:right w:val="single" w:sz="2" w:space="10" w:color="07864E" w:themeColor="accent1" w:themeShade="80"/>
      </w:pBdr>
      <w:ind w:left="1152" w:right="1152"/>
    </w:pPr>
    <w:rPr>
      <w:i/>
      <w:iCs/>
      <w:color w:val="07864E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7B4FC5"/>
    <w:rPr>
      <w:color w:val="444027" w:themeColor="background2" w:themeShade="4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7B4FC5"/>
    <w:rPr>
      <w:color w:val="055971" w:themeColor="accent6" w:themeShade="80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4FC5"/>
    <w:rPr>
      <w:color w:val="595959" w:themeColor="text1" w:themeTint="A6"/>
      <w:shd w:val="clear" w:color="auto" w:fill="E6E6E6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7B4FC5"/>
    <w:pPr>
      <w:numPr>
        <w:ilvl w:val="1"/>
      </w:numPr>
      <w:spacing w:after="160"/>
    </w:pPr>
    <w:rPr>
      <w:b/>
      <w:caps/>
      <w:color w:val="000000" w:themeColor="text1"/>
      <w:spacing w:val="15"/>
      <w:sz w:val="3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7B4FC5"/>
    <w:rPr>
      <w:b/>
      <w:caps/>
      <w:color w:val="000000" w:themeColor="text1"/>
      <w:spacing w:val="15"/>
      <w:sz w:val="32"/>
      <w:szCs w:val="22"/>
    </w:rPr>
  </w:style>
  <w:style w:type="paragraph" w:styleId="Date">
    <w:name w:val="Date"/>
    <w:basedOn w:val="Normal"/>
    <w:next w:val="Normal"/>
    <w:link w:val="DateChar"/>
    <w:uiPriority w:val="99"/>
    <w:rsid w:val="00064E3E"/>
    <w:rPr>
      <w:rFonts w:asciiTheme="majorHAnsi" w:hAnsiTheme="majorHAnsi"/>
      <w:color w:val="000000" w:themeColor="text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64E3E"/>
    <w:rPr>
      <w:rFonts w:asciiTheme="majorHAnsi" w:hAnsiTheme="majorHAnsi"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3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Service%20invoice%20(Green%20Gradient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172920DB144D2CB880A0FC521034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A855E8-C887-4C6F-A716-89C5E31B5BF4}"/>
      </w:docPartPr>
      <w:docPartBody>
        <w:p w:rsidR="00E90E24" w:rsidRDefault="000B2039">
          <w:pPr>
            <w:pStyle w:val="CF172920DB144D2CB880A0FC521034AA"/>
          </w:pPr>
          <w:r w:rsidRPr="00064E3E">
            <w:rPr>
              <w:rStyle w:val="DateChar"/>
            </w:rPr>
            <w:t>DATE</w:t>
          </w:r>
        </w:p>
      </w:docPartBody>
    </w:docPart>
    <w:docPart>
      <w:docPartPr>
        <w:name w:val="27DC378C9AD24A749818138B619227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4B10EC-3F64-4E7A-B6EB-A14AE8CBE6CF}"/>
      </w:docPartPr>
      <w:docPartBody>
        <w:p w:rsidR="00E90E24" w:rsidRDefault="000B2039">
          <w:pPr>
            <w:pStyle w:val="27DC378C9AD24A749818138B619227FD"/>
          </w:pPr>
          <w:r w:rsidRPr="00064E3E">
            <w:rPr>
              <w:rFonts w:cstheme="minorHAnsi"/>
              <w:sz w:val="32"/>
              <w:szCs w:val="32"/>
            </w:rPr>
            <w:t>Date</w:t>
          </w:r>
        </w:p>
      </w:docPartBody>
    </w:docPart>
    <w:docPart>
      <w:docPartPr>
        <w:name w:val="740551A0614249759B132784F7782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976F0-83CA-4DCC-854D-02D96B596C14}"/>
      </w:docPartPr>
      <w:docPartBody>
        <w:p w:rsidR="00E90E24" w:rsidRDefault="000B2039">
          <w:pPr>
            <w:pStyle w:val="740551A0614249759B132784F77828E9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Street Address</w:t>
          </w:r>
        </w:p>
      </w:docPartBody>
    </w:docPart>
    <w:docPart>
      <w:docPartPr>
        <w:name w:val="6CC90BF2ADA846A9976B502E851D2B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6E286-3CF4-4F0E-B297-57BF9DB24F0D}"/>
      </w:docPartPr>
      <w:docPartBody>
        <w:p w:rsidR="00E90E24" w:rsidRDefault="000B2039">
          <w:pPr>
            <w:pStyle w:val="6CC90BF2ADA846A9976B502E851D2BDA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City, ST ZIP Code</w:t>
          </w:r>
        </w:p>
      </w:docPartBody>
    </w:docPart>
    <w:docPart>
      <w:docPartPr>
        <w:name w:val="360F2996E70A4FAFA50DEC649E962A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444474-28DA-47F3-9DEC-94CBD781BCA1}"/>
      </w:docPartPr>
      <w:docPartBody>
        <w:p w:rsidR="00E90E24" w:rsidRDefault="000B2039">
          <w:pPr>
            <w:pStyle w:val="360F2996E70A4FAFA50DEC649E962A81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Phone</w:t>
          </w:r>
        </w:p>
      </w:docPartBody>
    </w:docPart>
    <w:docPart>
      <w:docPartPr>
        <w:name w:val="13A06A4688E0428A93D10B5B62678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875FC2-A216-4B45-AEF3-8083E3EFDB21}"/>
      </w:docPartPr>
      <w:docPartBody>
        <w:p w:rsidR="00E90E24" w:rsidRDefault="000B2039">
          <w:pPr>
            <w:pStyle w:val="13A06A4688E0428A93D10B5B626781EB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Fax</w:t>
          </w:r>
        </w:p>
      </w:docPartBody>
    </w:docPart>
    <w:docPart>
      <w:docPartPr>
        <w:name w:val="97F6239589914000BF967A23E60BA4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2758E-365D-4C45-A908-81140F3B1EFA}"/>
      </w:docPartPr>
      <w:docPartBody>
        <w:p w:rsidR="00E90E24" w:rsidRDefault="000B2039">
          <w:pPr>
            <w:pStyle w:val="97F6239589914000BF967A23E60BA4EE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Email</w:t>
          </w:r>
        </w:p>
      </w:docPartBody>
    </w:docPart>
    <w:docPart>
      <w:docPartPr>
        <w:name w:val="11271813B8DD4B828B6309B04D6E1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68FC4-676D-43FE-A371-D6C3F9B2D1F9}"/>
      </w:docPartPr>
      <w:docPartBody>
        <w:p w:rsidR="00E90E24" w:rsidRDefault="000B2039">
          <w:pPr>
            <w:pStyle w:val="11271813B8DD4B828B6309B04D6E1649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Street Address</w:t>
          </w:r>
        </w:p>
      </w:docPartBody>
    </w:docPart>
    <w:docPart>
      <w:docPartPr>
        <w:name w:val="00EC3E6E5380418BB2F5837F74629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C8404C-5BFF-495D-AAE6-66640C85BE32}"/>
      </w:docPartPr>
      <w:docPartBody>
        <w:p w:rsidR="00E90E24" w:rsidRDefault="000B2039">
          <w:pPr>
            <w:pStyle w:val="00EC3E6E5380418BB2F5837F74629777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City, ST ZIP Code</w:t>
          </w:r>
        </w:p>
      </w:docPartBody>
    </w:docPart>
    <w:docPart>
      <w:docPartPr>
        <w:name w:val="2145A708C7CE4C79A5392DBC4B7922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4FB38C-6A6E-4E0D-A63B-26BB5D4DE4E9}"/>
      </w:docPartPr>
      <w:docPartBody>
        <w:p w:rsidR="00E90E24" w:rsidRDefault="000B2039">
          <w:pPr>
            <w:pStyle w:val="2145A708C7CE4C79A5392DBC4B792296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Phone</w:t>
          </w:r>
        </w:p>
      </w:docPartBody>
    </w:docPart>
    <w:docPart>
      <w:docPartPr>
        <w:name w:val="44DF6395E94D4ABA96C108E44F8B0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54548-D699-4E39-B857-AF41C6017A43}"/>
      </w:docPartPr>
      <w:docPartBody>
        <w:p w:rsidR="00E90E24" w:rsidRDefault="000B2039">
          <w:pPr>
            <w:pStyle w:val="44DF6395E94D4ABA96C108E44F8B0B0A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Fax</w:t>
          </w:r>
        </w:p>
      </w:docPartBody>
    </w:docPart>
    <w:docPart>
      <w:docPartPr>
        <w:name w:val="D180EA2651964FD59BE47568BF99AE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FB6D8C-6361-43C3-A733-38A2EDA95BB6}"/>
      </w:docPartPr>
      <w:docPartBody>
        <w:p w:rsidR="00E90E24" w:rsidRDefault="000B2039">
          <w:pPr>
            <w:pStyle w:val="D180EA2651964FD59BE47568BF99AEE0"/>
          </w:pPr>
          <w:r w:rsidRPr="00064E3E">
            <w:rPr>
              <w:rFonts w:cstheme="minorHAnsi"/>
              <w:color w:val="000000" w:themeColor="text1"/>
              <w:sz w:val="24"/>
              <w:szCs w:val="24"/>
            </w:rPr>
            <w:t>Email</w:t>
          </w:r>
        </w:p>
      </w:docPartBody>
    </w:docPart>
    <w:docPart>
      <w:docPartPr>
        <w:name w:val="08A44544E1B645468451BA27776709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1FE42C-3930-4409-93AF-4A536F49818D}"/>
      </w:docPartPr>
      <w:docPartBody>
        <w:p w:rsidR="00E90E24" w:rsidRDefault="000B2039">
          <w:pPr>
            <w:pStyle w:val="08A44544E1B645468451BA277767093A"/>
          </w:pPr>
          <w:r>
            <w:t>Quantity</w:t>
          </w:r>
        </w:p>
      </w:docPartBody>
    </w:docPart>
    <w:docPart>
      <w:docPartPr>
        <w:name w:val="2BABB2E0B216476BA67584C061083E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4CDA7F-7CE9-4FEF-9104-C99809A1B1D4}"/>
      </w:docPartPr>
      <w:docPartBody>
        <w:p w:rsidR="00E90E24" w:rsidRDefault="000B2039">
          <w:pPr>
            <w:pStyle w:val="2BABB2E0B216476BA67584C061083E6A"/>
          </w:pPr>
          <w:r>
            <w:t>Description</w:t>
          </w:r>
        </w:p>
      </w:docPartBody>
    </w:docPart>
    <w:docPart>
      <w:docPartPr>
        <w:name w:val="B301F75F0C3F4B6A9E2C38E9CA9E3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C3620A-8466-4749-929A-1D043F5BEEB1}"/>
      </w:docPartPr>
      <w:docPartBody>
        <w:p w:rsidR="00E90E24" w:rsidRDefault="000B2039">
          <w:pPr>
            <w:pStyle w:val="B301F75F0C3F4B6A9E2C38E9CA9E3556"/>
          </w:pPr>
          <w:r>
            <w:t>Unit Price</w:t>
          </w:r>
        </w:p>
      </w:docPartBody>
    </w:docPart>
    <w:docPart>
      <w:docPartPr>
        <w:name w:val="FEBAA756F6AC4DD88AD00CCA46A4FB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AF6686-FC59-47C5-A360-D93FA5F67DF9}"/>
      </w:docPartPr>
      <w:docPartBody>
        <w:p w:rsidR="00E90E24" w:rsidRDefault="000B2039">
          <w:pPr>
            <w:pStyle w:val="FEBAA756F6AC4DD88AD00CCA46A4FB45"/>
          </w:pPr>
          <w:r>
            <w:t>Line Total</w:t>
          </w:r>
        </w:p>
      </w:docPartBody>
    </w:docPart>
    <w:docPart>
      <w:docPartPr>
        <w:name w:val="531B1A06DCC84B62BE2BF751D70184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18B927-D62D-47D4-9202-5086A2D90DB0}"/>
      </w:docPartPr>
      <w:docPartBody>
        <w:p w:rsidR="00E90E24" w:rsidRDefault="000B2039">
          <w:pPr>
            <w:pStyle w:val="531B1A06DCC84B62BE2BF751D7018403"/>
          </w:pPr>
          <w:r>
            <w:t>Product</w:t>
          </w:r>
        </w:p>
      </w:docPartBody>
    </w:docPart>
    <w:docPart>
      <w:docPartPr>
        <w:name w:val="5319D8CDD7594698AF1A9B626520D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4A0946-FD40-4B70-88F0-4AB954DAE048}"/>
      </w:docPartPr>
      <w:docPartBody>
        <w:p w:rsidR="00E90E24" w:rsidRDefault="000B2039">
          <w:pPr>
            <w:pStyle w:val="5319D8CDD7594698AF1A9B626520DBB3"/>
          </w:pPr>
          <w:r>
            <w:t>Product description</w:t>
          </w:r>
        </w:p>
      </w:docPartBody>
    </w:docPart>
    <w:docPart>
      <w:docPartPr>
        <w:name w:val="46E9AFF3655D4746BA0EAD33446A5C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F23400-8D3C-41C1-A36E-D9AA2F8E2C41}"/>
      </w:docPartPr>
      <w:docPartBody>
        <w:p w:rsidR="00E90E24" w:rsidRDefault="000B2039">
          <w:pPr>
            <w:pStyle w:val="46E9AFF3655D4746BA0EAD33446A5C3E"/>
          </w:pPr>
          <w:r>
            <w:rPr>
              <w:lang w:eastAsia="ja-JP"/>
            </w:rPr>
            <w:t>$</w:t>
          </w:r>
        </w:p>
      </w:docPartBody>
    </w:docPart>
    <w:docPart>
      <w:docPartPr>
        <w:name w:val="9936EC523BCA4653B029CC3655C4CF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53903F-4E74-4D1E-B2EF-2FFE8737F482}"/>
      </w:docPartPr>
      <w:docPartBody>
        <w:p w:rsidR="00E90E24" w:rsidRDefault="000B2039">
          <w:pPr>
            <w:pStyle w:val="9936EC523BCA4653B029CC3655C4CF9E"/>
          </w:pPr>
          <w:r w:rsidRPr="00CF2287">
            <w:t>A</w:t>
          </w:r>
          <w:r>
            <w:t>mount</w:t>
          </w:r>
        </w:p>
      </w:docPartBody>
    </w:docPart>
    <w:docPart>
      <w:docPartPr>
        <w:name w:val="0F7FA0C3F0F648C196A55F64C85FEB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D73749-724D-4AAC-A0BB-5B0320D982F3}"/>
      </w:docPartPr>
      <w:docPartBody>
        <w:p w:rsidR="00E90E24" w:rsidRDefault="000B2039">
          <w:pPr>
            <w:pStyle w:val="0F7FA0C3F0F648C196A55F64C85FEBC3"/>
          </w:pPr>
          <w:r>
            <w:rPr>
              <w:lang w:eastAsia="ja-JP"/>
            </w:rPr>
            <w:t>$</w:t>
          </w:r>
        </w:p>
      </w:docPartBody>
    </w:docPart>
    <w:docPart>
      <w:docPartPr>
        <w:name w:val="723A1B12AD1C46DEA1F651336DCB06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20B3BE-588F-4753-96D2-D68DC215BDD7}"/>
      </w:docPartPr>
      <w:docPartBody>
        <w:p w:rsidR="00E90E24" w:rsidRDefault="000B2039">
          <w:pPr>
            <w:pStyle w:val="723A1B12AD1C46DEA1F651336DCB06AE"/>
          </w:pPr>
          <w:r w:rsidRPr="00CF2287">
            <w:t>A</w:t>
          </w:r>
          <w:r>
            <w:t>mount</w:t>
          </w:r>
        </w:p>
      </w:docPartBody>
    </w:docPart>
    <w:docPart>
      <w:docPartPr>
        <w:name w:val="C722B2524FBC40BB85A7D2DC3C3AA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121A81-132F-42A1-A4F2-5C4F7749551D}"/>
      </w:docPartPr>
      <w:docPartBody>
        <w:p w:rsidR="00E90E24" w:rsidRDefault="000B2039">
          <w:pPr>
            <w:pStyle w:val="C722B2524FBC40BB85A7D2DC3C3AA629"/>
          </w:pPr>
          <w:r>
            <w:t>Product</w:t>
          </w:r>
        </w:p>
      </w:docPartBody>
    </w:docPart>
    <w:docPart>
      <w:docPartPr>
        <w:name w:val="79CAB2E8EE434C7E9F4F7059A4FCC8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61583F-47EE-4217-A831-3D02907906E8}"/>
      </w:docPartPr>
      <w:docPartBody>
        <w:p w:rsidR="00E90E24" w:rsidRDefault="000B2039">
          <w:pPr>
            <w:pStyle w:val="79CAB2E8EE434C7E9F4F7059A4FCC8AD"/>
          </w:pPr>
          <w:r>
            <w:t>Product description</w:t>
          </w:r>
        </w:p>
      </w:docPartBody>
    </w:docPart>
    <w:docPart>
      <w:docPartPr>
        <w:name w:val="925F60ACA1F44791A585B7871F31C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E49956-B42F-4ED2-AD07-A785C23A661B}"/>
      </w:docPartPr>
      <w:docPartBody>
        <w:p w:rsidR="00E90E24" w:rsidRDefault="000B2039">
          <w:pPr>
            <w:pStyle w:val="925F60ACA1F44791A585B7871F31CFD8"/>
          </w:pPr>
          <w:r>
            <w:rPr>
              <w:lang w:eastAsia="ja-JP"/>
            </w:rPr>
            <w:t>$</w:t>
          </w:r>
        </w:p>
      </w:docPartBody>
    </w:docPart>
    <w:docPart>
      <w:docPartPr>
        <w:name w:val="213E7030AF85489F903AEE63BBC907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C02BC-4C41-48CC-AE14-3010140EF805}"/>
      </w:docPartPr>
      <w:docPartBody>
        <w:p w:rsidR="00E90E24" w:rsidRDefault="000B2039">
          <w:pPr>
            <w:pStyle w:val="213E7030AF85489F903AEE63BBC90747"/>
          </w:pPr>
          <w:r w:rsidRPr="00CF2287">
            <w:t>A</w:t>
          </w:r>
          <w:r>
            <w:t>mount</w:t>
          </w:r>
        </w:p>
      </w:docPartBody>
    </w:docPart>
    <w:docPart>
      <w:docPartPr>
        <w:name w:val="2A0E847EF78F4E898BC57E88675C87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688EC5-0B96-448F-97B3-FF27A34D0398}"/>
      </w:docPartPr>
      <w:docPartBody>
        <w:p w:rsidR="00E90E24" w:rsidRDefault="000B2039">
          <w:pPr>
            <w:pStyle w:val="2A0E847EF78F4E898BC57E88675C8723"/>
          </w:pPr>
          <w:r>
            <w:rPr>
              <w:lang w:eastAsia="ja-JP"/>
            </w:rPr>
            <w:t>$</w:t>
          </w:r>
        </w:p>
      </w:docPartBody>
    </w:docPart>
    <w:docPart>
      <w:docPartPr>
        <w:name w:val="B39DC04C1B504C7E970847F81A089A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CDEF6F-1BE3-4BC3-9ED2-90A09276C15F}"/>
      </w:docPartPr>
      <w:docPartBody>
        <w:p w:rsidR="00E90E24" w:rsidRDefault="000B2039">
          <w:pPr>
            <w:pStyle w:val="B39DC04C1B504C7E970847F81A089ABB"/>
          </w:pPr>
          <w:r w:rsidRPr="00CF2287">
            <w:t>A</w:t>
          </w:r>
          <w:r>
            <w:t>mount</w:t>
          </w:r>
        </w:p>
      </w:docPartBody>
    </w:docPart>
    <w:docPart>
      <w:docPartPr>
        <w:name w:val="F84150B59DFB4F85BCC6415A424BC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78BE69-53C8-4A5B-8DBA-8186AE691C07}"/>
      </w:docPartPr>
      <w:docPartBody>
        <w:p w:rsidR="00E90E24" w:rsidRDefault="000B2039">
          <w:pPr>
            <w:pStyle w:val="F84150B59DFB4F85BCC6415A424BC99E"/>
          </w:pPr>
          <w:r>
            <w:t>Product</w:t>
          </w:r>
        </w:p>
      </w:docPartBody>
    </w:docPart>
    <w:docPart>
      <w:docPartPr>
        <w:name w:val="7C27192B523F431B99A58245ABBD9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63E92-CCB2-4DD1-AC9E-7D623AE21E47}"/>
      </w:docPartPr>
      <w:docPartBody>
        <w:p w:rsidR="00E90E24" w:rsidRDefault="000B2039">
          <w:pPr>
            <w:pStyle w:val="7C27192B523F431B99A58245ABBD9379"/>
          </w:pPr>
          <w:r>
            <w:t>Product description</w:t>
          </w:r>
        </w:p>
      </w:docPartBody>
    </w:docPart>
    <w:docPart>
      <w:docPartPr>
        <w:name w:val="43C7EFAA04FB4A1FB9827A261111AF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AD68A-7B7D-444B-81C4-AC55C31CF235}"/>
      </w:docPartPr>
      <w:docPartBody>
        <w:p w:rsidR="00E90E24" w:rsidRDefault="000B2039">
          <w:pPr>
            <w:pStyle w:val="43C7EFAA04FB4A1FB9827A261111AFE7"/>
          </w:pPr>
          <w:r>
            <w:rPr>
              <w:lang w:eastAsia="ja-JP"/>
            </w:rPr>
            <w:t>$</w:t>
          </w:r>
        </w:p>
      </w:docPartBody>
    </w:docPart>
    <w:docPart>
      <w:docPartPr>
        <w:name w:val="DA0F320F819B4AD4B06291ABB4BDA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23145-8042-4840-B750-34AC7125B920}"/>
      </w:docPartPr>
      <w:docPartBody>
        <w:p w:rsidR="00E90E24" w:rsidRDefault="000B2039">
          <w:pPr>
            <w:pStyle w:val="DA0F320F819B4AD4B06291ABB4BDAB0B"/>
          </w:pPr>
          <w:r w:rsidRPr="00CF2287">
            <w:t>A</w:t>
          </w:r>
          <w:r>
            <w:t>mount</w:t>
          </w:r>
        </w:p>
      </w:docPartBody>
    </w:docPart>
    <w:docPart>
      <w:docPartPr>
        <w:name w:val="5F603A9CB4A042AFBB8A5D1AF5F7E4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909DA-8EA8-44C4-AB1D-8E884D58C749}"/>
      </w:docPartPr>
      <w:docPartBody>
        <w:p w:rsidR="00E90E24" w:rsidRDefault="000B2039">
          <w:pPr>
            <w:pStyle w:val="5F603A9CB4A042AFBB8A5D1AF5F7E4EA"/>
          </w:pPr>
          <w:r>
            <w:rPr>
              <w:lang w:eastAsia="ja-JP"/>
            </w:rPr>
            <w:t>$</w:t>
          </w:r>
        </w:p>
      </w:docPartBody>
    </w:docPart>
    <w:docPart>
      <w:docPartPr>
        <w:name w:val="D870BC928C6F45618FE1AD3777E59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5B9244-6014-45C0-979A-44292127510D}"/>
      </w:docPartPr>
      <w:docPartBody>
        <w:p w:rsidR="00E90E24" w:rsidRDefault="000B2039">
          <w:pPr>
            <w:pStyle w:val="D870BC928C6F45618FE1AD3777E59956"/>
          </w:pPr>
          <w:r w:rsidRPr="00CF2287">
            <w:t>A</w:t>
          </w:r>
          <w:r>
            <w:t>mount</w:t>
          </w:r>
        </w:p>
      </w:docPartBody>
    </w:docPart>
    <w:docPart>
      <w:docPartPr>
        <w:name w:val="46286FB926B6467B8A0661BE461CA1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ADCDC-4E5C-4184-A9F6-D4A04EFA7161}"/>
      </w:docPartPr>
      <w:docPartBody>
        <w:p w:rsidR="00E90E24" w:rsidRDefault="000B2039">
          <w:pPr>
            <w:pStyle w:val="46286FB926B6467B8A0661BE461CA12B"/>
          </w:pPr>
          <w:r>
            <w:t>Product</w:t>
          </w:r>
        </w:p>
      </w:docPartBody>
    </w:docPart>
    <w:docPart>
      <w:docPartPr>
        <w:name w:val="383F9B0B6C64415D960CCB9E2F12C6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391DA-F24C-4DB1-9122-BDF874442804}"/>
      </w:docPartPr>
      <w:docPartBody>
        <w:p w:rsidR="00E90E24" w:rsidRDefault="000B2039">
          <w:pPr>
            <w:pStyle w:val="383F9B0B6C64415D960CCB9E2F12C656"/>
          </w:pPr>
          <w:r>
            <w:t>Product description</w:t>
          </w:r>
        </w:p>
      </w:docPartBody>
    </w:docPart>
    <w:docPart>
      <w:docPartPr>
        <w:name w:val="462BCB1AEA444B39A0686C13FD0667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5DD8AD-F3FA-4218-B577-86FE75036682}"/>
      </w:docPartPr>
      <w:docPartBody>
        <w:p w:rsidR="00E90E24" w:rsidRDefault="000B2039">
          <w:pPr>
            <w:pStyle w:val="462BCB1AEA444B39A0686C13FD066792"/>
          </w:pPr>
          <w:r>
            <w:rPr>
              <w:lang w:eastAsia="ja-JP"/>
            </w:rPr>
            <w:t>$</w:t>
          </w:r>
        </w:p>
      </w:docPartBody>
    </w:docPart>
    <w:docPart>
      <w:docPartPr>
        <w:name w:val="47CAC120DCC94EF98D8DAE3CD0516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2DE72C-99DC-4087-BC0F-11B7A5016563}"/>
      </w:docPartPr>
      <w:docPartBody>
        <w:p w:rsidR="00E90E24" w:rsidRDefault="000B2039">
          <w:pPr>
            <w:pStyle w:val="47CAC120DCC94EF98D8DAE3CD05163DB"/>
          </w:pPr>
          <w:r w:rsidRPr="00CF2287">
            <w:t>A</w:t>
          </w:r>
          <w:r>
            <w:t>mount</w:t>
          </w:r>
        </w:p>
      </w:docPartBody>
    </w:docPart>
    <w:docPart>
      <w:docPartPr>
        <w:name w:val="701410A39DFD4F6995381B86F5842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C0679-B63C-4DBC-854E-CEFBE9427E02}"/>
      </w:docPartPr>
      <w:docPartBody>
        <w:p w:rsidR="00E90E24" w:rsidRDefault="000B2039">
          <w:pPr>
            <w:pStyle w:val="701410A39DFD4F6995381B86F5842B61"/>
          </w:pPr>
          <w:r>
            <w:rPr>
              <w:lang w:eastAsia="ja-JP"/>
            </w:rPr>
            <w:t>$</w:t>
          </w:r>
        </w:p>
      </w:docPartBody>
    </w:docPart>
    <w:docPart>
      <w:docPartPr>
        <w:name w:val="8DE4596A3DEB4E7099A7D0D289CDF1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AFF305-35C4-4FAD-9399-C69765ED8010}"/>
      </w:docPartPr>
      <w:docPartBody>
        <w:p w:rsidR="00E90E24" w:rsidRDefault="000B2039">
          <w:pPr>
            <w:pStyle w:val="8DE4596A3DEB4E7099A7D0D289CDF16A"/>
          </w:pPr>
          <w:r w:rsidRPr="00CF2287">
            <w:t>A</w:t>
          </w:r>
          <w:r>
            <w:t>mount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039"/>
    <w:rsid w:val="000B2039"/>
    <w:rsid w:val="001B01E2"/>
    <w:rsid w:val="00E90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3A515B0AA8040D393AEF5DF32491158">
    <w:name w:val="F3A515B0AA8040D393AEF5DF32491158"/>
  </w:style>
  <w:style w:type="paragraph" w:styleId="Date">
    <w:name w:val="Date"/>
    <w:basedOn w:val="Normal"/>
    <w:next w:val="Normal"/>
    <w:link w:val="DateChar"/>
    <w:uiPriority w:val="99"/>
    <w:pPr>
      <w:spacing w:after="0" w:line="312" w:lineRule="auto"/>
    </w:pPr>
    <w:rPr>
      <w:rFonts w:asciiTheme="majorHAnsi" w:hAnsiTheme="majorHAnsi"/>
      <w:color w:val="000000" w:themeColor="text1"/>
      <w:sz w:val="32"/>
      <w:szCs w:val="32"/>
      <w:lang w:eastAsia="ja-JP"/>
    </w:rPr>
  </w:style>
  <w:style w:type="character" w:customStyle="1" w:styleId="DateChar">
    <w:name w:val="Date Char"/>
    <w:basedOn w:val="DefaultParagraphFont"/>
    <w:link w:val="Date"/>
    <w:uiPriority w:val="99"/>
    <w:rPr>
      <w:rFonts w:asciiTheme="majorHAnsi" w:hAnsiTheme="majorHAnsi"/>
      <w:color w:val="000000" w:themeColor="text1"/>
      <w:sz w:val="32"/>
      <w:szCs w:val="32"/>
      <w:lang w:eastAsia="ja-JP"/>
    </w:rPr>
  </w:style>
  <w:style w:type="paragraph" w:customStyle="1" w:styleId="CF172920DB144D2CB880A0FC521034AA">
    <w:name w:val="CF172920DB144D2CB880A0FC521034AA"/>
  </w:style>
  <w:style w:type="paragraph" w:customStyle="1" w:styleId="27DC378C9AD24A749818138B619227FD">
    <w:name w:val="27DC378C9AD24A749818138B619227FD"/>
  </w:style>
  <w:style w:type="paragraph" w:customStyle="1" w:styleId="0E3E0A7A8C944059B5C68C41F62668F2">
    <w:name w:val="0E3E0A7A8C944059B5C68C41F62668F2"/>
  </w:style>
  <w:style w:type="paragraph" w:customStyle="1" w:styleId="ADA0A483A6CB46538A91CAEBE9099100">
    <w:name w:val="ADA0A483A6CB46538A91CAEBE9099100"/>
  </w:style>
  <w:style w:type="paragraph" w:customStyle="1" w:styleId="D291222050664828AEE493A0EAAC97ED">
    <w:name w:val="D291222050664828AEE493A0EAAC97ED"/>
  </w:style>
  <w:style w:type="paragraph" w:customStyle="1" w:styleId="740551A0614249759B132784F77828E9">
    <w:name w:val="740551A0614249759B132784F77828E9"/>
  </w:style>
  <w:style w:type="paragraph" w:customStyle="1" w:styleId="6CC90BF2ADA846A9976B502E851D2BDA">
    <w:name w:val="6CC90BF2ADA846A9976B502E851D2BDA"/>
  </w:style>
  <w:style w:type="paragraph" w:customStyle="1" w:styleId="360F2996E70A4FAFA50DEC649E962A81">
    <w:name w:val="360F2996E70A4FAFA50DEC649E962A81"/>
  </w:style>
  <w:style w:type="paragraph" w:customStyle="1" w:styleId="13A06A4688E0428A93D10B5B626781EB">
    <w:name w:val="13A06A4688E0428A93D10B5B626781EB"/>
  </w:style>
  <w:style w:type="paragraph" w:customStyle="1" w:styleId="97F6239589914000BF967A23E60BA4EE">
    <w:name w:val="97F6239589914000BF967A23E60BA4EE"/>
  </w:style>
  <w:style w:type="paragraph" w:customStyle="1" w:styleId="1448F13846F648879853A2EA2068FF60">
    <w:name w:val="1448F13846F648879853A2EA2068FF60"/>
  </w:style>
  <w:style w:type="paragraph" w:customStyle="1" w:styleId="11271813B8DD4B828B6309B04D6E1649">
    <w:name w:val="11271813B8DD4B828B6309B04D6E1649"/>
  </w:style>
  <w:style w:type="paragraph" w:customStyle="1" w:styleId="00EC3E6E5380418BB2F5837F74629777">
    <w:name w:val="00EC3E6E5380418BB2F5837F74629777"/>
  </w:style>
  <w:style w:type="paragraph" w:customStyle="1" w:styleId="2145A708C7CE4C79A5392DBC4B792296">
    <w:name w:val="2145A708C7CE4C79A5392DBC4B792296"/>
  </w:style>
  <w:style w:type="paragraph" w:customStyle="1" w:styleId="44DF6395E94D4ABA96C108E44F8B0B0A">
    <w:name w:val="44DF6395E94D4ABA96C108E44F8B0B0A"/>
  </w:style>
  <w:style w:type="paragraph" w:customStyle="1" w:styleId="D180EA2651964FD59BE47568BF99AEE0">
    <w:name w:val="D180EA2651964FD59BE47568BF99AEE0"/>
  </w:style>
  <w:style w:type="paragraph" w:customStyle="1" w:styleId="D13165E87587418C9E827491CBCB16BA">
    <w:name w:val="D13165E87587418C9E827491CBCB16BA"/>
  </w:style>
  <w:style w:type="paragraph" w:customStyle="1" w:styleId="3B76032928C1426C921E3316B0BB86C7">
    <w:name w:val="3B76032928C1426C921E3316B0BB86C7"/>
  </w:style>
  <w:style w:type="paragraph" w:customStyle="1" w:styleId="EE65A1F99A7342139CA56E7B27816CF7">
    <w:name w:val="EE65A1F99A7342139CA56E7B27816CF7"/>
  </w:style>
  <w:style w:type="paragraph" w:customStyle="1" w:styleId="9A3813EDC0BF48728BECC5F47110438B">
    <w:name w:val="9A3813EDC0BF48728BECC5F47110438B"/>
  </w:style>
  <w:style w:type="paragraph" w:customStyle="1" w:styleId="6FACA62B0D294F4AB75F91487DD25AAF">
    <w:name w:val="6FACA62B0D294F4AB75F91487DD25AAF"/>
  </w:style>
  <w:style w:type="paragraph" w:customStyle="1" w:styleId="08A44544E1B645468451BA277767093A">
    <w:name w:val="08A44544E1B645468451BA277767093A"/>
  </w:style>
  <w:style w:type="paragraph" w:customStyle="1" w:styleId="2BABB2E0B216476BA67584C061083E6A">
    <w:name w:val="2BABB2E0B216476BA67584C061083E6A"/>
  </w:style>
  <w:style w:type="paragraph" w:customStyle="1" w:styleId="B301F75F0C3F4B6A9E2C38E9CA9E3556">
    <w:name w:val="B301F75F0C3F4B6A9E2C38E9CA9E3556"/>
  </w:style>
  <w:style w:type="paragraph" w:customStyle="1" w:styleId="FEBAA756F6AC4DD88AD00CCA46A4FB45">
    <w:name w:val="FEBAA756F6AC4DD88AD00CCA46A4FB45"/>
  </w:style>
  <w:style w:type="paragraph" w:customStyle="1" w:styleId="531B1A06DCC84B62BE2BF751D7018403">
    <w:name w:val="531B1A06DCC84B62BE2BF751D7018403"/>
  </w:style>
  <w:style w:type="paragraph" w:customStyle="1" w:styleId="5319D8CDD7594698AF1A9B626520DBB3">
    <w:name w:val="5319D8CDD7594698AF1A9B626520DBB3"/>
  </w:style>
  <w:style w:type="paragraph" w:customStyle="1" w:styleId="46E9AFF3655D4746BA0EAD33446A5C3E">
    <w:name w:val="46E9AFF3655D4746BA0EAD33446A5C3E"/>
  </w:style>
  <w:style w:type="paragraph" w:customStyle="1" w:styleId="9936EC523BCA4653B029CC3655C4CF9E">
    <w:name w:val="9936EC523BCA4653B029CC3655C4CF9E"/>
  </w:style>
  <w:style w:type="paragraph" w:customStyle="1" w:styleId="0F7FA0C3F0F648C196A55F64C85FEBC3">
    <w:name w:val="0F7FA0C3F0F648C196A55F64C85FEBC3"/>
  </w:style>
  <w:style w:type="paragraph" w:customStyle="1" w:styleId="723A1B12AD1C46DEA1F651336DCB06AE">
    <w:name w:val="723A1B12AD1C46DEA1F651336DCB06AE"/>
  </w:style>
  <w:style w:type="paragraph" w:customStyle="1" w:styleId="C722B2524FBC40BB85A7D2DC3C3AA629">
    <w:name w:val="C722B2524FBC40BB85A7D2DC3C3AA629"/>
  </w:style>
  <w:style w:type="paragraph" w:customStyle="1" w:styleId="79CAB2E8EE434C7E9F4F7059A4FCC8AD">
    <w:name w:val="79CAB2E8EE434C7E9F4F7059A4FCC8AD"/>
  </w:style>
  <w:style w:type="paragraph" w:customStyle="1" w:styleId="925F60ACA1F44791A585B7871F31CFD8">
    <w:name w:val="925F60ACA1F44791A585B7871F31CFD8"/>
  </w:style>
  <w:style w:type="paragraph" w:customStyle="1" w:styleId="213E7030AF85489F903AEE63BBC90747">
    <w:name w:val="213E7030AF85489F903AEE63BBC90747"/>
  </w:style>
  <w:style w:type="paragraph" w:customStyle="1" w:styleId="2A0E847EF78F4E898BC57E88675C8723">
    <w:name w:val="2A0E847EF78F4E898BC57E88675C8723"/>
  </w:style>
  <w:style w:type="paragraph" w:customStyle="1" w:styleId="B39DC04C1B504C7E970847F81A089ABB">
    <w:name w:val="B39DC04C1B504C7E970847F81A089ABB"/>
  </w:style>
  <w:style w:type="paragraph" w:customStyle="1" w:styleId="F84150B59DFB4F85BCC6415A424BC99E">
    <w:name w:val="F84150B59DFB4F85BCC6415A424BC99E"/>
  </w:style>
  <w:style w:type="paragraph" w:customStyle="1" w:styleId="7C27192B523F431B99A58245ABBD9379">
    <w:name w:val="7C27192B523F431B99A58245ABBD9379"/>
  </w:style>
  <w:style w:type="paragraph" w:customStyle="1" w:styleId="43C7EFAA04FB4A1FB9827A261111AFE7">
    <w:name w:val="43C7EFAA04FB4A1FB9827A261111AFE7"/>
  </w:style>
  <w:style w:type="paragraph" w:customStyle="1" w:styleId="DA0F320F819B4AD4B06291ABB4BDAB0B">
    <w:name w:val="DA0F320F819B4AD4B06291ABB4BDAB0B"/>
  </w:style>
  <w:style w:type="paragraph" w:customStyle="1" w:styleId="5F603A9CB4A042AFBB8A5D1AF5F7E4EA">
    <w:name w:val="5F603A9CB4A042AFBB8A5D1AF5F7E4EA"/>
  </w:style>
  <w:style w:type="paragraph" w:customStyle="1" w:styleId="D870BC928C6F45618FE1AD3777E59956">
    <w:name w:val="D870BC928C6F45618FE1AD3777E59956"/>
  </w:style>
  <w:style w:type="paragraph" w:customStyle="1" w:styleId="46286FB926B6467B8A0661BE461CA12B">
    <w:name w:val="46286FB926B6467B8A0661BE461CA12B"/>
  </w:style>
  <w:style w:type="paragraph" w:customStyle="1" w:styleId="383F9B0B6C64415D960CCB9E2F12C656">
    <w:name w:val="383F9B0B6C64415D960CCB9E2F12C656"/>
  </w:style>
  <w:style w:type="paragraph" w:customStyle="1" w:styleId="462BCB1AEA444B39A0686C13FD066792">
    <w:name w:val="462BCB1AEA444B39A0686C13FD066792"/>
  </w:style>
  <w:style w:type="paragraph" w:customStyle="1" w:styleId="47CAC120DCC94EF98D8DAE3CD05163DB">
    <w:name w:val="47CAC120DCC94EF98D8DAE3CD05163DB"/>
  </w:style>
  <w:style w:type="paragraph" w:customStyle="1" w:styleId="701410A39DFD4F6995381B86F5842B61">
    <w:name w:val="701410A39DFD4F6995381B86F5842B61"/>
  </w:style>
  <w:style w:type="paragraph" w:customStyle="1" w:styleId="8DE4596A3DEB4E7099A7D0D289CDF16A">
    <w:name w:val="8DE4596A3DEB4E7099A7D0D289CDF16A"/>
  </w:style>
  <w:style w:type="paragraph" w:customStyle="1" w:styleId="20DE8777EE5E482E9CFED249DF883603">
    <w:name w:val="20DE8777EE5E482E9CFED249DF883603"/>
  </w:style>
  <w:style w:type="paragraph" w:customStyle="1" w:styleId="7D89064E7C8D40F08AECE93F4F50E9CC">
    <w:name w:val="7D89064E7C8D40F08AECE93F4F50E9CC"/>
  </w:style>
  <w:style w:type="paragraph" w:customStyle="1" w:styleId="B3598A1CEECA42E2B19A8839330B1DAA">
    <w:name w:val="B3598A1CEECA42E2B19A8839330B1D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Green Gradient">
  <a:themeElements>
    <a:clrScheme name="Custom 25">
      <a:dk1>
        <a:sysClr val="windowText" lastClr="000000"/>
      </a:dk1>
      <a:lt1>
        <a:sysClr val="window" lastClr="FFFFFF"/>
      </a:lt1>
      <a:dk2>
        <a:srgbClr val="455F51"/>
      </a:dk2>
      <a:lt2>
        <a:srgbClr val="E2DFCC"/>
      </a:lt2>
      <a:accent1>
        <a:srgbClr val="29F39A"/>
      </a:accent1>
      <a:accent2>
        <a:srgbClr val="63A537"/>
      </a:accent2>
      <a:accent3>
        <a:srgbClr val="2F8E5F"/>
      </a:accent3>
      <a:accent4>
        <a:srgbClr val="44C1A3"/>
      </a:accent4>
      <a:accent5>
        <a:srgbClr val="4EB3CF"/>
      </a:accent5>
      <a:accent6>
        <a:srgbClr val="0BB4E3"/>
      </a:accent6>
      <a:hlink>
        <a:srgbClr val="EE7B08"/>
      </a:hlink>
      <a:folHlink>
        <a:srgbClr val="977B2D"/>
      </a:folHlink>
    </a:clrScheme>
    <a:fontScheme name="Custom 46">
      <a:majorFont>
        <a:latin typeface="Franklin Gothic Demi"/>
        <a:ea typeface=""/>
        <a:cs typeface=""/>
      </a:majorFont>
      <a:minorFont>
        <a:latin typeface="Microsoft San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133533A9-1996-4148-A30B-8772A754A3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9A267-30D1-403F-9D4D-8BF4D4A1E2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60A5CD-D572-4691-8023-6CB900CDB1C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Service invoice (Green Gradient design)</Template>
  <TotalTime>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2022-02-25T14:10:00Z</dcterms:created>
  <dcterms:modified xsi:type="dcterms:W3CDTF">2022-02-26T06:01:00Z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